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49E222" w14:textId="77777777" w:rsidR="00662344" w:rsidRPr="008303F6" w:rsidRDefault="00662344" w:rsidP="00F165BD">
      <w:pPr>
        <w:pStyle w:val="Title"/>
      </w:pPr>
    </w:p>
    <w:p w14:paraId="41262D40" w14:textId="77777777" w:rsidR="00662344" w:rsidRPr="008303F6" w:rsidRDefault="00662344" w:rsidP="00F165BD">
      <w:pPr>
        <w:pStyle w:val="Title"/>
      </w:pPr>
    </w:p>
    <w:p w14:paraId="2FA71C22" w14:textId="77777777" w:rsidR="00662344" w:rsidRPr="008303F6" w:rsidRDefault="00662344" w:rsidP="00F165BD">
      <w:pPr>
        <w:pStyle w:val="Title"/>
      </w:pPr>
    </w:p>
    <w:p w14:paraId="48660F79" w14:textId="77777777" w:rsidR="00662344" w:rsidRPr="008303F6" w:rsidRDefault="00662344" w:rsidP="00F165BD">
      <w:pPr>
        <w:pStyle w:val="Title"/>
      </w:pPr>
    </w:p>
    <w:p w14:paraId="70D21A8E" w14:textId="77777777" w:rsidR="00662344" w:rsidRPr="008303F6" w:rsidRDefault="00662344" w:rsidP="00F165BD">
      <w:pPr>
        <w:pStyle w:val="Title"/>
      </w:pPr>
    </w:p>
    <w:p w14:paraId="2334E472" w14:textId="77777777" w:rsidR="00662344" w:rsidRPr="008303F6" w:rsidRDefault="00662344" w:rsidP="00F165BD">
      <w:pPr>
        <w:pStyle w:val="Title"/>
      </w:pPr>
    </w:p>
    <w:p w14:paraId="7C860BEC" w14:textId="1093FB8E" w:rsidR="00662344" w:rsidRPr="008303F6" w:rsidRDefault="00F5258F" w:rsidP="00F165BD">
      <w:pPr>
        <w:pStyle w:val="Title"/>
      </w:pPr>
      <w:r>
        <w:t>D</w:t>
      </w:r>
      <w:r w:rsidR="00546A72">
        <w:t>2</w:t>
      </w:r>
      <w:r>
        <w:t>.</w:t>
      </w:r>
      <w:r w:rsidR="00F8076C">
        <w:t xml:space="preserve">1 – </w:t>
      </w:r>
      <w:r w:rsidR="00546A72">
        <w:t>Protecting Data 1</w:t>
      </w:r>
    </w:p>
    <w:p w14:paraId="1A38F193" w14:textId="10351B74" w:rsidR="00662344" w:rsidRPr="008303F6" w:rsidRDefault="00662344" w:rsidP="00F165BD">
      <w:pPr>
        <w:pStyle w:val="Title"/>
      </w:pPr>
      <w:r w:rsidRPr="008303F6">
        <w:t>Class Tasks</w:t>
      </w:r>
    </w:p>
    <w:p w14:paraId="483A44C9" w14:textId="09016987" w:rsidR="00662344" w:rsidRPr="008303F6" w:rsidRDefault="00193740" w:rsidP="00F165BD">
      <w:pPr>
        <w:pStyle w:val="Title"/>
      </w:pPr>
      <w:r w:rsidRPr="008303F6">
        <w:t>MARK SCHEME</w:t>
      </w:r>
    </w:p>
    <w:p w14:paraId="71959F68" w14:textId="77777777" w:rsidR="00FF0F9E" w:rsidRPr="008303F6" w:rsidRDefault="00FF0F9E" w:rsidP="00FF0F9E"/>
    <w:p w14:paraId="14114A4D" w14:textId="77777777" w:rsidR="00E85DBE" w:rsidRPr="008303F6" w:rsidRDefault="00E85DBE" w:rsidP="00FF0F9E"/>
    <w:p w14:paraId="765C26A3" w14:textId="1E427DBD" w:rsidR="00E85DBE" w:rsidRPr="008303F6" w:rsidRDefault="00E85DBE" w:rsidP="00F165BD">
      <w:pPr>
        <w:pStyle w:val="Title"/>
      </w:pPr>
      <w:r w:rsidRPr="008303F6">
        <w:br w:type="page"/>
      </w:r>
    </w:p>
    <w:p w14:paraId="6B6ECA53" w14:textId="4EDEE7AA" w:rsidR="00BB626F" w:rsidRPr="008303F6" w:rsidRDefault="001F514D" w:rsidP="00F5258F">
      <w:pPr>
        <w:pStyle w:val="Heading1"/>
      </w:pPr>
      <w:r w:rsidRPr="008303F6">
        <w:lastRenderedPageBreak/>
        <w:t xml:space="preserve">Class Task </w:t>
      </w:r>
      <w:r w:rsidR="00370222">
        <w:t>1</w:t>
      </w:r>
      <w:r w:rsidRPr="008303F6">
        <w:t xml:space="preserve"> –</w:t>
      </w:r>
      <w:r w:rsidR="00370222">
        <w:t xml:space="preserve"> </w:t>
      </w:r>
      <w:r w:rsidR="00485A18">
        <w:t>Permissions and Access</w:t>
      </w:r>
    </w:p>
    <w:p w14:paraId="0C44CC5F" w14:textId="77777777" w:rsidR="00E85A10" w:rsidRDefault="00E85A10" w:rsidP="00E85A10"/>
    <w:p w14:paraId="1DB180E9" w14:textId="38C85232" w:rsidR="00485A18" w:rsidRPr="0077420A" w:rsidRDefault="00485A18" w:rsidP="00485A18">
      <w:pPr>
        <w:pStyle w:val="Heading2"/>
      </w:pPr>
      <w:r w:rsidRPr="0077420A">
        <w:t xml:space="preserve">Question </w:t>
      </w:r>
      <w:r w:rsidR="005E425F">
        <w:t>1.1</w:t>
      </w:r>
    </w:p>
    <w:p w14:paraId="3DAB19B3" w14:textId="77777777" w:rsidR="00485A18" w:rsidRPr="0077420A" w:rsidRDefault="00485A18" w:rsidP="00485A18"/>
    <w:p w14:paraId="6805C490" w14:textId="77777777" w:rsidR="00485A18" w:rsidRPr="0077420A" w:rsidRDefault="00485A18" w:rsidP="00485A18">
      <w:r w:rsidRPr="0077420A">
        <w:t>What is authentication? (</w:t>
      </w:r>
      <w:r w:rsidRPr="0077420A">
        <w:rPr>
          <w:b/>
          <w:bCs/>
          <w:i/>
          <w:iCs/>
        </w:rPr>
        <w:t>1 mark</w:t>
      </w:r>
      <w:r w:rsidRPr="0077420A">
        <w:t>)</w:t>
      </w:r>
    </w:p>
    <w:p w14:paraId="4052AEAA" w14:textId="77777777" w:rsidR="00485A18" w:rsidRPr="0077420A" w:rsidRDefault="00485A18" w:rsidP="00485A18">
      <w:r w:rsidRPr="0077420A">
        <w:rPr>
          <w:noProof/>
        </w:rPr>
        <mc:AlternateContent>
          <mc:Choice Requires="wps">
            <w:drawing>
              <wp:anchor distT="0" distB="0" distL="114300" distR="114300" simplePos="0" relativeHeight="251660288" behindDoc="0" locked="0" layoutInCell="1" allowOverlap="1" wp14:anchorId="3654E029" wp14:editId="71285C7C">
                <wp:simplePos x="0" y="0"/>
                <wp:positionH relativeFrom="column">
                  <wp:posOffset>-307521</wp:posOffset>
                </wp:positionH>
                <wp:positionV relativeFrom="paragraph">
                  <wp:posOffset>66568</wp:posOffset>
                </wp:positionV>
                <wp:extent cx="6064509" cy="925038"/>
                <wp:effectExtent l="19050" t="19050" r="12700" b="27940"/>
                <wp:wrapNone/>
                <wp:docPr id="140835470" name="Rectangle: Rounded Corners 1"/>
                <wp:cNvGraphicFramePr/>
                <a:graphic xmlns:a="http://schemas.openxmlformats.org/drawingml/2006/main">
                  <a:graphicData uri="http://schemas.microsoft.com/office/word/2010/wordprocessingShape">
                    <wps:wsp>
                      <wps:cNvSpPr/>
                      <wps:spPr>
                        <a:xfrm>
                          <a:off x="0" y="0"/>
                          <a:ext cx="6064509" cy="925038"/>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0F9E2A6" id="Rectangle: Rounded Corners 1" o:spid="_x0000_s1026" style="position:absolute;margin-left:-24.2pt;margin-top:5.25pt;width:477.5pt;height:72.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" filled="f" strokecolor="windowText" strokeweight="2.25pt">
                <v:stroke joinstyle="miter"/>
              </v:roundrect>
            </w:pict>
          </mc:Fallback>
        </mc:AlternateContent>
      </w:r>
    </w:p>
    <w:p w14:paraId="3F038E3E" w14:textId="77777777" w:rsidR="00485A18" w:rsidRPr="0077420A" w:rsidRDefault="00485A18" w:rsidP="00485A18">
      <w:r w:rsidRPr="0077420A">
        <w:t xml:space="preserve">The process that checks that a username matches a password / checks the login credentials of a user / makes sure the user logging in is who they say they are </w:t>
      </w:r>
    </w:p>
    <w:p w14:paraId="0674BC3D" w14:textId="77777777" w:rsidR="00485A18" w:rsidRPr="0077420A" w:rsidRDefault="00485A18" w:rsidP="00485A18"/>
    <w:p w14:paraId="47663039" w14:textId="77777777" w:rsidR="00485A18" w:rsidRPr="0077420A" w:rsidRDefault="00485A18" w:rsidP="00485A18"/>
    <w:p w14:paraId="113D375F" w14:textId="77777777" w:rsidR="00485A18" w:rsidRDefault="00485A18"/>
    <w:p w14:paraId="7481FF37" w14:textId="2AF9B125" w:rsidR="00485A18" w:rsidRPr="0077420A" w:rsidRDefault="00485A18" w:rsidP="00485A18">
      <w:pPr>
        <w:pStyle w:val="Heading2"/>
      </w:pPr>
      <w:r w:rsidRPr="0077420A">
        <w:t xml:space="preserve">Question </w:t>
      </w:r>
      <w:r w:rsidR="005E425F">
        <w:t>1.2</w:t>
      </w:r>
    </w:p>
    <w:p w14:paraId="3A28DAAA" w14:textId="77777777" w:rsidR="00485A18" w:rsidRPr="0077420A" w:rsidRDefault="00485A18" w:rsidP="00485A18"/>
    <w:p w14:paraId="4C5984FF" w14:textId="77777777" w:rsidR="00485A18" w:rsidRPr="0077420A" w:rsidRDefault="00485A18" w:rsidP="00485A18">
      <w:r w:rsidRPr="0077420A">
        <w:t>What are the three most common types of file permissions? (</w:t>
      </w:r>
      <w:r w:rsidRPr="0077420A">
        <w:rPr>
          <w:b/>
          <w:bCs/>
          <w:i/>
          <w:iCs/>
        </w:rPr>
        <w:t>3 marks</w:t>
      </w:r>
      <w:r w:rsidRPr="0077420A">
        <w:t>)</w:t>
      </w:r>
    </w:p>
    <w:p w14:paraId="2150114A" w14:textId="77777777" w:rsidR="00485A18" w:rsidRPr="0077420A" w:rsidRDefault="00485A18" w:rsidP="00485A18">
      <w:r w:rsidRPr="0077420A">
        <w:rPr>
          <w:noProof/>
        </w:rPr>
        <mc:AlternateContent>
          <mc:Choice Requires="wps">
            <w:drawing>
              <wp:anchor distT="0" distB="0" distL="114300" distR="114300" simplePos="0" relativeHeight="251665408" behindDoc="0" locked="0" layoutInCell="1" allowOverlap="1" wp14:anchorId="34A70378" wp14:editId="063CDBF4">
                <wp:simplePos x="0" y="0"/>
                <wp:positionH relativeFrom="column">
                  <wp:posOffset>-307521</wp:posOffset>
                </wp:positionH>
                <wp:positionV relativeFrom="paragraph">
                  <wp:posOffset>66931</wp:posOffset>
                </wp:positionV>
                <wp:extent cx="6064509" cy="1221921"/>
                <wp:effectExtent l="19050" t="19050" r="12700" b="16510"/>
                <wp:wrapNone/>
                <wp:docPr id="1887606423" name="Rectangle: Rounded Corners 1"/>
                <wp:cNvGraphicFramePr/>
                <a:graphic xmlns:a="http://schemas.openxmlformats.org/drawingml/2006/main">
                  <a:graphicData uri="http://schemas.microsoft.com/office/word/2010/wordprocessingShape">
                    <wps:wsp>
                      <wps:cNvSpPr/>
                      <wps:spPr>
                        <a:xfrm>
                          <a:off x="0" y="0"/>
                          <a:ext cx="6064509" cy="1221921"/>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6C9E9A" id="Rectangle: Rounded Corners 1" o:spid="_x0000_s1026" style="position:absolute;margin-left:-24.2pt;margin-top:5.25pt;width:477.5pt;height:96.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" filled="f" strokecolor="windowText" strokeweight="2.25pt">
                <v:stroke joinstyle="miter"/>
              </v:roundrect>
            </w:pict>
          </mc:Fallback>
        </mc:AlternateContent>
      </w:r>
    </w:p>
    <w:p w14:paraId="17B417E1" w14:textId="77777777" w:rsidR="00485A18" w:rsidRPr="0077420A" w:rsidRDefault="00485A18" w:rsidP="00485A18">
      <w:r w:rsidRPr="0077420A">
        <w:t>Read</w:t>
      </w:r>
    </w:p>
    <w:p w14:paraId="7304DDF7" w14:textId="77777777" w:rsidR="00485A18" w:rsidRPr="0077420A" w:rsidRDefault="00485A18" w:rsidP="00485A18">
      <w:r w:rsidRPr="0077420A">
        <w:t>Write</w:t>
      </w:r>
    </w:p>
    <w:p w14:paraId="1CC434A9" w14:textId="77777777" w:rsidR="00485A18" w:rsidRPr="0077420A" w:rsidRDefault="00485A18" w:rsidP="00485A18">
      <w:r w:rsidRPr="0077420A">
        <w:t>Execute</w:t>
      </w:r>
    </w:p>
    <w:p w14:paraId="2E24E879" w14:textId="77777777" w:rsidR="00485A18" w:rsidRPr="0077420A" w:rsidRDefault="00485A18" w:rsidP="00485A18"/>
    <w:p w14:paraId="58F742D2" w14:textId="77777777" w:rsidR="00485A18" w:rsidRPr="0077420A" w:rsidRDefault="00485A18" w:rsidP="00485A18"/>
    <w:p w14:paraId="20CB5C77" w14:textId="77777777" w:rsidR="00485A18" w:rsidRPr="0077420A" w:rsidRDefault="00485A18" w:rsidP="00485A18">
      <w:pPr>
        <w:rPr>
          <w:rFonts w:eastAsiaTheme="majorEastAsia" w:cstheme="minorHAnsi"/>
          <w:color w:val="2F5496" w:themeColor="accent1" w:themeShade="BF"/>
          <w:sz w:val="32"/>
          <w:szCs w:val="32"/>
        </w:rPr>
      </w:pPr>
      <w:r w:rsidRPr="0077420A">
        <w:br w:type="page"/>
      </w:r>
    </w:p>
    <w:p w14:paraId="51937550" w14:textId="54934C67" w:rsidR="00485A18" w:rsidRPr="0077420A" w:rsidRDefault="00485A18" w:rsidP="00485A18">
      <w:pPr>
        <w:pStyle w:val="Heading2"/>
      </w:pPr>
      <w:r w:rsidRPr="0077420A">
        <w:lastRenderedPageBreak/>
        <w:t xml:space="preserve">Question </w:t>
      </w:r>
      <w:r w:rsidR="005E425F">
        <w:t>1.3</w:t>
      </w:r>
    </w:p>
    <w:p w14:paraId="21085595" w14:textId="77777777" w:rsidR="00485A18" w:rsidRPr="0077420A" w:rsidRDefault="00485A18" w:rsidP="00485A18"/>
    <w:p w14:paraId="57C7EE99" w14:textId="1C8B1957" w:rsidR="00485A18" w:rsidRDefault="00485A18" w:rsidP="00485A18">
      <w:r w:rsidRPr="0077420A">
        <w:t xml:space="preserve">In a school or college running the </w:t>
      </w:r>
      <w:r>
        <w:t>BTEC AAQ in IT</w:t>
      </w:r>
      <w:r w:rsidRPr="0077420A">
        <w:t>, what kind of file permissions would a student be expected to have? (</w:t>
      </w:r>
      <w:r w:rsidRPr="0077420A">
        <w:rPr>
          <w:b/>
          <w:bCs/>
        </w:rPr>
        <w:t>1 mark</w:t>
      </w:r>
      <w:r w:rsidRPr="0077420A">
        <w:t>)</w:t>
      </w:r>
    </w:p>
    <w:p w14:paraId="2277E6B1" w14:textId="77777777" w:rsidR="005E425F" w:rsidRPr="0077420A" w:rsidRDefault="005E425F" w:rsidP="00485A18"/>
    <w:p w14:paraId="2C1949A3" w14:textId="77777777" w:rsidR="00485A18" w:rsidRPr="0077420A" w:rsidRDefault="00485A18" w:rsidP="00485A18">
      <w:r w:rsidRPr="0077420A">
        <w:rPr>
          <w:noProof/>
        </w:rPr>
        <mc:AlternateContent>
          <mc:Choice Requires="wps">
            <w:drawing>
              <wp:anchor distT="0" distB="0" distL="114300" distR="114300" simplePos="0" relativeHeight="251667456" behindDoc="0" locked="0" layoutInCell="1" allowOverlap="1" wp14:anchorId="3442DFC3" wp14:editId="048F0905">
                <wp:simplePos x="0" y="0"/>
                <wp:positionH relativeFrom="column">
                  <wp:posOffset>-307521</wp:posOffset>
                </wp:positionH>
                <wp:positionV relativeFrom="paragraph">
                  <wp:posOffset>74386</wp:posOffset>
                </wp:positionV>
                <wp:extent cx="6309904" cy="725533"/>
                <wp:effectExtent l="19050" t="19050" r="15240" b="17780"/>
                <wp:wrapNone/>
                <wp:docPr id="883552103" name="Rectangle: Rounded Corners 1"/>
                <wp:cNvGraphicFramePr/>
                <a:graphic xmlns:a="http://schemas.openxmlformats.org/drawingml/2006/main">
                  <a:graphicData uri="http://schemas.microsoft.com/office/word/2010/wordprocessingShape">
                    <wps:wsp>
                      <wps:cNvSpPr/>
                      <wps:spPr>
                        <a:xfrm>
                          <a:off x="0" y="0"/>
                          <a:ext cx="6309904" cy="725533"/>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E3F01A3" id="Rectangle: Rounded Corners 1" o:spid="_x0000_s1026" style="position:absolute;margin-left:-24.2pt;margin-top:5.85pt;width:496.85pt;height:57.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" filled="f" strokecolor="windowText" strokeweight="2.25pt">
                <v:stroke joinstyle="miter"/>
              </v:roundrect>
            </w:pict>
          </mc:Fallback>
        </mc:AlternateContent>
      </w:r>
    </w:p>
    <w:p w14:paraId="612AB4D3" w14:textId="77777777" w:rsidR="00485A18" w:rsidRPr="0077420A" w:rsidRDefault="00485A18" w:rsidP="00485A18">
      <w:r w:rsidRPr="0077420A">
        <w:t>Read Only</w:t>
      </w:r>
    </w:p>
    <w:p w14:paraId="3E67EED9" w14:textId="77777777" w:rsidR="00485A18" w:rsidRPr="0077420A" w:rsidRDefault="00485A18" w:rsidP="00485A18"/>
    <w:p w14:paraId="300C788E" w14:textId="77777777" w:rsidR="00485A18" w:rsidRDefault="00485A18"/>
    <w:p w14:paraId="7BE5A222" w14:textId="77777777" w:rsidR="00485A18" w:rsidRDefault="00485A18"/>
    <w:p w14:paraId="4ECEDBE3" w14:textId="77777777" w:rsidR="00485A18" w:rsidRDefault="00485A18"/>
    <w:p w14:paraId="386E71C7" w14:textId="77777777" w:rsidR="00485A18" w:rsidRDefault="00485A18" w:rsidP="00485A18">
      <w:pPr>
        <w:rPr>
          <w:rFonts w:eastAsiaTheme="majorEastAsia" w:cstheme="minorHAnsi"/>
          <w:color w:val="2F5496" w:themeColor="accent1" w:themeShade="BF"/>
          <w:sz w:val="32"/>
          <w:szCs w:val="32"/>
        </w:rPr>
      </w:pPr>
      <w:r>
        <w:br w:type="page"/>
      </w:r>
    </w:p>
    <w:p w14:paraId="554419C4" w14:textId="315980FF" w:rsidR="00370222" w:rsidRDefault="00370222" w:rsidP="00370222">
      <w:pPr>
        <w:pStyle w:val="Heading1"/>
      </w:pPr>
      <w:r w:rsidRPr="008303F6">
        <w:lastRenderedPageBreak/>
        <w:t xml:space="preserve">Class Task </w:t>
      </w:r>
      <w:r>
        <w:t>2</w:t>
      </w:r>
      <w:r w:rsidRPr="008303F6">
        <w:t xml:space="preserve"> – </w:t>
      </w:r>
      <w:r w:rsidR="00485A18">
        <w:t>Backups</w:t>
      </w:r>
    </w:p>
    <w:p w14:paraId="1142863F" w14:textId="77777777" w:rsidR="00EB5C9E" w:rsidRPr="00EB5C9E" w:rsidRDefault="00EB5C9E" w:rsidP="00EB5C9E"/>
    <w:p w14:paraId="0B55CE42" w14:textId="4A2F8AE2" w:rsidR="005E425F" w:rsidRPr="009B2220" w:rsidRDefault="005E425F" w:rsidP="005E425F">
      <w:pPr>
        <w:pStyle w:val="Heading2"/>
      </w:pPr>
      <w:r w:rsidRPr="009B2220">
        <w:t xml:space="preserve">Question </w:t>
      </w:r>
      <w:r>
        <w:t>2.1</w:t>
      </w:r>
    </w:p>
    <w:p w14:paraId="75D66090" w14:textId="77777777" w:rsidR="005E425F" w:rsidRPr="009B2220" w:rsidRDefault="005E425F" w:rsidP="005E425F"/>
    <w:p w14:paraId="3C43630F" w14:textId="77777777" w:rsidR="005E425F" w:rsidRPr="009B2220" w:rsidRDefault="005E425F" w:rsidP="005E425F">
      <w:r>
        <w:t>What is data redundancy</w:t>
      </w:r>
      <w:r w:rsidRPr="009B2220">
        <w:t>? (</w:t>
      </w:r>
      <w:r>
        <w:rPr>
          <w:b/>
          <w:bCs/>
          <w:i/>
          <w:iCs/>
        </w:rPr>
        <w:t>1</w:t>
      </w:r>
      <w:r w:rsidRPr="009B2220">
        <w:rPr>
          <w:b/>
          <w:bCs/>
          <w:i/>
          <w:iCs/>
        </w:rPr>
        <w:t xml:space="preserve"> mark</w:t>
      </w:r>
      <w:r w:rsidRPr="009B2220">
        <w:t>)</w:t>
      </w:r>
    </w:p>
    <w:p w14:paraId="003BFBE9" w14:textId="77777777" w:rsidR="005E425F" w:rsidRPr="009B2220" w:rsidRDefault="005E425F" w:rsidP="005E425F">
      <w:r w:rsidRPr="009B2220">
        <w:rPr>
          <w:noProof/>
        </w:rPr>
        <mc:AlternateContent>
          <mc:Choice Requires="wps">
            <w:drawing>
              <wp:anchor distT="0" distB="0" distL="114300" distR="114300" simplePos="0" relativeHeight="251689984" behindDoc="0" locked="0" layoutInCell="1" allowOverlap="1" wp14:anchorId="76670342" wp14:editId="68F4EFB6">
                <wp:simplePos x="0" y="0"/>
                <wp:positionH relativeFrom="column">
                  <wp:posOffset>-300710</wp:posOffset>
                </wp:positionH>
                <wp:positionV relativeFrom="paragraph">
                  <wp:posOffset>66244</wp:posOffset>
                </wp:positionV>
                <wp:extent cx="6064509" cy="755104"/>
                <wp:effectExtent l="19050" t="19050" r="12700" b="26035"/>
                <wp:wrapNone/>
                <wp:docPr id="2033855537" name="Rectangle: Rounded Corners 1"/>
                <wp:cNvGraphicFramePr/>
                <a:graphic xmlns:a="http://schemas.openxmlformats.org/drawingml/2006/main">
                  <a:graphicData uri="http://schemas.microsoft.com/office/word/2010/wordprocessingShape">
                    <wps:wsp>
                      <wps:cNvSpPr/>
                      <wps:spPr>
                        <a:xfrm>
                          <a:off x="0" y="0"/>
                          <a:ext cx="6064509" cy="755104"/>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4E5A9B6" id="Rectangle: Rounded Corners 1" o:spid="_x0000_s1026" style="position:absolute;margin-left:-23.7pt;margin-top:5.2pt;width:477.5pt;height:59.4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" filled="f" strokecolor="windowText" strokeweight="2.25pt">
                <v:stroke joinstyle="miter"/>
              </v:roundrect>
            </w:pict>
          </mc:Fallback>
        </mc:AlternateContent>
      </w:r>
    </w:p>
    <w:p w14:paraId="183BDBBC" w14:textId="77777777" w:rsidR="005E425F" w:rsidRDefault="005E425F" w:rsidP="005E425F">
      <w:r>
        <w:t>It is where (an organisation has) two or more copies of the data / more than one copy of the data.</w:t>
      </w:r>
    </w:p>
    <w:p w14:paraId="4B6976B7" w14:textId="77777777" w:rsidR="005E425F" w:rsidRDefault="005E425F" w:rsidP="005E425F"/>
    <w:p w14:paraId="27FC3443" w14:textId="77777777" w:rsidR="005E425F" w:rsidRDefault="005E425F" w:rsidP="005E425F"/>
    <w:p w14:paraId="116DBBF8" w14:textId="77777777" w:rsidR="005E425F" w:rsidRDefault="005E425F" w:rsidP="005E425F"/>
    <w:p w14:paraId="39D0D377" w14:textId="77777777" w:rsidR="005E425F" w:rsidRPr="00143F99" w:rsidRDefault="005E425F" w:rsidP="005E425F">
      <w:pPr>
        <w:rPr>
          <w:rFonts w:eastAsiaTheme="majorEastAsia" w:cstheme="minorHAnsi"/>
          <w:color w:val="2F5496" w:themeColor="accent1" w:themeShade="BF"/>
          <w:sz w:val="32"/>
          <w:szCs w:val="32"/>
        </w:rPr>
      </w:pPr>
    </w:p>
    <w:p w14:paraId="1B4D42D1" w14:textId="627DD1C9" w:rsidR="005E425F" w:rsidRPr="009B2220" w:rsidRDefault="005E425F" w:rsidP="005E425F">
      <w:pPr>
        <w:pStyle w:val="Heading2"/>
      </w:pPr>
      <w:r w:rsidRPr="009B2220">
        <w:t xml:space="preserve">Question </w:t>
      </w:r>
      <w:r>
        <w:t>2.2</w:t>
      </w:r>
    </w:p>
    <w:p w14:paraId="7E090372" w14:textId="77777777" w:rsidR="005E425F" w:rsidRPr="009B2220" w:rsidRDefault="005E425F" w:rsidP="005E425F"/>
    <w:p w14:paraId="3AD61D1B" w14:textId="77777777" w:rsidR="005E425F" w:rsidRPr="009B2220" w:rsidRDefault="005E425F" w:rsidP="005E425F">
      <w:r>
        <w:t>What are the drawbacks of maintaining data redundancy? (</w:t>
      </w:r>
      <w:r w:rsidRPr="00E52C56">
        <w:rPr>
          <w:b/>
          <w:bCs/>
        </w:rPr>
        <w:t>3 marks</w:t>
      </w:r>
      <w:r>
        <w:t>)</w:t>
      </w:r>
    </w:p>
    <w:p w14:paraId="432775D7" w14:textId="77777777" w:rsidR="005E425F" w:rsidRPr="009B2220" w:rsidRDefault="005E425F" w:rsidP="005E425F">
      <w:r w:rsidRPr="009B2220">
        <w:rPr>
          <w:noProof/>
        </w:rPr>
        <mc:AlternateContent>
          <mc:Choice Requires="wps">
            <w:drawing>
              <wp:anchor distT="0" distB="0" distL="114300" distR="114300" simplePos="0" relativeHeight="251691008" behindDoc="0" locked="0" layoutInCell="1" allowOverlap="1" wp14:anchorId="179D1953" wp14:editId="00E13077">
                <wp:simplePos x="0" y="0"/>
                <wp:positionH relativeFrom="column">
                  <wp:posOffset>-300710</wp:posOffset>
                </wp:positionH>
                <wp:positionV relativeFrom="paragraph">
                  <wp:posOffset>66012</wp:posOffset>
                </wp:positionV>
                <wp:extent cx="6064509" cy="1882677"/>
                <wp:effectExtent l="19050" t="19050" r="12700" b="22860"/>
                <wp:wrapNone/>
                <wp:docPr id="1183727841" name="Rectangle: Rounded Corners 1"/>
                <wp:cNvGraphicFramePr/>
                <a:graphic xmlns:a="http://schemas.openxmlformats.org/drawingml/2006/main">
                  <a:graphicData uri="http://schemas.microsoft.com/office/word/2010/wordprocessingShape">
                    <wps:wsp>
                      <wps:cNvSpPr/>
                      <wps:spPr>
                        <a:xfrm>
                          <a:off x="0" y="0"/>
                          <a:ext cx="6064509" cy="1882677"/>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4289AB4" id="Rectangle: Rounded Corners 1" o:spid="_x0000_s1026" style="position:absolute;margin-left:-23.7pt;margin-top:5.2pt;width:477.5pt;height:148.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" filled="f" strokecolor="windowText" strokeweight="2.25pt">
                <v:stroke joinstyle="miter"/>
              </v:roundrect>
            </w:pict>
          </mc:Fallback>
        </mc:AlternateContent>
      </w:r>
    </w:p>
    <w:p w14:paraId="5BE09B8F" w14:textId="77777777" w:rsidR="005E425F" w:rsidRDefault="005E425F" w:rsidP="005E425F">
      <w:r>
        <w:t>Extra storage is required (which will cost money) (1)</w:t>
      </w:r>
    </w:p>
    <w:p w14:paraId="52BCB0B6" w14:textId="77777777" w:rsidR="005E425F" w:rsidRDefault="005E425F" w:rsidP="005E425F">
      <w:r>
        <w:t>There might be different versions of data in different locations (1)</w:t>
      </w:r>
    </w:p>
    <w:p w14:paraId="2BD4284F" w14:textId="77777777" w:rsidR="005E425F" w:rsidRDefault="005E425F" w:rsidP="005E425F">
      <w:r>
        <w:t>The redundant data might be out of synch (1)</w:t>
      </w:r>
    </w:p>
    <w:p w14:paraId="051B31A6" w14:textId="77777777" w:rsidR="005E425F" w:rsidRPr="009B2220" w:rsidRDefault="005E425F" w:rsidP="005E425F">
      <w:r>
        <w:t>It will be difficult to know which version is the correct version (1)</w:t>
      </w:r>
    </w:p>
    <w:p w14:paraId="7F4C63B3" w14:textId="77777777" w:rsidR="005E425F" w:rsidRPr="009B2220" w:rsidRDefault="005E425F" w:rsidP="005E425F">
      <w:r>
        <w:t>If the redundant version are out of date it will be difficult to check data accuracy</w:t>
      </w:r>
    </w:p>
    <w:p w14:paraId="3099C549" w14:textId="77777777" w:rsidR="005E425F" w:rsidRPr="009B2220" w:rsidRDefault="005E425F" w:rsidP="005E425F"/>
    <w:p w14:paraId="163253B8" w14:textId="77777777" w:rsidR="005E425F" w:rsidRPr="009B2220" w:rsidRDefault="005E425F" w:rsidP="005E425F"/>
    <w:p w14:paraId="23C27749" w14:textId="77777777" w:rsidR="005E425F" w:rsidRPr="009B2220" w:rsidRDefault="005E425F" w:rsidP="005E425F">
      <w:pPr>
        <w:rPr>
          <w:rFonts w:eastAsiaTheme="majorEastAsia" w:cstheme="majorBidi"/>
          <w:color w:val="2F5496" w:themeColor="accent1" w:themeShade="BF"/>
          <w:sz w:val="26"/>
          <w:szCs w:val="26"/>
        </w:rPr>
      </w:pPr>
      <w:r w:rsidRPr="009B2220">
        <w:br w:type="page"/>
      </w:r>
    </w:p>
    <w:p w14:paraId="4EA7616A" w14:textId="2910C25E" w:rsidR="005E425F" w:rsidRPr="00860609" w:rsidRDefault="005E425F" w:rsidP="005E425F">
      <w:pPr>
        <w:pStyle w:val="Heading2"/>
      </w:pPr>
      <w:r w:rsidRPr="00860609">
        <w:lastRenderedPageBreak/>
        <w:t xml:space="preserve">Question </w:t>
      </w:r>
      <w:r>
        <w:t>2.3</w:t>
      </w:r>
    </w:p>
    <w:p w14:paraId="104E8CC4" w14:textId="5072D164" w:rsidR="005E425F" w:rsidRPr="00A70F28" w:rsidRDefault="005E425F" w:rsidP="005E425F">
      <w:pPr>
        <w:pStyle w:val="Heading2"/>
        <w:rPr>
          <w:lang w:val="fr-FR"/>
        </w:rPr>
      </w:pPr>
      <w:r w:rsidRPr="00A70F28">
        <w:rPr>
          <w:lang w:val="fr-FR"/>
        </w:rPr>
        <w:t>Question 2.4</w:t>
      </w:r>
    </w:p>
    <w:p w14:paraId="3ECDA59D" w14:textId="77010DA0" w:rsidR="005E425F" w:rsidRPr="00A70F28" w:rsidRDefault="005E425F" w:rsidP="005E425F">
      <w:pPr>
        <w:pStyle w:val="Heading2"/>
        <w:rPr>
          <w:lang w:val="fr-FR"/>
        </w:rPr>
      </w:pPr>
      <w:r w:rsidRPr="00A70F28">
        <w:rPr>
          <w:lang w:val="fr-FR"/>
        </w:rPr>
        <w:t>Question 2.5</w:t>
      </w:r>
    </w:p>
    <w:p w14:paraId="0E235C8A" w14:textId="7711E574" w:rsidR="005E425F" w:rsidRPr="00A70F28" w:rsidRDefault="005E425F" w:rsidP="005E425F">
      <w:pPr>
        <w:pStyle w:val="Heading2"/>
        <w:rPr>
          <w:lang w:val="fr-FR"/>
        </w:rPr>
      </w:pPr>
      <w:r w:rsidRPr="00A70F28">
        <w:rPr>
          <w:lang w:val="fr-FR"/>
        </w:rPr>
        <w:t>Question 2.6</w:t>
      </w:r>
    </w:p>
    <w:p w14:paraId="33F67636" w14:textId="3AE13225" w:rsidR="005E425F" w:rsidRPr="00A70F28" w:rsidRDefault="005E425F" w:rsidP="005E425F">
      <w:pPr>
        <w:pStyle w:val="Heading2"/>
        <w:rPr>
          <w:lang w:val="fr-FR"/>
        </w:rPr>
      </w:pPr>
      <w:r w:rsidRPr="00A70F28">
        <w:rPr>
          <w:lang w:val="fr-FR"/>
        </w:rPr>
        <w:t>Question 2.7</w:t>
      </w:r>
    </w:p>
    <w:p w14:paraId="22083D41" w14:textId="1DA065E0" w:rsidR="005E425F" w:rsidRPr="00A70F28" w:rsidRDefault="005E425F" w:rsidP="005E425F">
      <w:pPr>
        <w:pStyle w:val="Heading2"/>
        <w:rPr>
          <w:lang w:val="fr-FR"/>
        </w:rPr>
      </w:pPr>
      <w:r w:rsidRPr="00A70F28">
        <w:rPr>
          <w:lang w:val="fr-FR"/>
        </w:rPr>
        <w:t>Question 2.8</w:t>
      </w:r>
    </w:p>
    <w:p w14:paraId="5BAA09B0" w14:textId="2D922A53" w:rsidR="005E425F" w:rsidRPr="00A70F28" w:rsidRDefault="005E425F" w:rsidP="005E425F">
      <w:pPr>
        <w:pStyle w:val="Heading2"/>
        <w:rPr>
          <w:lang w:val="fr-FR"/>
        </w:rPr>
      </w:pPr>
      <w:r w:rsidRPr="00A70F28">
        <w:rPr>
          <w:lang w:val="fr-FR"/>
        </w:rPr>
        <w:t>Question 2.9</w:t>
      </w:r>
    </w:p>
    <w:p w14:paraId="49DB6BAF" w14:textId="3990515F" w:rsidR="005E425F" w:rsidRPr="00A70F28" w:rsidRDefault="005E425F" w:rsidP="005E425F">
      <w:pPr>
        <w:pStyle w:val="Heading2"/>
        <w:rPr>
          <w:lang w:val="fr-FR"/>
        </w:rPr>
      </w:pPr>
      <w:r w:rsidRPr="00A70F28">
        <w:rPr>
          <w:lang w:val="fr-FR"/>
        </w:rPr>
        <w:t>Question 2.10</w:t>
      </w:r>
    </w:p>
    <w:p w14:paraId="2E806059" w14:textId="24329DD0" w:rsidR="005E425F" w:rsidRPr="00A70F28" w:rsidRDefault="005E425F" w:rsidP="005E425F">
      <w:pPr>
        <w:pStyle w:val="Heading2"/>
        <w:rPr>
          <w:lang w:val="fr-FR"/>
        </w:rPr>
      </w:pPr>
      <w:r w:rsidRPr="00A70F28">
        <w:rPr>
          <w:lang w:val="fr-FR"/>
        </w:rPr>
        <w:t>Question 2.11</w:t>
      </w:r>
    </w:p>
    <w:p w14:paraId="1A4F5255" w14:textId="4FC6C656" w:rsidR="005E425F" w:rsidRPr="00A70F28" w:rsidRDefault="005E425F" w:rsidP="005E425F">
      <w:pPr>
        <w:pStyle w:val="Heading2"/>
        <w:rPr>
          <w:lang w:val="fr-FR"/>
        </w:rPr>
      </w:pPr>
      <w:r w:rsidRPr="00A70F28">
        <w:rPr>
          <w:lang w:val="fr-FR"/>
        </w:rPr>
        <w:t>Question 2.12</w:t>
      </w:r>
    </w:p>
    <w:p w14:paraId="673D4307" w14:textId="4D2C9161" w:rsidR="005E425F" w:rsidRPr="00A70F28" w:rsidRDefault="005E425F" w:rsidP="005E425F">
      <w:pPr>
        <w:pStyle w:val="Heading2"/>
        <w:rPr>
          <w:lang w:val="fr-FR"/>
        </w:rPr>
      </w:pPr>
      <w:r w:rsidRPr="00A70F28">
        <w:rPr>
          <w:lang w:val="fr-FR"/>
        </w:rPr>
        <w:t>Question 2.13</w:t>
      </w:r>
    </w:p>
    <w:p w14:paraId="28681EE7" w14:textId="112BF447" w:rsidR="005E425F" w:rsidRPr="00D96CAA" w:rsidRDefault="005E425F" w:rsidP="005E425F">
      <w:pPr>
        <w:pStyle w:val="Heading2"/>
      </w:pPr>
      <w:r w:rsidRPr="00D96CAA">
        <w:t xml:space="preserve">Question </w:t>
      </w:r>
      <w:r>
        <w:t>2.14</w:t>
      </w:r>
    </w:p>
    <w:p w14:paraId="486FC77D" w14:textId="36F74F89" w:rsidR="005E425F" w:rsidRDefault="005E425F" w:rsidP="005E425F">
      <w:pPr>
        <w:pStyle w:val="Heading2"/>
      </w:pPr>
      <w:r w:rsidRPr="006B02D8">
        <w:t xml:space="preserve">Question </w:t>
      </w:r>
      <w:r>
        <w:t>2.15</w:t>
      </w:r>
    </w:p>
    <w:p w14:paraId="2E10AED7" w14:textId="1BE842DA" w:rsidR="005E425F" w:rsidRPr="00341846" w:rsidRDefault="005E425F" w:rsidP="005E425F">
      <w:pPr>
        <w:pStyle w:val="Heading2"/>
      </w:pPr>
      <w:r w:rsidRPr="00341846">
        <w:t xml:space="preserve">Question </w:t>
      </w:r>
      <w:r>
        <w:t>2.1</w:t>
      </w:r>
      <w:r w:rsidR="009B6E94">
        <w:t>6</w:t>
      </w:r>
    </w:p>
    <w:p w14:paraId="6DFBD743" w14:textId="77777777" w:rsidR="005E425F" w:rsidRDefault="005E425F" w:rsidP="005E425F">
      <w:pPr>
        <w:pStyle w:val="Heading2"/>
        <w:rPr>
          <w:rFonts w:cstheme="minorHAnsi"/>
          <w:sz w:val="32"/>
          <w:szCs w:val="32"/>
        </w:rPr>
      </w:pPr>
      <w:r>
        <w:br w:type="page"/>
      </w:r>
    </w:p>
    <w:p w14:paraId="2D2EFE3B" w14:textId="1256B21F" w:rsidR="00370222" w:rsidRPr="008303F6" w:rsidRDefault="00370222" w:rsidP="00370222">
      <w:pPr>
        <w:pStyle w:val="Heading1"/>
      </w:pPr>
      <w:r w:rsidRPr="008303F6">
        <w:lastRenderedPageBreak/>
        <w:t xml:space="preserve">Class Task </w:t>
      </w:r>
      <w:r>
        <w:t>3</w:t>
      </w:r>
      <w:r w:rsidRPr="008303F6">
        <w:t xml:space="preserve"> – </w:t>
      </w:r>
      <w:r w:rsidR="00485A18">
        <w:t>Passwords and MFA</w:t>
      </w:r>
    </w:p>
    <w:p w14:paraId="7EDBE4B0" w14:textId="77777777" w:rsidR="00370222" w:rsidRPr="008303F6" w:rsidRDefault="00370222" w:rsidP="00370222"/>
    <w:p w14:paraId="03AC67DD" w14:textId="77777777" w:rsidR="00485A18" w:rsidRDefault="00485A18" w:rsidP="00485A18"/>
    <w:p w14:paraId="08194C80" w14:textId="77777777" w:rsidR="00485A18" w:rsidRPr="0077420A" w:rsidRDefault="00485A18" w:rsidP="00485A18">
      <w:pPr>
        <w:pStyle w:val="Heading2"/>
      </w:pPr>
      <w:r w:rsidRPr="0077420A">
        <w:t xml:space="preserve">Question 3.1 </w:t>
      </w:r>
    </w:p>
    <w:p w14:paraId="24D3B5E7" w14:textId="3BD8AF3E" w:rsidR="00485A18" w:rsidRPr="00A70F28" w:rsidRDefault="00485A18" w:rsidP="00485A18">
      <w:pPr>
        <w:pStyle w:val="Heading2"/>
        <w:rPr>
          <w:lang w:val="fr-FR"/>
        </w:rPr>
      </w:pPr>
      <w:r w:rsidRPr="00A70F28">
        <w:rPr>
          <w:lang w:val="fr-FR"/>
        </w:rPr>
        <w:t>Question 3.</w:t>
      </w:r>
      <w:r w:rsidR="005E425F" w:rsidRPr="00A70F28">
        <w:rPr>
          <w:lang w:val="fr-FR"/>
        </w:rPr>
        <w:t>2</w:t>
      </w:r>
    </w:p>
    <w:p w14:paraId="788E411C" w14:textId="685A8EE2" w:rsidR="00485A18" w:rsidRPr="00A70F28" w:rsidRDefault="00485A18" w:rsidP="00485A18">
      <w:pPr>
        <w:pStyle w:val="Heading2"/>
        <w:rPr>
          <w:lang w:val="fr-FR"/>
        </w:rPr>
      </w:pPr>
      <w:r w:rsidRPr="00A70F28">
        <w:rPr>
          <w:lang w:val="fr-FR"/>
        </w:rPr>
        <w:t>Question 3.</w:t>
      </w:r>
      <w:r w:rsidR="005E425F" w:rsidRPr="00A70F28">
        <w:rPr>
          <w:lang w:val="fr-FR"/>
        </w:rPr>
        <w:t>3</w:t>
      </w:r>
    </w:p>
    <w:p w14:paraId="217FDF81" w14:textId="225EDBCC" w:rsidR="005E425F" w:rsidRPr="00A70F28" w:rsidRDefault="005E425F" w:rsidP="005E425F">
      <w:pPr>
        <w:pStyle w:val="Heading2"/>
        <w:rPr>
          <w:lang w:val="fr-FR"/>
        </w:rPr>
      </w:pPr>
      <w:r w:rsidRPr="00A70F28">
        <w:rPr>
          <w:lang w:val="fr-FR"/>
        </w:rPr>
        <w:t>Question 3.4</w:t>
      </w:r>
    </w:p>
    <w:p w14:paraId="4358A79A" w14:textId="5F39257B" w:rsidR="00485A18" w:rsidRPr="00A70F28" w:rsidRDefault="00485A18" w:rsidP="00485A18">
      <w:pPr>
        <w:pStyle w:val="Heading2"/>
        <w:rPr>
          <w:lang w:val="fr-FR"/>
        </w:rPr>
      </w:pPr>
      <w:r w:rsidRPr="00A70F28">
        <w:rPr>
          <w:lang w:val="fr-FR"/>
        </w:rPr>
        <w:t>Question 3.</w:t>
      </w:r>
      <w:r w:rsidR="005E425F" w:rsidRPr="00A70F28">
        <w:rPr>
          <w:lang w:val="fr-FR"/>
        </w:rPr>
        <w:t>5</w:t>
      </w:r>
    </w:p>
    <w:p w14:paraId="6BA2BA8D" w14:textId="4863F42F" w:rsidR="005E425F" w:rsidRPr="00A70F28" w:rsidRDefault="005E425F" w:rsidP="005E425F">
      <w:pPr>
        <w:pStyle w:val="Heading2"/>
        <w:rPr>
          <w:lang w:val="fr-FR"/>
        </w:rPr>
      </w:pPr>
      <w:r w:rsidRPr="00A70F28">
        <w:rPr>
          <w:lang w:val="fr-FR"/>
        </w:rPr>
        <w:t>Question 3.6</w:t>
      </w:r>
    </w:p>
    <w:p w14:paraId="6EC85A96" w14:textId="166FF506" w:rsidR="005E425F" w:rsidRPr="0077420A" w:rsidRDefault="005E425F" w:rsidP="005E425F">
      <w:pPr>
        <w:pStyle w:val="Heading2"/>
      </w:pPr>
      <w:r w:rsidRPr="0077420A">
        <w:t>Question 3.</w:t>
      </w:r>
      <w:r>
        <w:t>7</w:t>
      </w:r>
    </w:p>
    <w:p w14:paraId="24C6E2EA" w14:textId="512F6DD7" w:rsidR="005E425F" w:rsidRPr="0077420A" w:rsidRDefault="005E425F" w:rsidP="005E425F">
      <w:pPr>
        <w:pStyle w:val="Heading2"/>
      </w:pPr>
      <w:r w:rsidRPr="0077420A">
        <w:t>Question 3.</w:t>
      </w:r>
      <w:r>
        <w:t>8</w:t>
      </w:r>
    </w:p>
    <w:p w14:paraId="32471027" w14:textId="03CA3129" w:rsidR="005E425F" w:rsidRPr="0077420A" w:rsidRDefault="005E425F" w:rsidP="005E425F">
      <w:pPr>
        <w:pStyle w:val="Heading2"/>
      </w:pPr>
      <w:r w:rsidRPr="0077420A">
        <w:t>Question 3.</w:t>
      </w:r>
      <w:r>
        <w:t>9</w:t>
      </w:r>
    </w:p>
    <w:p w14:paraId="110BC05E" w14:textId="77777777" w:rsidR="00A70F28" w:rsidRDefault="00A70F28">
      <w:pPr>
        <w:rPr>
          <w:rFonts w:eastAsiaTheme="majorEastAsia" w:cstheme="minorHAnsi"/>
          <w:color w:val="2F5496" w:themeColor="accent1" w:themeShade="BF"/>
          <w:sz w:val="32"/>
          <w:szCs w:val="32"/>
        </w:rPr>
      </w:pPr>
      <w:r>
        <w:br w:type="page"/>
      </w:r>
    </w:p>
    <w:p w14:paraId="68765E07" w14:textId="29893D92" w:rsidR="00F5258F" w:rsidRDefault="00F5258F" w:rsidP="00F5258F">
      <w:pPr>
        <w:pStyle w:val="Heading1"/>
      </w:pPr>
      <w:r w:rsidRPr="008303F6">
        <w:lastRenderedPageBreak/>
        <w:t xml:space="preserve">Class Task </w:t>
      </w:r>
      <w:r>
        <w:t>4</w:t>
      </w:r>
      <w:r w:rsidRPr="008303F6">
        <w:t xml:space="preserve"> – </w:t>
      </w:r>
      <w:r w:rsidR="00485A18">
        <w:t>Biometrics</w:t>
      </w:r>
    </w:p>
    <w:p w14:paraId="496CE458" w14:textId="77777777" w:rsidR="00485A18" w:rsidRPr="00485A18" w:rsidRDefault="00485A18" w:rsidP="00485A18"/>
    <w:p w14:paraId="1A8F4799" w14:textId="7A4840BF" w:rsidR="00485A18" w:rsidRPr="0077420A" w:rsidRDefault="00485A18" w:rsidP="00485A18">
      <w:pPr>
        <w:pStyle w:val="Heading2"/>
      </w:pPr>
      <w:r w:rsidRPr="0077420A">
        <w:t xml:space="preserve">Question </w:t>
      </w:r>
      <w:r w:rsidR="005E425F">
        <w:t>4.1</w:t>
      </w:r>
    </w:p>
    <w:p w14:paraId="292B4846" w14:textId="62A89FF9" w:rsidR="00485A18" w:rsidRPr="0077420A" w:rsidRDefault="00485A18" w:rsidP="00485A18">
      <w:pPr>
        <w:pStyle w:val="Heading2"/>
      </w:pPr>
      <w:r w:rsidRPr="0077420A">
        <w:t xml:space="preserve">Question </w:t>
      </w:r>
      <w:r w:rsidR="005E425F">
        <w:t>4.2</w:t>
      </w:r>
    </w:p>
    <w:p w14:paraId="2CA49EAF" w14:textId="13B834B4" w:rsidR="005E425F" w:rsidRPr="0077420A" w:rsidRDefault="00A70F28" w:rsidP="005E425F">
      <w:pPr>
        <w:pStyle w:val="Heading2"/>
      </w:pPr>
      <w:r>
        <w:t>Q</w:t>
      </w:r>
      <w:r w:rsidR="005E425F" w:rsidRPr="0077420A">
        <w:t xml:space="preserve">uestion </w:t>
      </w:r>
      <w:r w:rsidR="005E425F">
        <w:t>4.3</w:t>
      </w:r>
    </w:p>
    <w:p w14:paraId="081272AB" w14:textId="77777777" w:rsidR="00A70F28" w:rsidRDefault="00A70F28">
      <w:pPr>
        <w:rPr>
          <w:rFonts w:eastAsiaTheme="majorEastAsia" w:cstheme="minorHAnsi"/>
          <w:color w:val="2F5496" w:themeColor="accent1" w:themeShade="BF"/>
          <w:sz w:val="32"/>
          <w:szCs w:val="32"/>
        </w:rPr>
      </w:pPr>
      <w:r>
        <w:br w:type="page"/>
      </w:r>
    </w:p>
    <w:p w14:paraId="4E6CA14F" w14:textId="51C184DA" w:rsidR="00485A18" w:rsidRDefault="00485A18" w:rsidP="00485A18">
      <w:pPr>
        <w:pStyle w:val="Heading1"/>
      </w:pPr>
      <w:r w:rsidRPr="008303F6">
        <w:lastRenderedPageBreak/>
        <w:t xml:space="preserve">Class Task </w:t>
      </w:r>
      <w:r>
        <w:t>5</w:t>
      </w:r>
      <w:r w:rsidRPr="008303F6">
        <w:t xml:space="preserve"> – </w:t>
      </w:r>
      <w:r>
        <w:t>Physical Access</w:t>
      </w:r>
    </w:p>
    <w:p w14:paraId="14622617" w14:textId="77777777" w:rsidR="00485A18" w:rsidRDefault="00485A18"/>
    <w:p w14:paraId="145C0704" w14:textId="77777777" w:rsidR="00485A18" w:rsidRPr="0077420A" w:rsidRDefault="00485A18" w:rsidP="00485A18"/>
    <w:p w14:paraId="2985E2F2" w14:textId="67A0E3B5" w:rsidR="00485A18" w:rsidRPr="0077420A" w:rsidRDefault="00485A18" w:rsidP="00485A18">
      <w:pPr>
        <w:pStyle w:val="Heading2"/>
      </w:pPr>
      <w:r w:rsidRPr="0077420A">
        <w:t xml:space="preserve">Question </w:t>
      </w:r>
      <w:r w:rsidR="005E425F">
        <w:t>5.1</w:t>
      </w:r>
    </w:p>
    <w:p w14:paraId="3A9D2D5B" w14:textId="56D2DF42" w:rsidR="007336D9" w:rsidRPr="0077420A" w:rsidRDefault="007336D9" w:rsidP="007336D9">
      <w:pPr>
        <w:pStyle w:val="Heading2"/>
      </w:pPr>
      <w:r w:rsidRPr="0077420A">
        <w:t xml:space="preserve">Question </w:t>
      </w:r>
      <w:r>
        <w:t>5.2</w:t>
      </w:r>
    </w:p>
    <w:p w14:paraId="42739425" w14:textId="2D09F829" w:rsidR="007336D9" w:rsidRPr="0077420A" w:rsidRDefault="00A70F28" w:rsidP="007336D9">
      <w:pPr>
        <w:pStyle w:val="Heading2"/>
      </w:pPr>
      <w:r>
        <w:t>Q</w:t>
      </w:r>
      <w:r w:rsidR="007336D9" w:rsidRPr="0077420A">
        <w:t xml:space="preserve">uestion </w:t>
      </w:r>
      <w:r w:rsidR="007336D9">
        <w:t>5.3</w:t>
      </w:r>
    </w:p>
    <w:p w14:paraId="2274D552" w14:textId="77777777" w:rsidR="00A70F28" w:rsidRDefault="00A70F28">
      <w:pPr>
        <w:rPr>
          <w:rFonts w:eastAsiaTheme="majorEastAsia" w:cstheme="minorHAnsi"/>
          <w:color w:val="2F5496" w:themeColor="accent1" w:themeShade="BF"/>
          <w:sz w:val="32"/>
          <w:szCs w:val="32"/>
        </w:rPr>
      </w:pPr>
      <w:r>
        <w:br w:type="page"/>
      </w:r>
    </w:p>
    <w:p w14:paraId="7676E91C" w14:textId="583C7582" w:rsidR="00485A18" w:rsidRDefault="00485A18" w:rsidP="00485A18">
      <w:pPr>
        <w:pStyle w:val="Heading1"/>
      </w:pPr>
      <w:r w:rsidRPr="008303F6">
        <w:lastRenderedPageBreak/>
        <w:t xml:space="preserve">Class Task </w:t>
      </w:r>
      <w:r>
        <w:t>6</w:t>
      </w:r>
      <w:r w:rsidRPr="008303F6">
        <w:t xml:space="preserve"> </w:t>
      </w:r>
      <w:r>
        <w:t>– Digital Certificates</w:t>
      </w:r>
    </w:p>
    <w:p w14:paraId="47E04C23" w14:textId="77777777" w:rsidR="007336D9" w:rsidRDefault="007336D9" w:rsidP="000D6A6E">
      <w:pPr>
        <w:rPr>
          <w:rFonts w:eastAsiaTheme="majorEastAsia" w:cstheme="majorBidi"/>
          <w:b/>
          <w:bCs/>
          <w:color w:val="2F5496" w:themeColor="accent1" w:themeShade="BF"/>
          <w:sz w:val="26"/>
          <w:szCs w:val="26"/>
        </w:rPr>
      </w:pPr>
    </w:p>
    <w:p w14:paraId="02D5A559" w14:textId="5A93EAD6" w:rsidR="007336D9" w:rsidRPr="0077420A" w:rsidRDefault="007336D9" w:rsidP="007336D9">
      <w:pPr>
        <w:pStyle w:val="Heading2"/>
      </w:pPr>
      <w:r w:rsidRPr="0077420A">
        <w:t xml:space="preserve">Question </w:t>
      </w:r>
      <w:r w:rsidR="00A230CA">
        <w:t>6</w:t>
      </w:r>
      <w:r>
        <w:t>.1</w:t>
      </w:r>
    </w:p>
    <w:p w14:paraId="5D15765A" w14:textId="0E0A357E" w:rsidR="007336D9" w:rsidRPr="0077420A" w:rsidRDefault="007336D9" w:rsidP="007336D9">
      <w:pPr>
        <w:pStyle w:val="Heading2"/>
      </w:pPr>
      <w:r w:rsidRPr="0077420A">
        <w:t xml:space="preserve">Question </w:t>
      </w:r>
      <w:r w:rsidR="00A230CA">
        <w:t>6</w:t>
      </w:r>
      <w:r>
        <w:t>.2</w:t>
      </w:r>
    </w:p>
    <w:p w14:paraId="1FAA38A3" w14:textId="54E2BF19" w:rsidR="00A230CA" w:rsidRPr="0077420A" w:rsidRDefault="00A70F28" w:rsidP="00A230CA">
      <w:pPr>
        <w:pStyle w:val="Heading2"/>
      </w:pPr>
      <w:r>
        <w:t>Q</w:t>
      </w:r>
      <w:r w:rsidR="00A230CA" w:rsidRPr="0077420A">
        <w:t xml:space="preserve">uestion </w:t>
      </w:r>
      <w:r w:rsidR="00A230CA">
        <w:t>6.3</w:t>
      </w:r>
    </w:p>
    <w:p w14:paraId="4ECCAADB" w14:textId="77777777" w:rsidR="00A70F28" w:rsidRDefault="00A70F28">
      <w:pPr>
        <w:rPr>
          <w:rFonts w:eastAsiaTheme="majorEastAsia" w:cstheme="minorHAnsi"/>
          <w:color w:val="2F5496" w:themeColor="accent1" w:themeShade="BF"/>
          <w:sz w:val="32"/>
          <w:szCs w:val="32"/>
        </w:rPr>
      </w:pPr>
      <w:r>
        <w:br w:type="page"/>
      </w:r>
    </w:p>
    <w:p w14:paraId="445940EB" w14:textId="45C26C97" w:rsidR="00544AFE" w:rsidRDefault="00546C95" w:rsidP="00546C95">
      <w:pPr>
        <w:pStyle w:val="Heading1"/>
      </w:pPr>
      <w:r w:rsidRPr="008303F6">
        <w:lastRenderedPageBreak/>
        <w:t>Exam Style Questions</w:t>
      </w:r>
    </w:p>
    <w:p w14:paraId="5A009A89" w14:textId="77777777" w:rsidR="00544AFE" w:rsidRDefault="00544AFE" w:rsidP="00544AFE"/>
    <w:p w14:paraId="3EA921C1" w14:textId="6BFECFBD" w:rsidR="000551E6" w:rsidRPr="0077420A" w:rsidRDefault="000551E6" w:rsidP="000551E6">
      <w:pPr>
        <w:pStyle w:val="Heading2"/>
      </w:pPr>
      <w:r w:rsidRPr="0077420A">
        <w:t xml:space="preserve">Question </w:t>
      </w:r>
      <w:r>
        <w:t>1</w:t>
      </w:r>
    </w:p>
    <w:p w14:paraId="7980AD25" w14:textId="77777777" w:rsidR="000551E6" w:rsidRPr="0077420A" w:rsidRDefault="000551E6" w:rsidP="000551E6"/>
    <w:p w14:paraId="587F61F2" w14:textId="77777777" w:rsidR="000551E6" w:rsidRPr="0077420A" w:rsidRDefault="000551E6" w:rsidP="000551E6">
      <w:r>
        <w:t>Explain what is meant by ‘</w:t>
      </w:r>
      <w:r w:rsidRPr="00D02A69">
        <w:rPr>
          <w:i/>
          <w:iCs/>
        </w:rPr>
        <w:t>authorisation</w:t>
      </w:r>
      <w:r>
        <w:t>’</w:t>
      </w:r>
      <w:r w:rsidRPr="0077420A">
        <w:t>? (</w:t>
      </w:r>
      <w:r w:rsidRPr="0077420A">
        <w:rPr>
          <w:b/>
          <w:bCs/>
          <w:i/>
          <w:iCs/>
        </w:rPr>
        <w:t>2 marks</w:t>
      </w:r>
      <w:r w:rsidRPr="0077420A">
        <w:t>)</w:t>
      </w:r>
    </w:p>
    <w:p w14:paraId="29DD6458" w14:textId="77777777" w:rsidR="000551E6" w:rsidRPr="0077420A" w:rsidRDefault="000551E6" w:rsidP="000551E6"/>
    <w:tbl>
      <w:tblPr>
        <w:tblStyle w:val="TableGrid"/>
        <w:tblW w:w="0" w:type="auto"/>
        <w:tblLook w:val="04A0" w:firstRow="1" w:lastRow="0" w:firstColumn="1" w:lastColumn="0" w:noHBand="0" w:noVBand="1"/>
      </w:tblPr>
      <w:tblGrid>
        <w:gridCol w:w="7508"/>
        <w:gridCol w:w="1508"/>
      </w:tblGrid>
      <w:tr w:rsidR="000551E6" w:rsidRPr="0077420A" w14:paraId="15A1E354" w14:textId="77777777" w:rsidTr="007F7844">
        <w:trPr>
          <w:trHeight w:val="570"/>
        </w:trPr>
        <w:tc>
          <w:tcPr>
            <w:tcW w:w="7508" w:type="dxa"/>
            <w:shd w:val="clear" w:color="auto" w:fill="BFBFBF" w:themeFill="background1" w:themeFillShade="BF"/>
          </w:tcPr>
          <w:p w14:paraId="2D5F5F3C" w14:textId="77777777" w:rsidR="000551E6" w:rsidRPr="0077420A" w:rsidRDefault="000551E6" w:rsidP="007F7844">
            <w:pPr>
              <w:rPr>
                <w:b/>
                <w:bCs/>
              </w:rPr>
            </w:pPr>
            <w:r w:rsidRPr="0077420A">
              <w:rPr>
                <w:b/>
                <w:bCs/>
              </w:rPr>
              <w:t>Answer</w:t>
            </w:r>
          </w:p>
        </w:tc>
        <w:tc>
          <w:tcPr>
            <w:tcW w:w="1508" w:type="dxa"/>
            <w:shd w:val="clear" w:color="auto" w:fill="BFBFBF" w:themeFill="background1" w:themeFillShade="BF"/>
          </w:tcPr>
          <w:p w14:paraId="3ED53D6A" w14:textId="77777777" w:rsidR="000551E6" w:rsidRPr="0077420A" w:rsidRDefault="000551E6" w:rsidP="007F7844">
            <w:pPr>
              <w:rPr>
                <w:b/>
                <w:bCs/>
              </w:rPr>
            </w:pPr>
            <w:r w:rsidRPr="0077420A">
              <w:rPr>
                <w:b/>
                <w:bCs/>
              </w:rPr>
              <w:t>Mark</w:t>
            </w:r>
          </w:p>
        </w:tc>
      </w:tr>
      <w:tr w:rsidR="000551E6" w:rsidRPr="0077420A" w14:paraId="7CD10245" w14:textId="77777777" w:rsidTr="007F7844">
        <w:trPr>
          <w:trHeight w:val="2290"/>
        </w:trPr>
        <w:tc>
          <w:tcPr>
            <w:tcW w:w="7508" w:type="dxa"/>
          </w:tcPr>
          <w:p w14:paraId="4D513BF7" w14:textId="6F34CF75" w:rsidR="001A101C" w:rsidRPr="00517D4C" w:rsidRDefault="001A101C" w:rsidP="001A101C">
            <w:pPr>
              <w:pStyle w:val="Default"/>
              <w:rPr>
                <w:rFonts w:ascii="Candara" w:hAnsi="Candara"/>
                <w:sz w:val="22"/>
                <w:szCs w:val="22"/>
              </w:rPr>
            </w:pPr>
            <w:r w:rsidRPr="00517D4C">
              <w:rPr>
                <w:rFonts w:ascii="Candara" w:hAnsi="Candara"/>
                <w:sz w:val="22"/>
                <w:szCs w:val="22"/>
              </w:rPr>
              <w:t xml:space="preserve">Award </w:t>
            </w:r>
            <w:r w:rsidRPr="00517D4C">
              <w:rPr>
                <w:rFonts w:ascii="Candara" w:hAnsi="Candara"/>
                <w:b/>
                <w:bCs/>
                <w:sz w:val="22"/>
                <w:szCs w:val="22"/>
              </w:rPr>
              <w:t>one</w:t>
            </w:r>
            <w:r w:rsidRPr="00517D4C">
              <w:rPr>
                <w:rFonts w:ascii="Candara" w:hAnsi="Candara"/>
                <w:sz w:val="22"/>
                <w:szCs w:val="22"/>
              </w:rPr>
              <w:t xml:space="preserve"> mark for identification and </w:t>
            </w:r>
            <w:r w:rsidRPr="00517D4C">
              <w:rPr>
                <w:rFonts w:ascii="Candara" w:hAnsi="Candara"/>
                <w:b/>
                <w:bCs/>
                <w:sz w:val="22"/>
                <w:szCs w:val="22"/>
              </w:rPr>
              <w:t>one</w:t>
            </w:r>
            <w:r w:rsidRPr="00517D4C">
              <w:rPr>
                <w:rFonts w:ascii="Candara" w:hAnsi="Candara"/>
                <w:sz w:val="22"/>
                <w:szCs w:val="22"/>
              </w:rPr>
              <w:t xml:space="preserve"> mark for an appropriate linked explanation/expansion up to a </w:t>
            </w:r>
            <w:r w:rsidRPr="00517D4C">
              <w:rPr>
                <w:rFonts w:ascii="Candara" w:hAnsi="Candara"/>
                <w:b/>
                <w:bCs/>
                <w:sz w:val="22"/>
                <w:szCs w:val="22"/>
              </w:rPr>
              <w:t xml:space="preserve">maximum of </w:t>
            </w:r>
            <w:r>
              <w:rPr>
                <w:rFonts w:ascii="Candara" w:hAnsi="Candara"/>
                <w:b/>
                <w:bCs/>
                <w:sz w:val="22"/>
                <w:szCs w:val="22"/>
              </w:rPr>
              <w:t>two</w:t>
            </w:r>
            <w:r w:rsidRPr="00517D4C">
              <w:rPr>
                <w:rFonts w:ascii="Candara" w:hAnsi="Candara"/>
                <w:b/>
                <w:bCs/>
                <w:sz w:val="22"/>
                <w:szCs w:val="22"/>
              </w:rPr>
              <w:t xml:space="preserve"> marks</w:t>
            </w:r>
            <w:r w:rsidRPr="00517D4C">
              <w:rPr>
                <w:rFonts w:ascii="Candara" w:hAnsi="Candara"/>
                <w:sz w:val="22"/>
                <w:szCs w:val="22"/>
              </w:rPr>
              <w:t xml:space="preserve">. </w:t>
            </w:r>
          </w:p>
          <w:p w14:paraId="113E29B5" w14:textId="77777777" w:rsidR="000551E6" w:rsidRPr="0077420A" w:rsidRDefault="000551E6" w:rsidP="007F7844"/>
          <w:p w14:paraId="18D2C904" w14:textId="77777777" w:rsidR="000551E6" w:rsidRPr="0077420A" w:rsidRDefault="000551E6" w:rsidP="007F7844">
            <w:r w:rsidRPr="0077420A">
              <w:t xml:space="preserve">The process that checks an authenticated user / follows a login procedure (1) that checks what a user is allowed to do / what permissions the user has (1) </w:t>
            </w:r>
          </w:p>
          <w:p w14:paraId="69766422" w14:textId="77777777" w:rsidR="000551E6" w:rsidRDefault="000551E6" w:rsidP="007F7844"/>
          <w:p w14:paraId="7DEC69B4" w14:textId="77777777" w:rsidR="000551E6" w:rsidRPr="0077420A" w:rsidRDefault="000551E6" w:rsidP="007F7844"/>
          <w:p w14:paraId="71A01A2B" w14:textId="77777777" w:rsidR="000551E6" w:rsidRPr="0077420A" w:rsidRDefault="000551E6" w:rsidP="007F7844">
            <w:r w:rsidRPr="0077420A">
              <w:t xml:space="preserve"> </w:t>
            </w:r>
          </w:p>
          <w:p w14:paraId="245062BF" w14:textId="618779E3" w:rsidR="000551E6" w:rsidRPr="0077420A" w:rsidRDefault="001A101C" w:rsidP="007F7844">
            <w:r w:rsidRPr="000C7E9B">
              <w:rPr>
                <w:b/>
                <w:bCs/>
              </w:rPr>
              <w:t>Accept any other appropriate/alternative response</w:t>
            </w:r>
            <w:r>
              <w:t xml:space="preserve"> </w:t>
            </w:r>
          </w:p>
        </w:tc>
        <w:tc>
          <w:tcPr>
            <w:tcW w:w="1508" w:type="dxa"/>
          </w:tcPr>
          <w:p w14:paraId="3AE8F87A" w14:textId="77777777" w:rsidR="000551E6" w:rsidRPr="0077420A" w:rsidRDefault="000551E6" w:rsidP="007F7844"/>
          <w:p w14:paraId="169137EA" w14:textId="77777777" w:rsidR="000551E6" w:rsidRPr="0077420A" w:rsidRDefault="000551E6" w:rsidP="007F7844"/>
          <w:p w14:paraId="5C1ACC72" w14:textId="77777777" w:rsidR="000551E6" w:rsidRPr="0077420A" w:rsidRDefault="000551E6" w:rsidP="007F7844"/>
          <w:p w14:paraId="0B221359" w14:textId="77777777" w:rsidR="000551E6" w:rsidRPr="0077420A" w:rsidRDefault="000551E6" w:rsidP="007F7844"/>
          <w:p w14:paraId="354D0052" w14:textId="77777777" w:rsidR="000551E6" w:rsidRPr="0077420A" w:rsidRDefault="000551E6" w:rsidP="007F7844"/>
          <w:p w14:paraId="66120C19" w14:textId="77777777" w:rsidR="000551E6" w:rsidRPr="0077420A" w:rsidRDefault="000551E6" w:rsidP="007F7844"/>
          <w:p w14:paraId="5D6711C4" w14:textId="77777777" w:rsidR="000551E6" w:rsidRPr="0077420A" w:rsidRDefault="000551E6" w:rsidP="007F7844">
            <w:pPr>
              <w:rPr>
                <w:b/>
                <w:bCs/>
              </w:rPr>
            </w:pPr>
          </w:p>
          <w:p w14:paraId="5621819D" w14:textId="77777777" w:rsidR="000551E6" w:rsidRPr="0077420A" w:rsidRDefault="000551E6" w:rsidP="007F7844">
            <w:pPr>
              <w:rPr>
                <w:b/>
                <w:bCs/>
              </w:rPr>
            </w:pPr>
          </w:p>
          <w:p w14:paraId="01E6355E" w14:textId="77777777" w:rsidR="000551E6" w:rsidRDefault="000551E6" w:rsidP="007F7844">
            <w:pPr>
              <w:rPr>
                <w:b/>
                <w:bCs/>
              </w:rPr>
            </w:pPr>
            <w:r w:rsidRPr="0077420A">
              <w:rPr>
                <w:b/>
                <w:bCs/>
              </w:rPr>
              <w:t>(</w:t>
            </w:r>
            <w:r>
              <w:rPr>
                <w:b/>
                <w:bCs/>
              </w:rPr>
              <w:t>2</w:t>
            </w:r>
            <w:r w:rsidRPr="0077420A">
              <w:rPr>
                <w:b/>
                <w:bCs/>
              </w:rPr>
              <w:t>)</w:t>
            </w:r>
          </w:p>
          <w:p w14:paraId="5E765613" w14:textId="77777777" w:rsidR="001A101C" w:rsidRPr="0077420A" w:rsidRDefault="001A101C" w:rsidP="007F7844">
            <w:pPr>
              <w:rPr>
                <w:b/>
                <w:bCs/>
              </w:rPr>
            </w:pPr>
          </w:p>
        </w:tc>
      </w:tr>
    </w:tbl>
    <w:p w14:paraId="79511C6E" w14:textId="77777777" w:rsidR="000551E6" w:rsidRPr="0077420A" w:rsidRDefault="000551E6" w:rsidP="000551E6"/>
    <w:p w14:paraId="0D12988C" w14:textId="77777777" w:rsidR="000551E6" w:rsidRDefault="000551E6">
      <w:pPr>
        <w:rPr>
          <w:rFonts w:eastAsiaTheme="majorEastAsia" w:cstheme="majorBidi"/>
          <w:color w:val="2F5496" w:themeColor="accent1" w:themeShade="BF"/>
          <w:sz w:val="26"/>
          <w:szCs w:val="26"/>
        </w:rPr>
      </w:pPr>
      <w:r>
        <w:br w:type="page"/>
      </w:r>
    </w:p>
    <w:p w14:paraId="720ED22A" w14:textId="43179062" w:rsidR="00572CB7" w:rsidRPr="0077420A" w:rsidRDefault="00572CB7" w:rsidP="00572CB7">
      <w:pPr>
        <w:pStyle w:val="Heading2"/>
      </w:pPr>
      <w:r w:rsidRPr="0077420A">
        <w:lastRenderedPageBreak/>
        <w:t xml:space="preserve">Question </w:t>
      </w:r>
      <w:r>
        <w:t>2</w:t>
      </w:r>
    </w:p>
    <w:p w14:paraId="3DA19383" w14:textId="77777777" w:rsidR="00572CB7" w:rsidRPr="0077420A" w:rsidRDefault="00572CB7" w:rsidP="00572CB7"/>
    <w:p w14:paraId="7AA4E4F9" w14:textId="77777777" w:rsidR="00572CB7" w:rsidRPr="0077420A" w:rsidRDefault="00572CB7" w:rsidP="00572CB7">
      <w:r>
        <w:t xml:space="preserve">Explain the difference between access rights and access permissions </w:t>
      </w:r>
      <w:r w:rsidRPr="0077420A">
        <w:t>(</w:t>
      </w:r>
      <w:r w:rsidRPr="0077420A">
        <w:rPr>
          <w:b/>
          <w:bCs/>
        </w:rPr>
        <w:t>2 marks</w:t>
      </w:r>
      <w:r w:rsidRPr="0077420A">
        <w:t>)</w:t>
      </w:r>
    </w:p>
    <w:p w14:paraId="22F1233D" w14:textId="77777777" w:rsidR="00572CB7" w:rsidRPr="0077420A" w:rsidRDefault="00572CB7" w:rsidP="00572CB7"/>
    <w:tbl>
      <w:tblPr>
        <w:tblStyle w:val="TableGrid"/>
        <w:tblW w:w="0" w:type="auto"/>
        <w:tblLook w:val="04A0" w:firstRow="1" w:lastRow="0" w:firstColumn="1" w:lastColumn="0" w:noHBand="0" w:noVBand="1"/>
      </w:tblPr>
      <w:tblGrid>
        <w:gridCol w:w="7508"/>
        <w:gridCol w:w="1508"/>
      </w:tblGrid>
      <w:tr w:rsidR="00572CB7" w:rsidRPr="0077420A" w14:paraId="4E28070C" w14:textId="77777777" w:rsidTr="007F7844">
        <w:trPr>
          <w:trHeight w:val="570"/>
        </w:trPr>
        <w:tc>
          <w:tcPr>
            <w:tcW w:w="7508" w:type="dxa"/>
            <w:shd w:val="clear" w:color="auto" w:fill="BFBFBF" w:themeFill="background1" w:themeFillShade="BF"/>
          </w:tcPr>
          <w:p w14:paraId="17E19B87" w14:textId="77777777" w:rsidR="00572CB7" w:rsidRPr="0077420A" w:rsidRDefault="00572CB7" w:rsidP="007F7844">
            <w:pPr>
              <w:rPr>
                <w:b/>
                <w:bCs/>
              </w:rPr>
            </w:pPr>
            <w:r w:rsidRPr="0077420A">
              <w:rPr>
                <w:b/>
                <w:bCs/>
              </w:rPr>
              <w:t>Answer</w:t>
            </w:r>
          </w:p>
        </w:tc>
        <w:tc>
          <w:tcPr>
            <w:tcW w:w="1508" w:type="dxa"/>
            <w:shd w:val="clear" w:color="auto" w:fill="BFBFBF" w:themeFill="background1" w:themeFillShade="BF"/>
          </w:tcPr>
          <w:p w14:paraId="45183EA5" w14:textId="77777777" w:rsidR="00572CB7" w:rsidRPr="0077420A" w:rsidRDefault="00572CB7" w:rsidP="007F7844">
            <w:pPr>
              <w:rPr>
                <w:b/>
                <w:bCs/>
              </w:rPr>
            </w:pPr>
            <w:r w:rsidRPr="0077420A">
              <w:rPr>
                <w:b/>
                <w:bCs/>
              </w:rPr>
              <w:t>Mark</w:t>
            </w:r>
          </w:p>
        </w:tc>
      </w:tr>
      <w:tr w:rsidR="00572CB7" w:rsidRPr="0077420A" w14:paraId="2630867A" w14:textId="77777777" w:rsidTr="007F7844">
        <w:trPr>
          <w:trHeight w:val="2290"/>
        </w:trPr>
        <w:tc>
          <w:tcPr>
            <w:tcW w:w="7508" w:type="dxa"/>
          </w:tcPr>
          <w:p w14:paraId="5807A72D" w14:textId="7173F0DF" w:rsidR="001A101C" w:rsidRPr="00517D4C" w:rsidRDefault="001A101C" w:rsidP="001A101C">
            <w:pPr>
              <w:pStyle w:val="Default"/>
              <w:rPr>
                <w:rFonts w:ascii="Candara" w:hAnsi="Candara"/>
                <w:sz w:val="22"/>
                <w:szCs w:val="22"/>
              </w:rPr>
            </w:pPr>
            <w:r w:rsidRPr="00517D4C">
              <w:rPr>
                <w:rFonts w:ascii="Candara" w:hAnsi="Candara"/>
                <w:sz w:val="22"/>
                <w:szCs w:val="22"/>
              </w:rPr>
              <w:t xml:space="preserve">Award </w:t>
            </w:r>
            <w:r w:rsidRPr="00517D4C">
              <w:rPr>
                <w:rFonts w:ascii="Candara" w:hAnsi="Candara"/>
                <w:b/>
                <w:bCs/>
                <w:sz w:val="22"/>
                <w:szCs w:val="22"/>
              </w:rPr>
              <w:t>one</w:t>
            </w:r>
            <w:r w:rsidRPr="00517D4C">
              <w:rPr>
                <w:rFonts w:ascii="Candara" w:hAnsi="Candara"/>
                <w:sz w:val="22"/>
                <w:szCs w:val="22"/>
              </w:rPr>
              <w:t xml:space="preserve"> mark for identification and </w:t>
            </w:r>
            <w:r w:rsidRPr="00517D4C">
              <w:rPr>
                <w:rFonts w:ascii="Candara" w:hAnsi="Candara"/>
                <w:b/>
                <w:bCs/>
                <w:sz w:val="22"/>
                <w:szCs w:val="22"/>
              </w:rPr>
              <w:t>one</w:t>
            </w:r>
            <w:r w:rsidRPr="00517D4C">
              <w:rPr>
                <w:rFonts w:ascii="Candara" w:hAnsi="Candara"/>
                <w:sz w:val="22"/>
                <w:szCs w:val="22"/>
              </w:rPr>
              <w:t xml:space="preserve"> mark for an appropriate linked explanation/expansion up to a </w:t>
            </w:r>
            <w:r w:rsidRPr="00517D4C">
              <w:rPr>
                <w:rFonts w:ascii="Candara" w:hAnsi="Candara"/>
                <w:b/>
                <w:bCs/>
                <w:sz w:val="22"/>
                <w:szCs w:val="22"/>
              </w:rPr>
              <w:t xml:space="preserve">maximum of </w:t>
            </w:r>
            <w:r>
              <w:rPr>
                <w:rFonts w:ascii="Candara" w:hAnsi="Candara"/>
                <w:b/>
                <w:bCs/>
                <w:sz w:val="22"/>
                <w:szCs w:val="22"/>
              </w:rPr>
              <w:t>two</w:t>
            </w:r>
            <w:r w:rsidRPr="00517D4C">
              <w:rPr>
                <w:rFonts w:ascii="Candara" w:hAnsi="Candara"/>
                <w:b/>
                <w:bCs/>
                <w:sz w:val="22"/>
                <w:szCs w:val="22"/>
              </w:rPr>
              <w:t xml:space="preserve"> marks</w:t>
            </w:r>
            <w:r w:rsidRPr="00517D4C">
              <w:rPr>
                <w:rFonts w:ascii="Candara" w:hAnsi="Candara"/>
                <w:sz w:val="22"/>
                <w:szCs w:val="22"/>
              </w:rPr>
              <w:t xml:space="preserve">. </w:t>
            </w:r>
          </w:p>
          <w:p w14:paraId="41CE0A3D" w14:textId="77777777" w:rsidR="00572CB7" w:rsidRPr="0077420A" w:rsidRDefault="00572CB7" w:rsidP="007F7844"/>
          <w:p w14:paraId="186BA9E4" w14:textId="77777777" w:rsidR="00572CB7" w:rsidRDefault="00572CB7" w:rsidP="007F7844">
            <w:r>
              <w:t xml:space="preserve"> Access rights determine which part of a system / folder / file a user can access (1)  whereas permissions determine what a user can do with that system / file folder (1) including read, write or execute (1)</w:t>
            </w:r>
          </w:p>
          <w:p w14:paraId="75616099" w14:textId="77777777" w:rsidR="00572CB7" w:rsidRDefault="00572CB7" w:rsidP="007F7844"/>
          <w:p w14:paraId="33C3C671" w14:textId="77777777" w:rsidR="00572CB7" w:rsidRPr="0077420A" w:rsidRDefault="00572CB7" w:rsidP="007F7844"/>
          <w:p w14:paraId="4883DB47" w14:textId="7799FEC8" w:rsidR="00572CB7" w:rsidRPr="0077420A" w:rsidRDefault="001A101C" w:rsidP="007F7844">
            <w:r w:rsidRPr="000C7E9B">
              <w:rPr>
                <w:b/>
                <w:bCs/>
              </w:rPr>
              <w:t>Accept any other appropriate/alternative response</w:t>
            </w:r>
            <w:r>
              <w:t xml:space="preserve"> </w:t>
            </w:r>
          </w:p>
        </w:tc>
        <w:tc>
          <w:tcPr>
            <w:tcW w:w="1508" w:type="dxa"/>
          </w:tcPr>
          <w:p w14:paraId="057FFE8D" w14:textId="77777777" w:rsidR="00572CB7" w:rsidRPr="0077420A" w:rsidRDefault="00572CB7" w:rsidP="007F7844"/>
          <w:p w14:paraId="1A550CD7" w14:textId="77777777" w:rsidR="00572CB7" w:rsidRPr="0077420A" w:rsidRDefault="00572CB7" w:rsidP="007F7844"/>
          <w:p w14:paraId="4BDA4EA0" w14:textId="77777777" w:rsidR="00572CB7" w:rsidRPr="0077420A" w:rsidRDefault="00572CB7" w:rsidP="007F7844"/>
          <w:p w14:paraId="110724A6" w14:textId="77777777" w:rsidR="00572CB7" w:rsidRPr="0077420A" w:rsidRDefault="00572CB7" w:rsidP="007F7844"/>
          <w:p w14:paraId="5A15A395" w14:textId="77777777" w:rsidR="00572CB7" w:rsidRPr="0077420A" w:rsidRDefault="00572CB7" w:rsidP="007F7844"/>
          <w:p w14:paraId="0B317C93" w14:textId="77777777" w:rsidR="00572CB7" w:rsidRPr="0077420A" w:rsidRDefault="00572CB7" w:rsidP="007F7844"/>
          <w:p w14:paraId="0484C708" w14:textId="77777777" w:rsidR="00572CB7" w:rsidRPr="0077420A" w:rsidRDefault="00572CB7" w:rsidP="007F7844">
            <w:pPr>
              <w:rPr>
                <w:b/>
                <w:bCs/>
              </w:rPr>
            </w:pPr>
          </w:p>
          <w:p w14:paraId="74D43726" w14:textId="77777777" w:rsidR="00572CB7" w:rsidRPr="0077420A" w:rsidRDefault="00572CB7" w:rsidP="007F7844">
            <w:pPr>
              <w:rPr>
                <w:b/>
                <w:bCs/>
              </w:rPr>
            </w:pPr>
          </w:p>
          <w:p w14:paraId="03457569" w14:textId="77777777" w:rsidR="00572CB7" w:rsidRDefault="00572CB7" w:rsidP="007F7844">
            <w:pPr>
              <w:rPr>
                <w:b/>
                <w:bCs/>
              </w:rPr>
            </w:pPr>
            <w:r w:rsidRPr="0077420A">
              <w:rPr>
                <w:b/>
                <w:bCs/>
              </w:rPr>
              <w:t>(2)</w:t>
            </w:r>
          </w:p>
          <w:p w14:paraId="0C54A452" w14:textId="77777777" w:rsidR="001A101C" w:rsidRPr="0077420A" w:rsidRDefault="001A101C" w:rsidP="007F7844">
            <w:pPr>
              <w:rPr>
                <w:b/>
                <w:bCs/>
              </w:rPr>
            </w:pPr>
          </w:p>
        </w:tc>
      </w:tr>
    </w:tbl>
    <w:p w14:paraId="2EA3C200" w14:textId="77777777" w:rsidR="00572CB7" w:rsidRPr="0077420A" w:rsidRDefault="00572CB7" w:rsidP="00572CB7">
      <w:r w:rsidRPr="0077420A">
        <w:br w:type="page"/>
      </w:r>
    </w:p>
    <w:p w14:paraId="7A736C35" w14:textId="3D95BD96" w:rsidR="000551E6" w:rsidRDefault="000551E6" w:rsidP="000551E6">
      <w:pPr>
        <w:pStyle w:val="Heading2"/>
      </w:pPr>
      <w:r w:rsidRPr="0097000B">
        <w:lastRenderedPageBreak/>
        <w:t xml:space="preserve">Question </w:t>
      </w:r>
      <w:r>
        <w:t>3</w:t>
      </w:r>
    </w:p>
    <w:p w14:paraId="390B3241" w14:textId="77777777" w:rsidR="000551E6" w:rsidRDefault="000551E6" w:rsidP="000551E6"/>
    <w:p w14:paraId="7D93AAF8" w14:textId="77777777" w:rsidR="000551E6" w:rsidRDefault="000551E6" w:rsidP="000551E6">
      <w:r>
        <w:t xml:space="preserve">Explain </w:t>
      </w:r>
      <w:r w:rsidRPr="006C38ED">
        <w:rPr>
          <w:b/>
          <w:bCs/>
        </w:rPr>
        <w:t>one</w:t>
      </w:r>
      <w:r>
        <w:t xml:space="preserve"> benefit of having data stored on RAID 0 discs</w:t>
      </w:r>
      <w:r w:rsidRPr="0097000B">
        <w:t>? (</w:t>
      </w:r>
      <w:r>
        <w:rPr>
          <w:b/>
          <w:bCs/>
          <w:i/>
          <w:iCs/>
        </w:rPr>
        <w:t>2</w:t>
      </w:r>
      <w:r w:rsidRPr="0097000B">
        <w:rPr>
          <w:b/>
          <w:bCs/>
          <w:i/>
          <w:iCs/>
        </w:rPr>
        <w:t xml:space="preserve"> marks</w:t>
      </w:r>
      <w:r w:rsidRPr="0097000B">
        <w:t>)</w:t>
      </w:r>
    </w:p>
    <w:p w14:paraId="2370427F" w14:textId="77777777" w:rsidR="00372C5C" w:rsidRDefault="00372C5C" w:rsidP="000551E6"/>
    <w:tbl>
      <w:tblPr>
        <w:tblStyle w:val="TableGrid"/>
        <w:tblW w:w="0" w:type="auto"/>
        <w:tblLook w:val="04A0" w:firstRow="1" w:lastRow="0" w:firstColumn="1" w:lastColumn="0" w:noHBand="0" w:noVBand="1"/>
      </w:tblPr>
      <w:tblGrid>
        <w:gridCol w:w="7508"/>
        <w:gridCol w:w="1508"/>
      </w:tblGrid>
      <w:tr w:rsidR="000551E6" w14:paraId="3E6665C7" w14:textId="77777777" w:rsidTr="007F7844">
        <w:trPr>
          <w:trHeight w:val="570"/>
        </w:trPr>
        <w:tc>
          <w:tcPr>
            <w:tcW w:w="7508" w:type="dxa"/>
            <w:shd w:val="clear" w:color="auto" w:fill="BFBFBF" w:themeFill="background1" w:themeFillShade="BF"/>
          </w:tcPr>
          <w:p w14:paraId="2512F79D" w14:textId="77777777" w:rsidR="000551E6" w:rsidRPr="00DB4E8E" w:rsidRDefault="000551E6" w:rsidP="007F7844">
            <w:pPr>
              <w:rPr>
                <w:b/>
                <w:bCs/>
              </w:rPr>
            </w:pPr>
            <w:r w:rsidRPr="00DB4E8E">
              <w:rPr>
                <w:b/>
                <w:bCs/>
              </w:rPr>
              <w:t>Answer</w:t>
            </w:r>
          </w:p>
        </w:tc>
        <w:tc>
          <w:tcPr>
            <w:tcW w:w="1508" w:type="dxa"/>
            <w:shd w:val="clear" w:color="auto" w:fill="BFBFBF" w:themeFill="background1" w:themeFillShade="BF"/>
          </w:tcPr>
          <w:p w14:paraId="63B1FDE7" w14:textId="77777777" w:rsidR="000551E6" w:rsidRPr="00DB4E8E" w:rsidRDefault="000551E6" w:rsidP="007F7844">
            <w:pPr>
              <w:rPr>
                <w:b/>
                <w:bCs/>
              </w:rPr>
            </w:pPr>
            <w:r w:rsidRPr="00DB4E8E">
              <w:rPr>
                <w:b/>
                <w:bCs/>
              </w:rPr>
              <w:t>Mark</w:t>
            </w:r>
          </w:p>
        </w:tc>
      </w:tr>
      <w:tr w:rsidR="000551E6" w14:paraId="5D55E3F0" w14:textId="77777777" w:rsidTr="007F7844">
        <w:trPr>
          <w:trHeight w:val="2290"/>
        </w:trPr>
        <w:tc>
          <w:tcPr>
            <w:tcW w:w="7508" w:type="dxa"/>
          </w:tcPr>
          <w:p w14:paraId="07EC8D48" w14:textId="4E49610F" w:rsidR="001A101C" w:rsidRPr="00517D4C" w:rsidRDefault="001A101C" w:rsidP="001A101C">
            <w:pPr>
              <w:pStyle w:val="Default"/>
              <w:rPr>
                <w:rFonts w:ascii="Candara" w:hAnsi="Candara"/>
                <w:sz w:val="22"/>
                <w:szCs w:val="22"/>
              </w:rPr>
            </w:pPr>
            <w:r w:rsidRPr="00517D4C">
              <w:rPr>
                <w:rFonts w:ascii="Candara" w:hAnsi="Candara"/>
                <w:sz w:val="22"/>
                <w:szCs w:val="22"/>
              </w:rPr>
              <w:t xml:space="preserve">Award </w:t>
            </w:r>
            <w:r w:rsidRPr="00517D4C">
              <w:rPr>
                <w:rFonts w:ascii="Candara" w:hAnsi="Candara"/>
                <w:b/>
                <w:bCs/>
                <w:sz w:val="22"/>
                <w:szCs w:val="22"/>
              </w:rPr>
              <w:t>one</w:t>
            </w:r>
            <w:r w:rsidRPr="00517D4C">
              <w:rPr>
                <w:rFonts w:ascii="Candara" w:hAnsi="Candara"/>
                <w:sz w:val="22"/>
                <w:szCs w:val="22"/>
              </w:rPr>
              <w:t xml:space="preserve"> mark for identification and </w:t>
            </w:r>
            <w:r w:rsidRPr="00517D4C">
              <w:rPr>
                <w:rFonts w:ascii="Candara" w:hAnsi="Candara"/>
                <w:b/>
                <w:bCs/>
                <w:sz w:val="22"/>
                <w:szCs w:val="22"/>
              </w:rPr>
              <w:t>one</w:t>
            </w:r>
            <w:r w:rsidRPr="00517D4C">
              <w:rPr>
                <w:rFonts w:ascii="Candara" w:hAnsi="Candara"/>
                <w:sz w:val="22"/>
                <w:szCs w:val="22"/>
              </w:rPr>
              <w:t xml:space="preserve"> mark for an appropriate linked explanation/expansion up to a </w:t>
            </w:r>
            <w:r w:rsidRPr="00517D4C">
              <w:rPr>
                <w:rFonts w:ascii="Candara" w:hAnsi="Candara"/>
                <w:b/>
                <w:bCs/>
                <w:sz w:val="22"/>
                <w:szCs w:val="22"/>
              </w:rPr>
              <w:t xml:space="preserve">maximum of </w:t>
            </w:r>
            <w:r>
              <w:rPr>
                <w:rFonts w:ascii="Candara" w:hAnsi="Candara"/>
                <w:b/>
                <w:bCs/>
                <w:sz w:val="22"/>
                <w:szCs w:val="22"/>
              </w:rPr>
              <w:t>two</w:t>
            </w:r>
            <w:r w:rsidRPr="00517D4C">
              <w:rPr>
                <w:rFonts w:ascii="Candara" w:hAnsi="Candara"/>
                <w:b/>
                <w:bCs/>
                <w:sz w:val="22"/>
                <w:szCs w:val="22"/>
              </w:rPr>
              <w:t xml:space="preserve"> marks</w:t>
            </w:r>
            <w:r w:rsidRPr="00517D4C">
              <w:rPr>
                <w:rFonts w:ascii="Candara" w:hAnsi="Candara"/>
                <w:sz w:val="22"/>
                <w:szCs w:val="22"/>
              </w:rPr>
              <w:t xml:space="preserve">. </w:t>
            </w:r>
          </w:p>
          <w:p w14:paraId="40D175DE" w14:textId="77777777" w:rsidR="000551E6" w:rsidRDefault="000551E6" w:rsidP="007F7844"/>
          <w:p w14:paraId="3EA3ACFA" w14:textId="77777777" w:rsidR="000551E6" w:rsidRDefault="000551E6" w:rsidP="007F7844">
            <w:r>
              <w:t xml:space="preserve">data striping gives very fast read/write speeds (1) </w:t>
            </w:r>
            <w:r>
              <w:rPr>
                <w:b/>
                <w:bCs/>
              </w:rPr>
              <w:t xml:space="preserve">because </w:t>
            </w:r>
            <w:r w:rsidRPr="00CB6884">
              <w:t>data can be read/ write from multiple drives at the same time</w:t>
            </w:r>
            <w:r>
              <w:t xml:space="preserve"> </w:t>
            </w:r>
            <w:r w:rsidRPr="00CB6884">
              <w:t>(1)</w:t>
            </w:r>
          </w:p>
          <w:p w14:paraId="282FB8CE" w14:textId="77777777" w:rsidR="000551E6" w:rsidRDefault="000551E6" w:rsidP="007F7844"/>
          <w:p w14:paraId="49D18356" w14:textId="77777777" w:rsidR="000551E6" w:rsidRDefault="000551E6" w:rsidP="007F7844">
            <w:r>
              <w:t xml:space="preserve">RAID 0 is not very expensive (1) </w:t>
            </w:r>
            <w:r w:rsidRPr="004A4472">
              <w:rPr>
                <w:b/>
                <w:bCs/>
              </w:rPr>
              <w:t>because</w:t>
            </w:r>
            <w:r>
              <w:t xml:space="preserve"> all drives are used for storage (1)</w:t>
            </w:r>
          </w:p>
          <w:p w14:paraId="05A8658B" w14:textId="77777777" w:rsidR="000551E6" w:rsidRDefault="000551E6" w:rsidP="007F7844"/>
          <w:p w14:paraId="284C3D2B" w14:textId="77777777" w:rsidR="000551E6" w:rsidRDefault="000551E6" w:rsidP="007F7844">
            <w:r>
              <w:t xml:space="preserve">RAID 0 offers the most capacity (1) </w:t>
            </w:r>
            <w:r w:rsidRPr="004A4472">
              <w:rPr>
                <w:b/>
                <w:bCs/>
              </w:rPr>
              <w:t>because</w:t>
            </w:r>
            <w:r>
              <w:t xml:space="preserve"> the capacity is the total of all drives in the cluster </w:t>
            </w:r>
            <w:r w:rsidRPr="004A4472">
              <w:t>(1)</w:t>
            </w:r>
          </w:p>
          <w:p w14:paraId="0FD372E4" w14:textId="77777777" w:rsidR="000551E6" w:rsidRDefault="000551E6" w:rsidP="007F7844"/>
          <w:p w14:paraId="06196BD2" w14:textId="1AB5E05D" w:rsidR="000551E6" w:rsidRDefault="001A101C" w:rsidP="007F7844">
            <w:r w:rsidRPr="000C7E9B">
              <w:rPr>
                <w:b/>
                <w:bCs/>
              </w:rPr>
              <w:t>Accept any other appropriate/alternative response</w:t>
            </w:r>
            <w:r>
              <w:t xml:space="preserve"> </w:t>
            </w:r>
          </w:p>
        </w:tc>
        <w:tc>
          <w:tcPr>
            <w:tcW w:w="1508" w:type="dxa"/>
          </w:tcPr>
          <w:p w14:paraId="184A1DA6" w14:textId="77777777" w:rsidR="000551E6" w:rsidRDefault="000551E6" w:rsidP="007F7844"/>
          <w:p w14:paraId="6E603248" w14:textId="77777777" w:rsidR="000551E6" w:rsidRDefault="000551E6" w:rsidP="007F7844"/>
          <w:p w14:paraId="7B75F135" w14:textId="77777777" w:rsidR="000551E6" w:rsidRDefault="000551E6" w:rsidP="007F7844"/>
          <w:p w14:paraId="76B38499" w14:textId="77777777" w:rsidR="000551E6" w:rsidRDefault="000551E6" w:rsidP="007F7844"/>
          <w:p w14:paraId="5FF2D5A5" w14:textId="77777777" w:rsidR="000551E6" w:rsidRDefault="000551E6" w:rsidP="007F7844"/>
          <w:p w14:paraId="01FB02B9" w14:textId="77777777" w:rsidR="000551E6" w:rsidRDefault="000551E6" w:rsidP="007F7844"/>
          <w:p w14:paraId="15A41647" w14:textId="77777777" w:rsidR="000551E6" w:rsidRDefault="000551E6" w:rsidP="007F7844"/>
          <w:p w14:paraId="52F75592" w14:textId="77777777" w:rsidR="000551E6" w:rsidRDefault="000551E6" w:rsidP="007F7844"/>
          <w:p w14:paraId="759AA039" w14:textId="77777777" w:rsidR="000551E6" w:rsidRDefault="000551E6" w:rsidP="007F7844"/>
          <w:p w14:paraId="480190E9" w14:textId="77777777" w:rsidR="000551E6" w:rsidRDefault="000551E6" w:rsidP="007F7844">
            <w:pPr>
              <w:rPr>
                <w:b/>
                <w:bCs/>
              </w:rPr>
            </w:pPr>
          </w:p>
          <w:p w14:paraId="7F210B30" w14:textId="77777777" w:rsidR="000551E6" w:rsidRDefault="000551E6" w:rsidP="007F7844">
            <w:pPr>
              <w:rPr>
                <w:b/>
                <w:bCs/>
              </w:rPr>
            </w:pPr>
          </w:p>
          <w:p w14:paraId="7A005910" w14:textId="77777777" w:rsidR="000551E6" w:rsidRDefault="000551E6" w:rsidP="007F7844">
            <w:pPr>
              <w:rPr>
                <w:b/>
                <w:bCs/>
              </w:rPr>
            </w:pPr>
            <w:r w:rsidRPr="006062FF">
              <w:rPr>
                <w:b/>
                <w:bCs/>
              </w:rPr>
              <w:t>(</w:t>
            </w:r>
            <w:r>
              <w:rPr>
                <w:b/>
                <w:bCs/>
              </w:rPr>
              <w:t>2</w:t>
            </w:r>
            <w:r w:rsidRPr="006062FF">
              <w:rPr>
                <w:b/>
                <w:bCs/>
              </w:rPr>
              <w:t>)</w:t>
            </w:r>
          </w:p>
          <w:p w14:paraId="31B73AC2" w14:textId="77777777" w:rsidR="001A101C" w:rsidRPr="006062FF" w:rsidRDefault="001A101C" w:rsidP="007F7844">
            <w:pPr>
              <w:rPr>
                <w:b/>
                <w:bCs/>
              </w:rPr>
            </w:pPr>
          </w:p>
        </w:tc>
      </w:tr>
    </w:tbl>
    <w:p w14:paraId="4316689F" w14:textId="77777777" w:rsidR="000551E6" w:rsidRDefault="000551E6" w:rsidP="000551E6"/>
    <w:p w14:paraId="4DB86DF5" w14:textId="77777777" w:rsidR="000551E6" w:rsidRDefault="000551E6" w:rsidP="000551E6"/>
    <w:p w14:paraId="375F33CF" w14:textId="77777777" w:rsidR="000551E6" w:rsidRDefault="000551E6" w:rsidP="000551E6">
      <w:pPr>
        <w:rPr>
          <w:rFonts w:eastAsiaTheme="majorEastAsia" w:cstheme="majorBidi"/>
          <w:color w:val="2F5496" w:themeColor="accent1" w:themeShade="BF"/>
          <w:sz w:val="26"/>
          <w:szCs w:val="26"/>
        </w:rPr>
      </w:pPr>
      <w:r>
        <w:br w:type="page"/>
      </w:r>
    </w:p>
    <w:p w14:paraId="5A5363F0" w14:textId="6814E4B9" w:rsidR="000551E6" w:rsidRDefault="000551E6" w:rsidP="000551E6">
      <w:pPr>
        <w:pStyle w:val="Heading2"/>
      </w:pPr>
      <w:r>
        <w:lastRenderedPageBreak/>
        <w:t>Q</w:t>
      </w:r>
      <w:r w:rsidRPr="0097000B">
        <w:t xml:space="preserve">uestion </w:t>
      </w:r>
      <w:r>
        <w:t>4</w:t>
      </w:r>
    </w:p>
    <w:p w14:paraId="4E109C86" w14:textId="72FC9E09" w:rsidR="00A70F28" w:rsidRDefault="00A70F28" w:rsidP="00A70F28">
      <w:pPr>
        <w:pStyle w:val="Heading2"/>
      </w:pPr>
      <w:r>
        <w:t>Q</w:t>
      </w:r>
      <w:r w:rsidRPr="0097000B">
        <w:t xml:space="preserve">uestion </w:t>
      </w:r>
      <w:r>
        <w:t>5</w:t>
      </w:r>
    </w:p>
    <w:p w14:paraId="4D735D09" w14:textId="377305C7" w:rsidR="00A70F28" w:rsidRDefault="00A70F28" w:rsidP="00A70F28">
      <w:pPr>
        <w:pStyle w:val="Heading2"/>
      </w:pPr>
      <w:r>
        <w:t>Q</w:t>
      </w:r>
      <w:r w:rsidRPr="0097000B">
        <w:t xml:space="preserve">uestion </w:t>
      </w:r>
      <w:r>
        <w:t>6</w:t>
      </w:r>
    </w:p>
    <w:p w14:paraId="6C66E90B" w14:textId="7FA9E10B" w:rsidR="00A70F28" w:rsidRDefault="00A70F28" w:rsidP="00A70F28">
      <w:pPr>
        <w:pStyle w:val="Heading2"/>
      </w:pPr>
      <w:r>
        <w:t>Q</w:t>
      </w:r>
      <w:r w:rsidRPr="0097000B">
        <w:t xml:space="preserve">uestion </w:t>
      </w:r>
      <w:r>
        <w:t>7</w:t>
      </w:r>
    </w:p>
    <w:p w14:paraId="087E050E" w14:textId="22DCC973" w:rsidR="00A70F28" w:rsidRDefault="00A70F28" w:rsidP="00A70F28">
      <w:pPr>
        <w:pStyle w:val="Heading2"/>
      </w:pPr>
      <w:r>
        <w:t>Q</w:t>
      </w:r>
      <w:r w:rsidRPr="0097000B">
        <w:t xml:space="preserve">uestion </w:t>
      </w:r>
      <w:r>
        <w:t>8</w:t>
      </w:r>
    </w:p>
    <w:p w14:paraId="1302BCC1" w14:textId="4234197A" w:rsidR="00A70F28" w:rsidRDefault="00A70F28" w:rsidP="00A70F28">
      <w:pPr>
        <w:pStyle w:val="Heading2"/>
      </w:pPr>
      <w:r>
        <w:t>Q</w:t>
      </w:r>
      <w:r w:rsidRPr="0097000B">
        <w:t xml:space="preserve">uestion </w:t>
      </w:r>
      <w:r>
        <w:t>9</w:t>
      </w:r>
    </w:p>
    <w:p w14:paraId="5BE4FC00" w14:textId="0A81ECB5" w:rsidR="00A70F28" w:rsidRDefault="00A70F28" w:rsidP="00A70F28">
      <w:pPr>
        <w:pStyle w:val="Heading2"/>
      </w:pPr>
      <w:r>
        <w:t>Q</w:t>
      </w:r>
      <w:r w:rsidRPr="0097000B">
        <w:t xml:space="preserve">uestion </w:t>
      </w:r>
      <w:r>
        <w:t>10</w:t>
      </w:r>
    </w:p>
    <w:p w14:paraId="13DD4D00" w14:textId="018B365F" w:rsidR="00A70F28" w:rsidRDefault="00A70F28" w:rsidP="00A70F28">
      <w:pPr>
        <w:pStyle w:val="Heading2"/>
      </w:pPr>
      <w:r>
        <w:t>Q</w:t>
      </w:r>
      <w:r w:rsidRPr="0097000B">
        <w:t xml:space="preserve">uestion </w:t>
      </w:r>
      <w:r>
        <w:t>11</w:t>
      </w:r>
    </w:p>
    <w:p w14:paraId="3EAF1894" w14:textId="4089A1B5" w:rsidR="00A70F28" w:rsidRDefault="00A70F28" w:rsidP="00A70F28">
      <w:pPr>
        <w:pStyle w:val="Heading2"/>
      </w:pPr>
      <w:r>
        <w:t>Q</w:t>
      </w:r>
      <w:r w:rsidRPr="0097000B">
        <w:t xml:space="preserve">uestion </w:t>
      </w:r>
      <w:r>
        <w:t>12</w:t>
      </w:r>
    </w:p>
    <w:p w14:paraId="0EE2A5EE" w14:textId="6954B29D" w:rsidR="00A70F28" w:rsidRDefault="00A70F28" w:rsidP="00A70F28">
      <w:pPr>
        <w:pStyle w:val="Heading2"/>
      </w:pPr>
      <w:r>
        <w:t>Q</w:t>
      </w:r>
      <w:r w:rsidRPr="0097000B">
        <w:t xml:space="preserve">uestion </w:t>
      </w:r>
      <w:r>
        <w:t>13</w:t>
      </w:r>
    </w:p>
    <w:p w14:paraId="4B06FFD2" w14:textId="56327342" w:rsidR="00A70F28" w:rsidRDefault="00A70F28" w:rsidP="00A70F28">
      <w:pPr>
        <w:pStyle w:val="Heading2"/>
      </w:pPr>
      <w:r>
        <w:t>Q</w:t>
      </w:r>
      <w:r w:rsidRPr="0097000B">
        <w:t xml:space="preserve">uestion </w:t>
      </w:r>
      <w:r>
        <w:t>14</w:t>
      </w:r>
    </w:p>
    <w:p w14:paraId="634976F3" w14:textId="574212DC" w:rsidR="00A70F28" w:rsidRDefault="00A70F28" w:rsidP="00A70F28">
      <w:pPr>
        <w:pStyle w:val="Heading2"/>
      </w:pPr>
      <w:r>
        <w:t>Q</w:t>
      </w:r>
      <w:r w:rsidRPr="0097000B">
        <w:t xml:space="preserve">uestion </w:t>
      </w:r>
      <w:r>
        <w:t>15</w:t>
      </w:r>
    </w:p>
    <w:p w14:paraId="0A5002BE" w14:textId="100FEF64" w:rsidR="00A70F28" w:rsidRDefault="00A70F28" w:rsidP="00A70F28">
      <w:pPr>
        <w:pStyle w:val="Heading2"/>
      </w:pPr>
      <w:r>
        <w:t>Q</w:t>
      </w:r>
      <w:r w:rsidRPr="0097000B">
        <w:t xml:space="preserve">uestion </w:t>
      </w:r>
      <w:r>
        <w:t>16</w:t>
      </w:r>
    </w:p>
    <w:p w14:paraId="3D58D4A3" w14:textId="32F052CA" w:rsidR="00A70F28" w:rsidRDefault="00A70F28" w:rsidP="00A70F28">
      <w:pPr>
        <w:pStyle w:val="Heading2"/>
      </w:pPr>
      <w:r>
        <w:t>Q</w:t>
      </w:r>
      <w:r w:rsidRPr="0097000B">
        <w:t xml:space="preserve">uestion </w:t>
      </w:r>
      <w:r>
        <w:t>17</w:t>
      </w:r>
    </w:p>
    <w:p w14:paraId="6D7711F6" w14:textId="0EEB00D1" w:rsidR="00A70F28" w:rsidRDefault="00A70F28" w:rsidP="00A70F28">
      <w:pPr>
        <w:pStyle w:val="Heading2"/>
      </w:pPr>
      <w:r>
        <w:t>Q</w:t>
      </w:r>
      <w:r w:rsidRPr="0097000B">
        <w:t xml:space="preserve">uestion </w:t>
      </w:r>
      <w:r>
        <w:t>18</w:t>
      </w:r>
    </w:p>
    <w:p w14:paraId="679F4841" w14:textId="566BFFE9" w:rsidR="00A70F28" w:rsidRDefault="00A70F28" w:rsidP="00A70F28">
      <w:pPr>
        <w:pStyle w:val="Heading2"/>
      </w:pPr>
      <w:r>
        <w:t>Q</w:t>
      </w:r>
      <w:r w:rsidRPr="0097000B">
        <w:t xml:space="preserve">uestion </w:t>
      </w:r>
      <w:r>
        <w:t>19</w:t>
      </w:r>
    </w:p>
    <w:p w14:paraId="7E4439A3" w14:textId="544771DD" w:rsidR="00A70F28" w:rsidRDefault="00A70F28" w:rsidP="00A70F28">
      <w:pPr>
        <w:pStyle w:val="Heading2"/>
      </w:pPr>
      <w:r>
        <w:t>Q</w:t>
      </w:r>
      <w:r w:rsidRPr="0097000B">
        <w:t xml:space="preserve">uestion </w:t>
      </w:r>
      <w:r>
        <w:t>20</w:t>
      </w:r>
    </w:p>
    <w:p w14:paraId="0F8EC8ED" w14:textId="6BA65D54" w:rsidR="00A70F28" w:rsidRDefault="00A70F28" w:rsidP="00A70F28">
      <w:pPr>
        <w:pStyle w:val="Heading2"/>
      </w:pPr>
      <w:r>
        <w:t>Q</w:t>
      </w:r>
      <w:r w:rsidRPr="0097000B">
        <w:t xml:space="preserve">uestion </w:t>
      </w:r>
      <w:r>
        <w:t>21</w:t>
      </w:r>
    </w:p>
    <w:p w14:paraId="7FE3D5EB" w14:textId="13D65CB9" w:rsidR="00A70F28" w:rsidRDefault="00A70F28" w:rsidP="00A70F28">
      <w:pPr>
        <w:pStyle w:val="Heading2"/>
      </w:pPr>
      <w:r>
        <w:t>Q</w:t>
      </w:r>
      <w:r w:rsidRPr="0097000B">
        <w:t xml:space="preserve">uestion </w:t>
      </w:r>
      <w:r>
        <w:t>22</w:t>
      </w:r>
    </w:p>
    <w:p w14:paraId="328E3518" w14:textId="7FF1C9F7" w:rsidR="00A70F28" w:rsidRDefault="00A70F28" w:rsidP="00A70F28">
      <w:pPr>
        <w:pStyle w:val="Heading2"/>
      </w:pPr>
      <w:r>
        <w:t>Q</w:t>
      </w:r>
      <w:r w:rsidRPr="0097000B">
        <w:t xml:space="preserve">uestion </w:t>
      </w:r>
      <w:r>
        <w:t>23</w:t>
      </w:r>
    </w:p>
    <w:p w14:paraId="6B10DA55" w14:textId="08B5C9A2" w:rsidR="00D03815" w:rsidRPr="0051514D" w:rsidRDefault="00D03815" w:rsidP="0051514D">
      <w:pPr>
        <w:pStyle w:val="Heading2"/>
      </w:pPr>
    </w:p>
    <w:p w14:paraId="698B6E11" w14:textId="77777777" w:rsidR="00D03815" w:rsidRDefault="00D03815" w:rsidP="00126D06">
      <w:pPr>
        <w:rPr>
          <w:i/>
          <w:iCs/>
        </w:rPr>
      </w:pPr>
    </w:p>
    <w:p w14:paraId="784E04FA" w14:textId="77777777" w:rsidR="0051514D" w:rsidRDefault="0051514D" w:rsidP="00126D06">
      <w:pPr>
        <w:rPr>
          <w:i/>
          <w:iCs/>
        </w:rPr>
      </w:pPr>
    </w:p>
    <w:p w14:paraId="034AE20D" w14:textId="77777777" w:rsidR="0051514D" w:rsidRDefault="0051514D" w:rsidP="00126D06">
      <w:pPr>
        <w:rPr>
          <w:i/>
          <w:iCs/>
        </w:rPr>
      </w:pPr>
    </w:p>
    <w:p w14:paraId="03120515" w14:textId="77777777" w:rsidR="00076455" w:rsidRDefault="00076455" w:rsidP="00126D06">
      <w:pPr>
        <w:rPr>
          <w:i/>
          <w:iCs/>
        </w:rPr>
      </w:pPr>
    </w:p>
    <w:p w14:paraId="152493E1" w14:textId="77777777" w:rsidR="00E85DBE" w:rsidRPr="008303F6" w:rsidRDefault="006265EC" w:rsidP="006265EC">
      <w:pPr>
        <w:pStyle w:val="Footer"/>
        <w:rPr>
          <w:i/>
          <w:iCs/>
        </w:rPr>
      </w:pPr>
      <w:r w:rsidRPr="008303F6">
        <w:rPr>
          <w:i/>
          <w:iCs/>
          <w:noProof/>
        </w:rPr>
        <w:drawing>
          <wp:anchor distT="0" distB="0" distL="114300" distR="114300" simplePos="0" relativeHeight="251658240" behindDoc="0" locked="0" layoutInCell="1" allowOverlap="1" wp14:anchorId="1DA2445E" wp14:editId="77F95442">
            <wp:simplePos x="0" y="0"/>
            <wp:positionH relativeFrom="column">
              <wp:posOffset>1841500</wp:posOffset>
            </wp:positionH>
            <wp:positionV relativeFrom="paragraph">
              <wp:posOffset>65405</wp:posOffset>
            </wp:positionV>
            <wp:extent cx="1835150" cy="1182370"/>
            <wp:effectExtent l="0" t="0" r="0" b="0"/>
            <wp:wrapSquare wrapText="bothSides"/>
            <wp:docPr id="4"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35150" cy="1182370"/>
                    </a:xfrm>
                    <a:prstGeom prst="rect">
                      <a:avLst/>
                    </a:prstGeom>
                  </pic:spPr>
                </pic:pic>
              </a:graphicData>
            </a:graphic>
            <wp14:sizeRelH relativeFrom="margin">
              <wp14:pctWidth>0</wp14:pctWidth>
            </wp14:sizeRelH>
            <wp14:sizeRelV relativeFrom="margin">
              <wp14:pctHeight>0</wp14:pctHeight>
            </wp14:sizeRelV>
          </wp:anchor>
        </w:drawing>
      </w:r>
    </w:p>
    <w:p w14:paraId="3749E94B" w14:textId="77777777" w:rsidR="00E85DBE" w:rsidRPr="008303F6" w:rsidRDefault="00E85DBE" w:rsidP="00DF1539">
      <w:pPr>
        <w:pStyle w:val="Footer"/>
        <w:rPr>
          <w:i/>
          <w:iCs/>
        </w:rPr>
      </w:pPr>
    </w:p>
    <w:p w14:paraId="2987B1D2" w14:textId="77777777" w:rsidR="00E85DBE" w:rsidRPr="008303F6" w:rsidRDefault="00E85DBE" w:rsidP="00DF1539">
      <w:pPr>
        <w:pStyle w:val="Footer"/>
        <w:rPr>
          <w:i/>
          <w:iCs/>
        </w:rPr>
      </w:pPr>
    </w:p>
    <w:p w14:paraId="55BD9B61" w14:textId="77777777" w:rsidR="00E85DBE" w:rsidRPr="008303F6" w:rsidRDefault="00E85DBE" w:rsidP="00DF1539">
      <w:pPr>
        <w:pStyle w:val="Footer"/>
        <w:rPr>
          <w:i/>
          <w:iCs/>
        </w:rPr>
      </w:pPr>
    </w:p>
    <w:p w14:paraId="65FECD20" w14:textId="77777777" w:rsidR="00E85DBE" w:rsidRPr="008303F6" w:rsidRDefault="00E85DBE" w:rsidP="00DF1539">
      <w:pPr>
        <w:pStyle w:val="Footer"/>
        <w:rPr>
          <w:i/>
          <w:iCs/>
        </w:rPr>
      </w:pPr>
    </w:p>
    <w:p w14:paraId="7B102C3F" w14:textId="77777777" w:rsidR="00E85DBE" w:rsidRPr="008303F6" w:rsidRDefault="00E85DBE" w:rsidP="00DF1539">
      <w:pPr>
        <w:pStyle w:val="Footer"/>
        <w:rPr>
          <w:i/>
          <w:iCs/>
        </w:rPr>
      </w:pPr>
    </w:p>
    <w:p w14:paraId="367E751B" w14:textId="77777777" w:rsidR="00E85DBE" w:rsidRPr="008303F6" w:rsidRDefault="00E85DBE" w:rsidP="00DF1539">
      <w:pPr>
        <w:pStyle w:val="Footer"/>
        <w:rPr>
          <w:i/>
          <w:iCs/>
        </w:rPr>
      </w:pPr>
    </w:p>
    <w:p w14:paraId="2C5F6F57" w14:textId="77777777" w:rsidR="00E85DBE" w:rsidRPr="008303F6" w:rsidRDefault="00E85DBE" w:rsidP="00DF1539">
      <w:pPr>
        <w:pStyle w:val="Footer"/>
        <w:rPr>
          <w:i/>
          <w:iCs/>
        </w:rPr>
      </w:pPr>
    </w:p>
    <w:p w14:paraId="643F30F9" w14:textId="77777777" w:rsidR="00DF1539" w:rsidRPr="008303F6" w:rsidRDefault="00DF1539" w:rsidP="00DF1539">
      <w:pPr>
        <w:pStyle w:val="Footer"/>
        <w:rPr>
          <w:i/>
          <w:iCs/>
        </w:rPr>
      </w:pPr>
      <w:r w:rsidRPr="008303F6">
        <w:rPr>
          <w:i/>
          <w:iCs/>
        </w:rPr>
        <w:t>No part of this publication may be reproduced, distributed, or transmitted in any form or by any means, including photocopying, recording, or other electronic or mechanical methods, without the prior written permission of the TheComputingTutor</w:t>
      </w:r>
      <w:r w:rsidR="001716FC" w:rsidRPr="008303F6">
        <w:rPr>
          <w:i/>
          <w:iCs/>
        </w:rPr>
        <w:t xml:space="preserve"> Ltd.</w:t>
      </w:r>
    </w:p>
    <w:p w14:paraId="6746AE86" w14:textId="77777777" w:rsidR="00DF1539" w:rsidRPr="00FF0F9E" w:rsidRDefault="00DF1539" w:rsidP="00FF0F9E">
      <w:pPr>
        <w:rPr>
          <w:lang w:val="en-US"/>
        </w:rPr>
      </w:pPr>
    </w:p>
    <w:sectPr w:rsidR="00DF1539" w:rsidRPr="00FF0F9E">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16E0FF" w14:textId="77777777" w:rsidR="00766A1E" w:rsidRPr="008303F6" w:rsidRDefault="00766A1E" w:rsidP="005557A0">
      <w:pPr>
        <w:spacing w:after="0" w:line="240" w:lineRule="auto"/>
      </w:pPr>
      <w:r w:rsidRPr="008303F6">
        <w:separator/>
      </w:r>
    </w:p>
  </w:endnote>
  <w:endnote w:type="continuationSeparator" w:id="0">
    <w:p w14:paraId="40624C86" w14:textId="77777777" w:rsidR="00766A1E" w:rsidRPr="008303F6" w:rsidRDefault="00766A1E" w:rsidP="005557A0">
      <w:pPr>
        <w:spacing w:after="0" w:line="240" w:lineRule="auto"/>
      </w:pPr>
      <w:r w:rsidRPr="008303F6">
        <w:continuationSeparator/>
      </w:r>
    </w:p>
  </w:endnote>
  <w:endnote w:type="continuationNotice" w:id="1">
    <w:p w14:paraId="2ACF17D9" w14:textId="77777777" w:rsidR="00766A1E" w:rsidRPr="008303F6" w:rsidRDefault="00766A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Congenial">
    <w:charset w:val="00"/>
    <w:family w:val="auto"/>
    <w:pitch w:val="variable"/>
    <w:sig w:usb0="8000002F" w:usb1="1000205B"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9E9E3" w14:textId="5659BAA7" w:rsidR="005557A0" w:rsidRPr="008303F6" w:rsidRDefault="00E85DBE" w:rsidP="005557A0">
    <w:pPr>
      <w:pStyle w:val="Footer"/>
      <w:rPr>
        <w:i/>
        <w:iCs/>
      </w:rPr>
    </w:pPr>
    <w:r w:rsidRPr="008303F6">
      <w:rPr>
        <w:noProof/>
      </w:rPr>
      <w:drawing>
        <wp:anchor distT="0" distB="0" distL="114300" distR="114300" simplePos="0" relativeHeight="251658240" behindDoc="0" locked="0" layoutInCell="1" allowOverlap="1" wp14:anchorId="64E70AF6" wp14:editId="0E9C7203">
          <wp:simplePos x="0" y="0"/>
          <wp:positionH relativeFrom="rightMargin">
            <wp:align>left</wp:align>
          </wp:positionH>
          <wp:positionV relativeFrom="paragraph">
            <wp:posOffset>98607</wp:posOffset>
          </wp:positionV>
          <wp:extent cx="717550" cy="714375"/>
          <wp:effectExtent l="0" t="0" r="6350" b="9525"/>
          <wp:wrapSquare wrapText="bothSides"/>
          <wp:docPr id="6" name="Picture 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17550" cy="714375"/>
                  </a:xfrm>
                  <a:prstGeom prst="rect">
                    <a:avLst/>
                  </a:prstGeom>
                </pic:spPr>
              </pic:pic>
            </a:graphicData>
          </a:graphic>
          <wp14:sizeRelH relativeFrom="margin">
            <wp14:pctWidth>0</wp14:pctWidth>
          </wp14:sizeRelH>
          <wp14:sizeRelV relativeFrom="margin">
            <wp14:pctHeight>0</wp14:pctHeight>
          </wp14:sizeRelV>
        </wp:anchor>
      </w:drawing>
    </w:r>
    <w:r w:rsidR="00DF1539" w:rsidRPr="008303F6">
      <w:tab/>
    </w:r>
    <w:r w:rsidR="005557A0" w:rsidRPr="008303F6">
      <w:rPr>
        <w:i/>
        <w:iCs/>
      </w:rPr>
      <w:t>All text copyright © TheComputingTutor</w:t>
    </w:r>
    <w:r w:rsidR="001716FC" w:rsidRPr="008303F6">
      <w:rPr>
        <w:i/>
        <w:iCs/>
      </w:rPr>
      <w:t xml:space="preserve"> Ltd</w:t>
    </w:r>
    <w:r w:rsidR="005557A0" w:rsidRPr="008303F6">
      <w:rPr>
        <w:i/>
        <w:iCs/>
      </w:rPr>
      <w:t xml:space="preserve"> 202</w:t>
    </w:r>
    <w:r w:rsidR="00350430">
      <w:rPr>
        <w:i/>
        <w:iCs/>
      </w:rPr>
      <w:t>5</w:t>
    </w:r>
    <w:r w:rsidR="005557A0" w:rsidRPr="008303F6">
      <w:rPr>
        <w:i/>
        <w:iCs/>
      </w:rPr>
      <w:t>. All rights Reserved.</w:t>
    </w:r>
  </w:p>
  <w:p w14:paraId="723E937C" w14:textId="77777777" w:rsidR="005557A0" w:rsidRPr="008303F6" w:rsidRDefault="005557A0">
    <w:pPr>
      <w:pStyle w:val="Footer"/>
    </w:pPr>
  </w:p>
  <w:p w14:paraId="65ACFD12" w14:textId="77777777" w:rsidR="005557A0" w:rsidRPr="008303F6" w:rsidRDefault="005557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E23918" w14:textId="77777777" w:rsidR="00766A1E" w:rsidRPr="008303F6" w:rsidRDefault="00766A1E" w:rsidP="005557A0">
      <w:pPr>
        <w:spacing w:after="0" w:line="240" w:lineRule="auto"/>
      </w:pPr>
      <w:r w:rsidRPr="008303F6">
        <w:separator/>
      </w:r>
    </w:p>
  </w:footnote>
  <w:footnote w:type="continuationSeparator" w:id="0">
    <w:p w14:paraId="4B42848B" w14:textId="77777777" w:rsidR="00766A1E" w:rsidRPr="008303F6" w:rsidRDefault="00766A1E" w:rsidP="005557A0">
      <w:pPr>
        <w:spacing w:after="0" w:line="240" w:lineRule="auto"/>
      </w:pPr>
      <w:r w:rsidRPr="008303F6">
        <w:continuationSeparator/>
      </w:r>
    </w:p>
  </w:footnote>
  <w:footnote w:type="continuationNotice" w:id="1">
    <w:p w14:paraId="247E72ED" w14:textId="77777777" w:rsidR="00766A1E" w:rsidRPr="008303F6" w:rsidRDefault="00766A1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4A1D8" w14:textId="77777777" w:rsidR="00E85DBE" w:rsidRPr="008303F6" w:rsidRDefault="00E85DBE">
    <w:pPr>
      <w:pStyle w:val="Header"/>
    </w:pPr>
    <w:r w:rsidRPr="008303F6">
      <w:rPr>
        <w:noProof/>
      </w:rPr>
      <mc:AlternateContent>
        <mc:Choice Requires="wps">
          <w:drawing>
            <wp:anchor distT="0" distB="0" distL="114300" distR="114300" simplePos="0" relativeHeight="251658241" behindDoc="1" locked="0" layoutInCell="1" allowOverlap="1" wp14:anchorId="61346EDC" wp14:editId="5D965FC5">
              <wp:simplePos x="0" y="0"/>
              <wp:positionH relativeFrom="column">
                <wp:posOffset>-531935</wp:posOffset>
              </wp:positionH>
              <wp:positionV relativeFrom="paragraph">
                <wp:posOffset>-90561</wp:posOffset>
              </wp:positionV>
              <wp:extent cx="6786245" cy="9220200"/>
              <wp:effectExtent l="19050" t="19050" r="14605" b="19050"/>
              <wp:wrapNone/>
              <wp:docPr id="5" name="Rectangle: Rounded Corners 5"/>
              <wp:cNvGraphicFramePr/>
              <a:graphic xmlns:a="http://schemas.openxmlformats.org/drawingml/2006/main">
                <a:graphicData uri="http://schemas.microsoft.com/office/word/2010/wordprocessingShape">
                  <wps:wsp>
                    <wps:cNvSpPr/>
                    <wps:spPr>
                      <a:xfrm>
                        <a:off x="0" y="0"/>
                        <a:ext cx="6786245" cy="9220200"/>
                      </a:xfrm>
                      <a:prstGeom prst="roundRect">
                        <a:avLst>
                          <a:gd name="adj" fmla="val 7511"/>
                        </a:avLst>
                      </a:prstGeom>
                      <a:solidFill>
                        <a:schemeClr val="bg1"/>
                      </a:solidFill>
                      <a:ln w="28575"/>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D0BC0E" id="Rectangle: Rounded Corners 5" o:spid="_x0000_s1026" style="position:absolute;margin-left:-41.9pt;margin-top:-7.15pt;width:534.35pt;height:72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92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" fillcolor="white [3212]" strokecolor="#525252 [1606]" strokeweight="2.25pt">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008EC"/>
    <w:multiLevelType w:val="hybridMultilevel"/>
    <w:tmpl w:val="F378D4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DB0BD7"/>
    <w:multiLevelType w:val="hybridMultilevel"/>
    <w:tmpl w:val="DE7CBE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C2559A"/>
    <w:multiLevelType w:val="hybridMultilevel"/>
    <w:tmpl w:val="98163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AB46C8"/>
    <w:multiLevelType w:val="hybridMultilevel"/>
    <w:tmpl w:val="6FB638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0B62D0"/>
    <w:multiLevelType w:val="hybridMultilevel"/>
    <w:tmpl w:val="1C02C8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974BCF"/>
    <w:multiLevelType w:val="hybridMultilevel"/>
    <w:tmpl w:val="24C4C0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D1A41C3"/>
    <w:multiLevelType w:val="hybridMultilevel"/>
    <w:tmpl w:val="3558EC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ECA1316"/>
    <w:multiLevelType w:val="hybridMultilevel"/>
    <w:tmpl w:val="ADF40B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F75255D"/>
    <w:multiLevelType w:val="hybridMultilevel"/>
    <w:tmpl w:val="4306C3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81765D4"/>
    <w:multiLevelType w:val="hybridMultilevel"/>
    <w:tmpl w:val="1F846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4C01DD5"/>
    <w:multiLevelType w:val="hybridMultilevel"/>
    <w:tmpl w:val="65E0BE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4F45F4D"/>
    <w:multiLevelType w:val="hybridMultilevel"/>
    <w:tmpl w:val="AD0C33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7F516F1"/>
    <w:multiLevelType w:val="hybridMultilevel"/>
    <w:tmpl w:val="AD0A0B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85F6D9A"/>
    <w:multiLevelType w:val="hybridMultilevel"/>
    <w:tmpl w:val="18B42F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DF2525E"/>
    <w:multiLevelType w:val="hybridMultilevel"/>
    <w:tmpl w:val="4CB29EEC"/>
    <w:lvl w:ilvl="0" w:tplc="406E0B3C">
      <w:start w:val="1"/>
      <w:numFmt w:val="bullet"/>
      <w:lvlText w:val="•"/>
      <w:lvlJc w:val="left"/>
      <w:pPr>
        <w:tabs>
          <w:tab w:val="num" w:pos="720"/>
        </w:tabs>
        <w:ind w:left="720" w:hanging="360"/>
      </w:pPr>
      <w:rPr>
        <w:rFonts w:ascii="Times New Roman" w:hAnsi="Times New Roman" w:hint="default"/>
      </w:rPr>
    </w:lvl>
    <w:lvl w:ilvl="1" w:tplc="38E04B50" w:tentative="1">
      <w:start w:val="1"/>
      <w:numFmt w:val="bullet"/>
      <w:lvlText w:val="•"/>
      <w:lvlJc w:val="left"/>
      <w:pPr>
        <w:tabs>
          <w:tab w:val="num" w:pos="1440"/>
        </w:tabs>
        <w:ind w:left="1440" w:hanging="360"/>
      </w:pPr>
      <w:rPr>
        <w:rFonts w:ascii="Times New Roman" w:hAnsi="Times New Roman" w:hint="default"/>
      </w:rPr>
    </w:lvl>
    <w:lvl w:ilvl="2" w:tplc="C7B86A84" w:tentative="1">
      <w:start w:val="1"/>
      <w:numFmt w:val="bullet"/>
      <w:lvlText w:val="•"/>
      <w:lvlJc w:val="left"/>
      <w:pPr>
        <w:tabs>
          <w:tab w:val="num" w:pos="2160"/>
        </w:tabs>
        <w:ind w:left="2160" w:hanging="360"/>
      </w:pPr>
      <w:rPr>
        <w:rFonts w:ascii="Times New Roman" w:hAnsi="Times New Roman" w:hint="default"/>
      </w:rPr>
    </w:lvl>
    <w:lvl w:ilvl="3" w:tplc="C64CD69C" w:tentative="1">
      <w:start w:val="1"/>
      <w:numFmt w:val="bullet"/>
      <w:lvlText w:val="•"/>
      <w:lvlJc w:val="left"/>
      <w:pPr>
        <w:tabs>
          <w:tab w:val="num" w:pos="2880"/>
        </w:tabs>
        <w:ind w:left="2880" w:hanging="360"/>
      </w:pPr>
      <w:rPr>
        <w:rFonts w:ascii="Times New Roman" w:hAnsi="Times New Roman" w:hint="default"/>
      </w:rPr>
    </w:lvl>
    <w:lvl w:ilvl="4" w:tplc="DE04D184" w:tentative="1">
      <w:start w:val="1"/>
      <w:numFmt w:val="bullet"/>
      <w:lvlText w:val="•"/>
      <w:lvlJc w:val="left"/>
      <w:pPr>
        <w:tabs>
          <w:tab w:val="num" w:pos="3600"/>
        </w:tabs>
        <w:ind w:left="3600" w:hanging="360"/>
      </w:pPr>
      <w:rPr>
        <w:rFonts w:ascii="Times New Roman" w:hAnsi="Times New Roman" w:hint="default"/>
      </w:rPr>
    </w:lvl>
    <w:lvl w:ilvl="5" w:tplc="40348E3A" w:tentative="1">
      <w:start w:val="1"/>
      <w:numFmt w:val="bullet"/>
      <w:lvlText w:val="•"/>
      <w:lvlJc w:val="left"/>
      <w:pPr>
        <w:tabs>
          <w:tab w:val="num" w:pos="4320"/>
        </w:tabs>
        <w:ind w:left="4320" w:hanging="360"/>
      </w:pPr>
      <w:rPr>
        <w:rFonts w:ascii="Times New Roman" w:hAnsi="Times New Roman" w:hint="default"/>
      </w:rPr>
    </w:lvl>
    <w:lvl w:ilvl="6" w:tplc="B6E4DECC" w:tentative="1">
      <w:start w:val="1"/>
      <w:numFmt w:val="bullet"/>
      <w:lvlText w:val="•"/>
      <w:lvlJc w:val="left"/>
      <w:pPr>
        <w:tabs>
          <w:tab w:val="num" w:pos="5040"/>
        </w:tabs>
        <w:ind w:left="5040" w:hanging="360"/>
      </w:pPr>
      <w:rPr>
        <w:rFonts w:ascii="Times New Roman" w:hAnsi="Times New Roman" w:hint="default"/>
      </w:rPr>
    </w:lvl>
    <w:lvl w:ilvl="7" w:tplc="BEFAFE48" w:tentative="1">
      <w:start w:val="1"/>
      <w:numFmt w:val="bullet"/>
      <w:lvlText w:val="•"/>
      <w:lvlJc w:val="left"/>
      <w:pPr>
        <w:tabs>
          <w:tab w:val="num" w:pos="5760"/>
        </w:tabs>
        <w:ind w:left="5760" w:hanging="360"/>
      </w:pPr>
      <w:rPr>
        <w:rFonts w:ascii="Times New Roman" w:hAnsi="Times New Roman" w:hint="default"/>
      </w:rPr>
    </w:lvl>
    <w:lvl w:ilvl="8" w:tplc="BF549DF6"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30BA06D0"/>
    <w:multiLevelType w:val="hybridMultilevel"/>
    <w:tmpl w:val="2B78F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4960A07"/>
    <w:multiLevelType w:val="hybridMultilevel"/>
    <w:tmpl w:val="9ECC6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60C2B8A"/>
    <w:multiLevelType w:val="hybridMultilevel"/>
    <w:tmpl w:val="365A9D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78F28B1"/>
    <w:multiLevelType w:val="hybridMultilevel"/>
    <w:tmpl w:val="A16067FC"/>
    <w:lvl w:ilvl="0" w:tplc="BA944E9E">
      <w:start w:val="1"/>
      <w:numFmt w:val="bullet"/>
      <w:lvlText w:val="•"/>
      <w:lvlJc w:val="left"/>
      <w:pPr>
        <w:tabs>
          <w:tab w:val="num" w:pos="720"/>
        </w:tabs>
        <w:ind w:left="720" w:hanging="360"/>
      </w:pPr>
      <w:rPr>
        <w:rFonts w:ascii="Arial" w:hAnsi="Arial" w:hint="default"/>
      </w:rPr>
    </w:lvl>
    <w:lvl w:ilvl="1" w:tplc="9AD68F7C" w:tentative="1">
      <w:start w:val="1"/>
      <w:numFmt w:val="bullet"/>
      <w:lvlText w:val="•"/>
      <w:lvlJc w:val="left"/>
      <w:pPr>
        <w:tabs>
          <w:tab w:val="num" w:pos="1440"/>
        </w:tabs>
        <w:ind w:left="1440" w:hanging="360"/>
      </w:pPr>
      <w:rPr>
        <w:rFonts w:ascii="Arial" w:hAnsi="Arial" w:hint="default"/>
      </w:rPr>
    </w:lvl>
    <w:lvl w:ilvl="2" w:tplc="154457C6" w:tentative="1">
      <w:start w:val="1"/>
      <w:numFmt w:val="bullet"/>
      <w:lvlText w:val="•"/>
      <w:lvlJc w:val="left"/>
      <w:pPr>
        <w:tabs>
          <w:tab w:val="num" w:pos="2160"/>
        </w:tabs>
        <w:ind w:left="2160" w:hanging="360"/>
      </w:pPr>
      <w:rPr>
        <w:rFonts w:ascii="Arial" w:hAnsi="Arial" w:hint="default"/>
      </w:rPr>
    </w:lvl>
    <w:lvl w:ilvl="3" w:tplc="AC385100" w:tentative="1">
      <w:start w:val="1"/>
      <w:numFmt w:val="bullet"/>
      <w:lvlText w:val="•"/>
      <w:lvlJc w:val="left"/>
      <w:pPr>
        <w:tabs>
          <w:tab w:val="num" w:pos="2880"/>
        </w:tabs>
        <w:ind w:left="2880" w:hanging="360"/>
      </w:pPr>
      <w:rPr>
        <w:rFonts w:ascii="Arial" w:hAnsi="Arial" w:hint="default"/>
      </w:rPr>
    </w:lvl>
    <w:lvl w:ilvl="4" w:tplc="C278EAC6" w:tentative="1">
      <w:start w:val="1"/>
      <w:numFmt w:val="bullet"/>
      <w:lvlText w:val="•"/>
      <w:lvlJc w:val="left"/>
      <w:pPr>
        <w:tabs>
          <w:tab w:val="num" w:pos="3600"/>
        </w:tabs>
        <w:ind w:left="3600" w:hanging="360"/>
      </w:pPr>
      <w:rPr>
        <w:rFonts w:ascii="Arial" w:hAnsi="Arial" w:hint="default"/>
      </w:rPr>
    </w:lvl>
    <w:lvl w:ilvl="5" w:tplc="3FE81F58" w:tentative="1">
      <w:start w:val="1"/>
      <w:numFmt w:val="bullet"/>
      <w:lvlText w:val="•"/>
      <w:lvlJc w:val="left"/>
      <w:pPr>
        <w:tabs>
          <w:tab w:val="num" w:pos="4320"/>
        </w:tabs>
        <w:ind w:left="4320" w:hanging="360"/>
      </w:pPr>
      <w:rPr>
        <w:rFonts w:ascii="Arial" w:hAnsi="Arial" w:hint="default"/>
      </w:rPr>
    </w:lvl>
    <w:lvl w:ilvl="6" w:tplc="F996A9C6" w:tentative="1">
      <w:start w:val="1"/>
      <w:numFmt w:val="bullet"/>
      <w:lvlText w:val="•"/>
      <w:lvlJc w:val="left"/>
      <w:pPr>
        <w:tabs>
          <w:tab w:val="num" w:pos="5040"/>
        </w:tabs>
        <w:ind w:left="5040" w:hanging="360"/>
      </w:pPr>
      <w:rPr>
        <w:rFonts w:ascii="Arial" w:hAnsi="Arial" w:hint="default"/>
      </w:rPr>
    </w:lvl>
    <w:lvl w:ilvl="7" w:tplc="C61EE73C" w:tentative="1">
      <w:start w:val="1"/>
      <w:numFmt w:val="bullet"/>
      <w:lvlText w:val="•"/>
      <w:lvlJc w:val="left"/>
      <w:pPr>
        <w:tabs>
          <w:tab w:val="num" w:pos="5760"/>
        </w:tabs>
        <w:ind w:left="5760" w:hanging="360"/>
      </w:pPr>
      <w:rPr>
        <w:rFonts w:ascii="Arial" w:hAnsi="Arial" w:hint="default"/>
      </w:rPr>
    </w:lvl>
    <w:lvl w:ilvl="8" w:tplc="705E60E6"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3A772B91"/>
    <w:multiLevelType w:val="hybridMultilevel"/>
    <w:tmpl w:val="2EF829B8"/>
    <w:lvl w:ilvl="0" w:tplc="059451F4">
      <w:start w:val="1"/>
      <w:numFmt w:val="bullet"/>
      <w:lvlText w:val="•"/>
      <w:lvlJc w:val="left"/>
      <w:pPr>
        <w:tabs>
          <w:tab w:val="num" w:pos="720"/>
        </w:tabs>
        <w:ind w:left="720" w:hanging="360"/>
      </w:pPr>
      <w:rPr>
        <w:rFonts w:ascii="Times New Roman" w:hAnsi="Times New Roman" w:hint="default"/>
      </w:rPr>
    </w:lvl>
    <w:lvl w:ilvl="1" w:tplc="87AC352C" w:tentative="1">
      <w:start w:val="1"/>
      <w:numFmt w:val="bullet"/>
      <w:lvlText w:val="•"/>
      <w:lvlJc w:val="left"/>
      <w:pPr>
        <w:tabs>
          <w:tab w:val="num" w:pos="1440"/>
        </w:tabs>
        <w:ind w:left="1440" w:hanging="360"/>
      </w:pPr>
      <w:rPr>
        <w:rFonts w:ascii="Times New Roman" w:hAnsi="Times New Roman" w:hint="default"/>
      </w:rPr>
    </w:lvl>
    <w:lvl w:ilvl="2" w:tplc="439ABDB8" w:tentative="1">
      <w:start w:val="1"/>
      <w:numFmt w:val="bullet"/>
      <w:lvlText w:val="•"/>
      <w:lvlJc w:val="left"/>
      <w:pPr>
        <w:tabs>
          <w:tab w:val="num" w:pos="2160"/>
        </w:tabs>
        <w:ind w:left="2160" w:hanging="360"/>
      </w:pPr>
      <w:rPr>
        <w:rFonts w:ascii="Times New Roman" w:hAnsi="Times New Roman" w:hint="default"/>
      </w:rPr>
    </w:lvl>
    <w:lvl w:ilvl="3" w:tplc="C49642A4" w:tentative="1">
      <w:start w:val="1"/>
      <w:numFmt w:val="bullet"/>
      <w:lvlText w:val="•"/>
      <w:lvlJc w:val="left"/>
      <w:pPr>
        <w:tabs>
          <w:tab w:val="num" w:pos="2880"/>
        </w:tabs>
        <w:ind w:left="2880" w:hanging="360"/>
      </w:pPr>
      <w:rPr>
        <w:rFonts w:ascii="Times New Roman" w:hAnsi="Times New Roman" w:hint="default"/>
      </w:rPr>
    </w:lvl>
    <w:lvl w:ilvl="4" w:tplc="0A2A2C9E" w:tentative="1">
      <w:start w:val="1"/>
      <w:numFmt w:val="bullet"/>
      <w:lvlText w:val="•"/>
      <w:lvlJc w:val="left"/>
      <w:pPr>
        <w:tabs>
          <w:tab w:val="num" w:pos="3600"/>
        </w:tabs>
        <w:ind w:left="3600" w:hanging="360"/>
      </w:pPr>
      <w:rPr>
        <w:rFonts w:ascii="Times New Roman" w:hAnsi="Times New Roman" w:hint="default"/>
      </w:rPr>
    </w:lvl>
    <w:lvl w:ilvl="5" w:tplc="F0BE4282" w:tentative="1">
      <w:start w:val="1"/>
      <w:numFmt w:val="bullet"/>
      <w:lvlText w:val="•"/>
      <w:lvlJc w:val="left"/>
      <w:pPr>
        <w:tabs>
          <w:tab w:val="num" w:pos="4320"/>
        </w:tabs>
        <w:ind w:left="4320" w:hanging="360"/>
      </w:pPr>
      <w:rPr>
        <w:rFonts w:ascii="Times New Roman" w:hAnsi="Times New Roman" w:hint="default"/>
      </w:rPr>
    </w:lvl>
    <w:lvl w:ilvl="6" w:tplc="D9C61B50" w:tentative="1">
      <w:start w:val="1"/>
      <w:numFmt w:val="bullet"/>
      <w:lvlText w:val="•"/>
      <w:lvlJc w:val="left"/>
      <w:pPr>
        <w:tabs>
          <w:tab w:val="num" w:pos="5040"/>
        </w:tabs>
        <w:ind w:left="5040" w:hanging="360"/>
      </w:pPr>
      <w:rPr>
        <w:rFonts w:ascii="Times New Roman" w:hAnsi="Times New Roman" w:hint="default"/>
      </w:rPr>
    </w:lvl>
    <w:lvl w:ilvl="7" w:tplc="1A50E402" w:tentative="1">
      <w:start w:val="1"/>
      <w:numFmt w:val="bullet"/>
      <w:lvlText w:val="•"/>
      <w:lvlJc w:val="left"/>
      <w:pPr>
        <w:tabs>
          <w:tab w:val="num" w:pos="5760"/>
        </w:tabs>
        <w:ind w:left="5760" w:hanging="360"/>
      </w:pPr>
      <w:rPr>
        <w:rFonts w:ascii="Times New Roman" w:hAnsi="Times New Roman" w:hint="default"/>
      </w:rPr>
    </w:lvl>
    <w:lvl w:ilvl="8" w:tplc="D5384742"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3ADA79A3"/>
    <w:multiLevelType w:val="hybridMultilevel"/>
    <w:tmpl w:val="4B427E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BB84EFD"/>
    <w:multiLevelType w:val="hybridMultilevel"/>
    <w:tmpl w:val="231408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E54F34"/>
    <w:multiLevelType w:val="hybridMultilevel"/>
    <w:tmpl w:val="9F807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13422DB"/>
    <w:multiLevelType w:val="hybridMultilevel"/>
    <w:tmpl w:val="CAB662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3275F86"/>
    <w:multiLevelType w:val="hybridMultilevel"/>
    <w:tmpl w:val="E6E6B8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57272A4"/>
    <w:multiLevelType w:val="hybridMultilevel"/>
    <w:tmpl w:val="A370A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74D215D"/>
    <w:multiLevelType w:val="hybridMultilevel"/>
    <w:tmpl w:val="55680C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EC46FD5"/>
    <w:multiLevelType w:val="hybridMultilevel"/>
    <w:tmpl w:val="39DAD9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FCA4916"/>
    <w:multiLevelType w:val="hybridMultilevel"/>
    <w:tmpl w:val="28D010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0063C41"/>
    <w:multiLevelType w:val="hybridMultilevel"/>
    <w:tmpl w:val="8A0E9A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8D66BF"/>
    <w:multiLevelType w:val="hybridMultilevel"/>
    <w:tmpl w:val="F4EA44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3995BFC"/>
    <w:multiLevelType w:val="hybridMultilevel"/>
    <w:tmpl w:val="143215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446575D"/>
    <w:multiLevelType w:val="hybridMultilevel"/>
    <w:tmpl w:val="9272C7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5CD693E"/>
    <w:multiLevelType w:val="hybridMultilevel"/>
    <w:tmpl w:val="8E76CF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6A06F50"/>
    <w:multiLevelType w:val="hybridMultilevel"/>
    <w:tmpl w:val="19AC1B48"/>
    <w:lvl w:ilvl="0" w:tplc="EC365688">
      <w:start w:val="1"/>
      <w:numFmt w:val="bullet"/>
      <w:lvlText w:val="•"/>
      <w:lvlJc w:val="left"/>
      <w:pPr>
        <w:tabs>
          <w:tab w:val="num" w:pos="720"/>
        </w:tabs>
        <w:ind w:left="720" w:hanging="360"/>
      </w:pPr>
      <w:rPr>
        <w:rFonts w:ascii="Times New Roman" w:hAnsi="Times New Roman" w:hint="default"/>
      </w:rPr>
    </w:lvl>
    <w:lvl w:ilvl="1" w:tplc="2004A556" w:tentative="1">
      <w:start w:val="1"/>
      <w:numFmt w:val="bullet"/>
      <w:lvlText w:val="•"/>
      <w:lvlJc w:val="left"/>
      <w:pPr>
        <w:tabs>
          <w:tab w:val="num" w:pos="1440"/>
        </w:tabs>
        <w:ind w:left="1440" w:hanging="360"/>
      </w:pPr>
      <w:rPr>
        <w:rFonts w:ascii="Times New Roman" w:hAnsi="Times New Roman" w:hint="default"/>
      </w:rPr>
    </w:lvl>
    <w:lvl w:ilvl="2" w:tplc="4A7490CA" w:tentative="1">
      <w:start w:val="1"/>
      <w:numFmt w:val="bullet"/>
      <w:lvlText w:val="•"/>
      <w:lvlJc w:val="left"/>
      <w:pPr>
        <w:tabs>
          <w:tab w:val="num" w:pos="2160"/>
        </w:tabs>
        <w:ind w:left="2160" w:hanging="360"/>
      </w:pPr>
      <w:rPr>
        <w:rFonts w:ascii="Times New Roman" w:hAnsi="Times New Roman" w:hint="default"/>
      </w:rPr>
    </w:lvl>
    <w:lvl w:ilvl="3" w:tplc="F8986214" w:tentative="1">
      <w:start w:val="1"/>
      <w:numFmt w:val="bullet"/>
      <w:lvlText w:val="•"/>
      <w:lvlJc w:val="left"/>
      <w:pPr>
        <w:tabs>
          <w:tab w:val="num" w:pos="2880"/>
        </w:tabs>
        <w:ind w:left="2880" w:hanging="360"/>
      </w:pPr>
      <w:rPr>
        <w:rFonts w:ascii="Times New Roman" w:hAnsi="Times New Roman" w:hint="default"/>
      </w:rPr>
    </w:lvl>
    <w:lvl w:ilvl="4" w:tplc="08120EA6" w:tentative="1">
      <w:start w:val="1"/>
      <w:numFmt w:val="bullet"/>
      <w:lvlText w:val="•"/>
      <w:lvlJc w:val="left"/>
      <w:pPr>
        <w:tabs>
          <w:tab w:val="num" w:pos="3600"/>
        </w:tabs>
        <w:ind w:left="3600" w:hanging="360"/>
      </w:pPr>
      <w:rPr>
        <w:rFonts w:ascii="Times New Roman" w:hAnsi="Times New Roman" w:hint="default"/>
      </w:rPr>
    </w:lvl>
    <w:lvl w:ilvl="5" w:tplc="4E767444" w:tentative="1">
      <w:start w:val="1"/>
      <w:numFmt w:val="bullet"/>
      <w:lvlText w:val="•"/>
      <w:lvlJc w:val="left"/>
      <w:pPr>
        <w:tabs>
          <w:tab w:val="num" w:pos="4320"/>
        </w:tabs>
        <w:ind w:left="4320" w:hanging="360"/>
      </w:pPr>
      <w:rPr>
        <w:rFonts w:ascii="Times New Roman" w:hAnsi="Times New Roman" w:hint="default"/>
      </w:rPr>
    </w:lvl>
    <w:lvl w:ilvl="6" w:tplc="D4789FA4" w:tentative="1">
      <w:start w:val="1"/>
      <w:numFmt w:val="bullet"/>
      <w:lvlText w:val="•"/>
      <w:lvlJc w:val="left"/>
      <w:pPr>
        <w:tabs>
          <w:tab w:val="num" w:pos="5040"/>
        </w:tabs>
        <w:ind w:left="5040" w:hanging="360"/>
      </w:pPr>
      <w:rPr>
        <w:rFonts w:ascii="Times New Roman" w:hAnsi="Times New Roman" w:hint="default"/>
      </w:rPr>
    </w:lvl>
    <w:lvl w:ilvl="7" w:tplc="CB8EB780" w:tentative="1">
      <w:start w:val="1"/>
      <w:numFmt w:val="bullet"/>
      <w:lvlText w:val="•"/>
      <w:lvlJc w:val="left"/>
      <w:pPr>
        <w:tabs>
          <w:tab w:val="num" w:pos="5760"/>
        </w:tabs>
        <w:ind w:left="5760" w:hanging="360"/>
      </w:pPr>
      <w:rPr>
        <w:rFonts w:ascii="Times New Roman" w:hAnsi="Times New Roman" w:hint="default"/>
      </w:rPr>
    </w:lvl>
    <w:lvl w:ilvl="8" w:tplc="1C30DE9A"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5CE16687"/>
    <w:multiLevelType w:val="hybridMultilevel"/>
    <w:tmpl w:val="1212C1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F883129"/>
    <w:multiLevelType w:val="hybridMultilevel"/>
    <w:tmpl w:val="4328CE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42769EF"/>
    <w:multiLevelType w:val="hybridMultilevel"/>
    <w:tmpl w:val="36A85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4EF644E"/>
    <w:multiLevelType w:val="hybridMultilevel"/>
    <w:tmpl w:val="966EA3CA"/>
    <w:lvl w:ilvl="0" w:tplc="23082C78">
      <w:start w:val="1"/>
      <w:numFmt w:val="bullet"/>
      <w:lvlText w:val="•"/>
      <w:lvlJc w:val="left"/>
      <w:pPr>
        <w:tabs>
          <w:tab w:val="num" w:pos="720"/>
        </w:tabs>
        <w:ind w:left="720" w:hanging="360"/>
      </w:pPr>
      <w:rPr>
        <w:rFonts w:ascii="Times New Roman" w:hAnsi="Times New Roman" w:hint="default"/>
      </w:rPr>
    </w:lvl>
    <w:lvl w:ilvl="1" w:tplc="5582CC38" w:tentative="1">
      <w:start w:val="1"/>
      <w:numFmt w:val="bullet"/>
      <w:lvlText w:val="•"/>
      <w:lvlJc w:val="left"/>
      <w:pPr>
        <w:tabs>
          <w:tab w:val="num" w:pos="1440"/>
        </w:tabs>
        <w:ind w:left="1440" w:hanging="360"/>
      </w:pPr>
      <w:rPr>
        <w:rFonts w:ascii="Times New Roman" w:hAnsi="Times New Roman" w:hint="default"/>
      </w:rPr>
    </w:lvl>
    <w:lvl w:ilvl="2" w:tplc="175ED1FE" w:tentative="1">
      <w:start w:val="1"/>
      <w:numFmt w:val="bullet"/>
      <w:lvlText w:val="•"/>
      <w:lvlJc w:val="left"/>
      <w:pPr>
        <w:tabs>
          <w:tab w:val="num" w:pos="2160"/>
        </w:tabs>
        <w:ind w:left="2160" w:hanging="360"/>
      </w:pPr>
      <w:rPr>
        <w:rFonts w:ascii="Times New Roman" w:hAnsi="Times New Roman" w:hint="default"/>
      </w:rPr>
    </w:lvl>
    <w:lvl w:ilvl="3" w:tplc="9948DA4C" w:tentative="1">
      <w:start w:val="1"/>
      <w:numFmt w:val="bullet"/>
      <w:lvlText w:val="•"/>
      <w:lvlJc w:val="left"/>
      <w:pPr>
        <w:tabs>
          <w:tab w:val="num" w:pos="2880"/>
        </w:tabs>
        <w:ind w:left="2880" w:hanging="360"/>
      </w:pPr>
      <w:rPr>
        <w:rFonts w:ascii="Times New Roman" w:hAnsi="Times New Roman" w:hint="default"/>
      </w:rPr>
    </w:lvl>
    <w:lvl w:ilvl="4" w:tplc="2F94C33E" w:tentative="1">
      <w:start w:val="1"/>
      <w:numFmt w:val="bullet"/>
      <w:lvlText w:val="•"/>
      <w:lvlJc w:val="left"/>
      <w:pPr>
        <w:tabs>
          <w:tab w:val="num" w:pos="3600"/>
        </w:tabs>
        <w:ind w:left="3600" w:hanging="360"/>
      </w:pPr>
      <w:rPr>
        <w:rFonts w:ascii="Times New Roman" w:hAnsi="Times New Roman" w:hint="default"/>
      </w:rPr>
    </w:lvl>
    <w:lvl w:ilvl="5" w:tplc="C0D89AD0" w:tentative="1">
      <w:start w:val="1"/>
      <w:numFmt w:val="bullet"/>
      <w:lvlText w:val="•"/>
      <w:lvlJc w:val="left"/>
      <w:pPr>
        <w:tabs>
          <w:tab w:val="num" w:pos="4320"/>
        </w:tabs>
        <w:ind w:left="4320" w:hanging="360"/>
      </w:pPr>
      <w:rPr>
        <w:rFonts w:ascii="Times New Roman" w:hAnsi="Times New Roman" w:hint="default"/>
      </w:rPr>
    </w:lvl>
    <w:lvl w:ilvl="6" w:tplc="9CC00B30" w:tentative="1">
      <w:start w:val="1"/>
      <w:numFmt w:val="bullet"/>
      <w:lvlText w:val="•"/>
      <w:lvlJc w:val="left"/>
      <w:pPr>
        <w:tabs>
          <w:tab w:val="num" w:pos="5040"/>
        </w:tabs>
        <w:ind w:left="5040" w:hanging="360"/>
      </w:pPr>
      <w:rPr>
        <w:rFonts w:ascii="Times New Roman" w:hAnsi="Times New Roman" w:hint="default"/>
      </w:rPr>
    </w:lvl>
    <w:lvl w:ilvl="7" w:tplc="6BAE7278" w:tentative="1">
      <w:start w:val="1"/>
      <w:numFmt w:val="bullet"/>
      <w:lvlText w:val="•"/>
      <w:lvlJc w:val="left"/>
      <w:pPr>
        <w:tabs>
          <w:tab w:val="num" w:pos="5760"/>
        </w:tabs>
        <w:ind w:left="5760" w:hanging="360"/>
      </w:pPr>
      <w:rPr>
        <w:rFonts w:ascii="Times New Roman" w:hAnsi="Times New Roman" w:hint="default"/>
      </w:rPr>
    </w:lvl>
    <w:lvl w:ilvl="8" w:tplc="0464C20E" w:tentative="1">
      <w:start w:val="1"/>
      <w:numFmt w:val="bullet"/>
      <w:lvlText w:val="•"/>
      <w:lvlJc w:val="left"/>
      <w:pPr>
        <w:tabs>
          <w:tab w:val="num" w:pos="6480"/>
        </w:tabs>
        <w:ind w:left="6480" w:hanging="360"/>
      </w:pPr>
      <w:rPr>
        <w:rFonts w:ascii="Times New Roman" w:hAnsi="Times New Roman" w:hint="default"/>
      </w:rPr>
    </w:lvl>
  </w:abstractNum>
  <w:abstractNum w:abstractNumId="39" w15:restartNumberingAfterBreak="0">
    <w:nsid w:val="66366536"/>
    <w:multiLevelType w:val="hybridMultilevel"/>
    <w:tmpl w:val="3A0C68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7E219B5"/>
    <w:multiLevelType w:val="hybridMultilevel"/>
    <w:tmpl w:val="F384C7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8CC3AEB"/>
    <w:multiLevelType w:val="hybridMultilevel"/>
    <w:tmpl w:val="1F44F4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A336FE4"/>
    <w:multiLevelType w:val="hybridMultilevel"/>
    <w:tmpl w:val="B76AD3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DF77C20"/>
    <w:multiLevelType w:val="hybridMultilevel"/>
    <w:tmpl w:val="3550C4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05718CA"/>
    <w:multiLevelType w:val="hybridMultilevel"/>
    <w:tmpl w:val="60180DFA"/>
    <w:lvl w:ilvl="0" w:tplc="A5A2C89A">
      <w:start w:val="1"/>
      <w:numFmt w:val="bullet"/>
      <w:lvlText w:val="•"/>
      <w:lvlJc w:val="left"/>
      <w:pPr>
        <w:tabs>
          <w:tab w:val="num" w:pos="720"/>
        </w:tabs>
        <w:ind w:left="720" w:hanging="360"/>
      </w:pPr>
      <w:rPr>
        <w:rFonts w:ascii="Times New Roman" w:hAnsi="Times New Roman" w:hint="default"/>
      </w:rPr>
    </w:lvl>
    <w:lvl w:ilvl="1" w:tplc="31DC3A98" w:tentative="1">
      <w:start w:val="1"/>
      <w:numFmt w:val="bullet"/>
      <w:lvlText w:val="•"/>
      <w:lvlJc w:val="left"/>
      <w:pPr>
        <w:tabs>
          <w:tab w:val="num" w:pos="1440"/>
        </w:tabs>
        <w:ind w:left="1440" w:hanging="360"/>
      </w:pPr>
      <w:rPr>
        <w:rFonts w:ascii="Times New Roman" w:hAnsi="Times New Roman" w:hint="default"/>
      </w:rPr>
    </w:lvl>
    <w:lvl w:ilvl="2" w:tplc="491654EA" w:tentative="1">
      <w:start w:val="1"/>
      <w:numFmt w:val="bullet"/>
      <w:lvlText w:val="•"/>
      <w:lvlJc w:val="left"/>
      <w:pPr>
        <w:tabs>
          <w:tab w:val="num" w:pos="2160"/>
        </w:tabs>
        <w:ind w:left="2160" w:hanging="360"/>
      </w:pPr>
      <w:rPr>
        <w:rFonts w:ascii="Times New Roman" w:hAnsi="Times New Roman" w:hint="default"/>
      </w:rPr>
    </w:lvl>
    <w:lvl w:ilvl="3" w:tplc="1FB607BE" w:tentative="1">
      <w:start w:val="1"/>
      <w:numFmt w:val="bullet"/>
      <w:lvlText w:val="•"/>
      <w:lvlJc w:val="left"/>
      <w:pPr>
        <w:tabs>
          <w:tab w:val="num" w:pos="2880"/>
        </w:tabs>
        <w:ind w:left="2880" w:hanging="360"/>
      </w:pPr>
      <w:rPr>
        <w:rFonts w:ascii="Times New Roman" w:hAnsi="Times New Roman" w:hint="default"/>
      </w:rPr>
    </w:lvl>
    <w:lvl w:ilvl="4" w:tplc="47CA6E10" w:tentative="1">
      <w:start w:val="1"/>
      <w:numFmt w:val="bullet"/>
      <w:lvlText w:val="•"/>
      <w:lvlJc w:val="left"/>
      <w:pPr>
        <w:tabs>
          <w:tab w:val="num" w:pos="3600"/>
        </w:tabs>
        <w:ind w:left="3600" w:hanging="360"/>
      </w:pPr>
      <w:rPr>
        <w:rFonts w:ascii="Times New Roman" w:hAnsi="Times New Roman" w:hint="default"/>
      </w:rPr>
    </w:lvl>
    <w:lvl w:ilvl="5" w:tplc="C820ECEC" w:tentative="1">
      <w:start w:val="1"/>
      <w:numFmt w:val="bullet"/>
      <w:lvlText w:val="•"/>
      <w:lvlJc w:val="left"/>
      <w:pPr>
        <w:tabs>
          <w:tab w:val="num" w:pos="4320"/>
        </w:tabs>
        <w:ind w:left="4320" w:hanging="360"/>
      </w:pPr>
      <w:rPr>
        <w:rFonts w:ascii="Times New Roman" w:hAnsi="Times New Roman" w:hint="default"/>
      </w:rPr>
    </w:lvl>
    <w:lvl w:ilvl="6" w:tplc="E31AE9F0" w:tentative="1">
      <w:start w:val="1"/>
      <w:numFmt w:val="bullet"/>
      <w:lvlText w:val="•"/>
      <w:lvlJc w:val="left"/>
      <w:pPr>
        <w:tabs>
          <w:tab w:val="num" w:pos="5040"/>
        </w:tabs>
        <w:ind w:left="5040" w:hanging="360"/>
      </w:pPr>
      <w:rPr>
        <w:rFonts w:ascii="Times New Roman" w:hAnsi="Times New Roman" w:hint="default"/>
      </w:rPr>
    </w:lvl>
    <w:lvl w:ilvl="7" w:tplc="62EED0EC" w:tentative="1">
      <w:start w:val="1"/>
      <w:numFmt w:val="bullet"/>
      <w:lvlText w:val="•"/>
      <w:lvlJc w:val="left"/>
      <w:pPr>
        <w:tabs>
          <w:tab w:val="num" w:pos="5760"/>
        </w:tabs>
        <w:ind w:left="5760" w:hanging="360"/>
      </w:pPr>
      <w:rPr>
        <w:rFonts w:ascii="Times New Roman" w:hAnsi="Times New Roman" w:hint="default"/>
      </w:rPr>
    </w:lvl>
    <w:lvl w:ilvl="8" w:tplc="64848C04" w:tentative="1">
      <w:start w:val="1"/>
      <w:numFmt w:val="bullet"/>
      <w:lvlText w:val="•"/>
      <w:lvlJc w:val="left"/>
      <w:pPr>
        <w:tabs>
          <w:tab w:val="num" w:pos="6480"/>
        </w:tabs>
        <w:ind w:left="6480" w:hanging="360"/>
      </w:pPr>
      <w:rPr>
        <w:rFonts w:ascii="Times New Roman" w:hAnsi="Times New Roman" w:hint="default"/>
      </w:rPr>
    </w:lvl>
  </w:abstractNum>
  <w:abstractNum w:abstractNumId="45" w15:restartNumberingAfterBreak="0">
    <w:nsid w:val="713C4E47"/>
    <w:multiLevelType w:val="hybridMultilevel"/>
    <w:tmpl w:val="99E0B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2143FA6"/>
    <w:multiLevelType w:val="hybridMultilevel"/>
    <w:tmpl w:val="2EB2DE46"/>
    <w:lvl w:ilvl="0" w:tplc="BB88EE4A">
      <w:start w:val="1"/>
      <w:numFmt w:val="bullet"/>
      <w:lvlText w:val="•"/>
      <w:lvlJc w:val="left"/>
      <w:pPr>
        <w:tabs>
          <w:tab w:val="num" w:pos="720"/>
        </w:tabs>
        <w:ind w:left="720" w:hanging="360"/>
      </w:pPr>
      <w:rPr>
        <w:rFonts w:ascii="Times New Roman" w:hAnsi="Times New Roman" w:hint="default"/>
      </w:rPr>
    </w:lvl>
    <w:lvl w:ilvl="1" w:tplc="410CBE8A" w:tentative="1">
      <w:start w:val="1"/>
      <w:numFmt w:val="bullet"/>
      <w:lvlText w:val="•"/>
      <w:lvlJc w:val="left"/>
      <w:pPr>
        <w:tabs>
          <w:tab w:val="num" w:pos="1440"/>
        </w:tabs>
        <w:ind w:left="1440" w:hanging="360"/>
      </w:pPr>
      <w:rPr>
        <w:rFonts w:ascii="Times New Roman" w:hAnsi="Times New Roman" w:hint="default"/>
      </w:rPr>
    </w:lvl>
    <w:lvl w:ilvl="2" w:tplc="6724696A" w:tentative="1">
      <w:start w:val="1"/>
      <w:numFmt w:val="bullet"/>
      <w:lvlText w:val="•"/>
      <w:lvlJc w:val="left"/>
      <w:pPr>
        <w:tabs>
          <w:tab w:val="num" w:pos="2160"/>
        </w:tabs>
        <w:ind w:left="2160" w:hanging="360"/>
      </w:pPr>
      <w:rPr>
        <w:rFonts w:ascii="Times New Roman" w:hAnsi="Times New Roman" w:hint="default"/>
      </w:rPr>
    </w:lvl>
    <w:lvl w:ilvl="3" w:tplc="A0C06BA4" w:tentative="1">
      <w:start w:val="1"/>
      <w:numFmt w:val="bullet"/>
      <w:lvlText w:val="•"/>
      <w:lvlJc w:val="left"/>
      <w:pPr>
        <w:tabs>
          <w:tab w:val="num" w:pos="2880"/>
        </w:tabs>
        <w:ind w:left="2880" w:hanging="360"/>
      </w:pPr>
      <w:rPr>
        <w:rFonts w:ascii="Times New Roman" w:hAnsi="Times New Roman" w:hint="default"/>
      </w:rPr>
    </w:lvl>
    <w:lvl w:ilvl="4" w:tplc="E6FE50B8" w:tentative="1">
      <w:start w:val="1"/>
      <w:numFmt w:val="bullet"/>
      <w:lvlText w:val="•"/>
      <w:lvlJc w:val="left"/>
      <w:pPr>
        <w:tabs>
          <w:tab w:val="num" w:pos="3600"/>
        </w:tabs>
        <w:ind w:left="3600" w:hanging="360"/>
      </w:pPr>
      <w:rPr>
        <w:rFonts w:ascii="Times New Roman" w:hAnsi="Times New Roman" w:hint="default"/>
      </w:rPr>
    </w:lvl>
    <w:lvl w:ilvl="5" w:tplc="1E24C38A" w:tentative="1">
      <w:start w:val="1"/>
      <w:numFmt w:val="bullet"/>
      <w:lvlText w:val="•"/>
      <w:lvlJc w:val="left"/>
      <w:pPr>
        <w:tabs>
          <w:tab w:val="num" w:pos="4320"/>
        </w:tabs>
        <w:ind w:left="4320" w:hanging="360"/>
      </w:pPr>
      <w:rPr>
        <w:rFonts w:ascii="Times New Roman" w:hAnsi="Times New Roman" w:hint="default"/>
      </w:rPr>
    </w:lvl>
    <w:lvl w:ilvl="6" w:tplc="198ECD20" w:tentative="1">
      <w:start w:val="1"/>
      <w:numFmt w:val="bullet"/>
      <w:lvlText w:val="•"/>
      <w:lvlJc w:val="left"/>
      <w:pPr>
        <w:tabs>
          <w:tab w:val="num" w:pos="5040"/>
        </w:tabs>
        <w:ind w:left="5040" w:hanging="360"/>
      </w:pPr>
      <w:rPr>
        <w:rFonts w:ascii="Times New Roman" w:hAnsi="Times New Roman" w:hint="default"/>
      </w:rPr>
    </w:lvl>
    <w:lvl w:ilvl="7" w:tplc="E2CE9E4A" w:tentative="1">
      <w:start w:val="1"/>
      <w:numFmt w:val="bullet"/>
      <w:lvlText w:val="•"/>
      <w:lvlJc w:val="left"/>
      <w:pPr>
        <w:tabs>
          <w:tab w:val="num" w:pos="5760"/>
        </w:tabs>
        <w:ind w:left="5760" w:hanging="360"/>
      </w:pPr>
      <w:rPr>
        <w:rFonts w:ascii="Times New Roman" w:hAnsi="Times New Roman" w:hint="default"/>
      </w:rPr>
    </w:lvl>
    <w:lvl w:ilvl="8" w:tplc="0B1452A8" w:tentative="1">
      <w:start w:val="1"/>
      <w:numFmt w:val="bullet"/>
      <w:lvlText w:val="•"/>
      <w:lvlJc w:val="left"/>
      <w:pPr>
        <w:tabs>
          <w:tab w:val="num" w:pos="6480"/>
        </w:tabs>
        <w:ind w:left="6480" w:hanging="360"/>
      </w:pPr>
      <w:rPr>
        <w:rFonts w:ascii="Times New Roman" w:hAnsi="Times New Roman" w:hint="default"/>
      </w:rPr>
    </w:lvl>
  </w:abstractNum>
  <w:abstractNum w:abstractNumId="47" w15:restartNumberingAfterBreak="0">
    <w:nsid w:val="749D7BB9"/>
    <w:multiLevelType w:val="hybridMultilevel"/>
    <w:tmpl w:val="5EEE3EC2"/>
    <w:lvl w:ilvl="0" w:tplc="F5B24F0E">
      <w:start w:val="1"/>
      <w:numFmt w:val="bullet"/>
      <w:lvlText w:val="•"/>
      <w:lvlJc w:val="left"/>
      <w:pPr>
        <w:tabs>
          <w:tab w:val="num" w:pos="720"/>
        </w:tabs>
        <w:ind w:left="720" w:hanging="360"/>
      </w:pPr>
      <w:rPr>
        <w:rFonts w:ascii="Times New Roman" w:hAnsi="Times New Roman" w:hint="default"/>
      </w:rPr>
    </w:lvl>
    <w:lvl w:ilvl="1" w:tplc="29C03780" w:tentative="1">
      <w:start w:val="1"/>
      <w:numFmt w:val="bullet"/>
      <w:lvlText w:val="•"/>
      <w:lvlJc w:val="left"/>
      <w:pPr>
        <w:tabs>
          <w:tab w:val="num" w:pos="1440"/>
        </w:tabs>
        <w:ind w:left="1440" w:hanging="360"/>
      </w:pPr>
      <w:rPr>
        <w:rFonts w:ascii="Times New Roman" w:hAnsi="Times New Roman" w:hint="default"/>
      </w:rPr>
    </w:lvl>
    <w:lvl w:ilvl="2" w:tplc="70BC52B6" w:tentative="1">
      <w:start w:val="1"/>
      <w:numFmt w:val="bullet"/>
      <w:lvlText w:val="•"/>
      <w:lvlJc w:val="left"/>
      <w:pPr>
        <w:tabs>
          <w:tab w:val="num" w:pos="2160"/>
        </w:tabs>
        <w:ind w:left="2160" w:hanging="360"/>
      </w:pPr>
      <w:rPr>
        <w:rFonts w:ascii="Times New Roman" w:hAnsi="Times New Roman" w:hint="default"/>
      </w:rPr>
    </w:lvl>
    <w:lvl w:ilvl="3" w:tplc="843A3730" w:tentative="1">
      <w:start w:val="1"/>
      <w:numFmt w:val="bullet"/>
      <w:lvlText w:val="•"/>
      <w:lvlJc w:val="left"/>
      <w:pPr>
        <w:tabs>
          <w:tab w:val="num" w:pos="2880"/>
        </w:tabs>
        <w:ind w:left="2880" w:hanging="360"/>
      </w:pPr>
      <w:rPr>
        <w:rFonts w:ascii="Times New Roman" w:hAnsi="Times New Roman" w:hint="default"/>
      </w:rPr>
    </w:lvl>
    <w:lvl w:ilvl="4" w:tplc="A14A4126" w:tentative="1">
      <w:start w:val="1"/>
      <w:numFmt w:val="bullet"/>
      <w:lvlText w:val="•"/>
      <w:lvlJc w:val="left"/>
      <w:pPr>
        <w:tabs>
          <w:tab w:val="num" w:pos="3600"/>
        </w:tabs>
        <w:ind w:left="3600" w:hanging="360"/>
      </w:pPr>
      <w:rPr>
        <w:rFonts w:ascii="Times New Roman" w:hAnsi="Times New Roman" w:hint="default"/>
      </w:rPr>
    </w:lvl>
    <w:lvl w:ilvl="5" w:tplc="D0AE3394" w:tentative="1">
      <w:start w:val="1"/>
      <w:numFmt w:val="bullet"/>
      <w:lvlText w:val="•"/>
      <w:lvlJc w:val="left"/>
      <w:pPr>
        <w:tabs>
          <w:tab w:val="num" w:pos="4320"/>
        </w:tabs>
        <w:ind w:left="4320" w:hanging="360"/>
      </w:pPr>
      <w:rPr>
        <w:rFonts w:ascii="Times New Roman" w:hAnsi="Times New Roman" w:hint="default"/>
      </w:rPr>
    </w:lvl>
    <w:lvl w:ilvl="6" w:tplc="435EF768" w:tentative="1">
      <w:start w:val="1"/>
      <w:numFmt w:val="bullet"/>
      <w:lvlText w:val="•"/>
      <w:lvlJc w:val="left"/>
      <w:pPr>
        <w:tabs>
          <w:tab w:val="num" w:pos="5040"/>
        </w:tabs>
        <w:ind w:left="5040" w:hanging="360"/>
      </w:pPr>
      <w:rPr>
        <w:rFonts w:ascii="Times New Roman" w:hAnsi="Times New Roman" w:hint="default"/>
      </w:rPr>
    </w:lvl>
    <w:lvl w:ilvl="7" w:tplc="F1E0AD6A" w:tentative="1">
      <w:start w:val="1"/>
      <w:numFmt w:val="bullet"/>
      <w:lvlText w:val="•"/>
      <w:lvlJc w:val="left"/>
      <w:pPr>
        <w:tabs>
          <w:tab w:val="num" w:pos="5760"/>
        </w:tabs>
        <w:ind w:left="5760" w:hanging="360"/>
      </w:pPr>
      <w:rPr>
        <w:rFonts w:ascii="Times New Roman" w:hAnsi="Times New Roman" w:hint="default"/>
      </w:rPr>
    </w:lvl>
    <w:lvl w:ilvl="8" w:tplc="6CDA7274" w:tentative="1">
      <w:start w:val="1"/>
      <w:numFmt w:val="bullet"/>
      <w:lvlText w:val="•"/>
      <w:lvlJc w:val="left"/>
      <w:pPr>
        <w:tabs>
          <w:tab w:val="num" w:pos="6480"/>
        </w:tabs>
        <w:ind w:left="6480" w:hanging="360"/>
      </w:pPr>
      <w:rPr>
        <w:rFonts w:ascii="Times New Roman" w:hAnsi="Times New Roman" w:hint="default"/>
      </w:rPr>
    </w:lvl>
  </w:abstractNum>
  <w:abstractNum w:abstractNumId="48" w15:restartNumberingAfterBreak="0">
    <w:nsid w:val="75A222D0"/>
    <w:multiLevelType w:val="hybridMultilevel"/>
    <w:tmpl w:val="11DCA3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80704F3"/>
    <w:multiLevelType w:val="hybridMultilevel"/>
    <w:tmpl w:val="53D2F6CE"/>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785E0A33"/>
    <w:multiLevelType w:val="hybridMultilevel"/>
    <w:tmpl w:val="08B216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7B303C94"/>
    <w:multiLevelType w:val="hybridMultilevel"/>
    <w:tmpl w:val="80CEE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C232447"/>
    <w:multiLevelType w:val="hybridMultilevel"/>
    <w:tmpl w:val="D54A3924"/>
    <w:lvl w:ilvl="0" w:tplc="75FE3746">
      <w:start w:val="1"/>
      <w:numFmt w:val="bullet"/>
      <w:lvlText w:val="•"/>
      <w:lvlJc w:val="left"/>
      <w:pPr>
        <w:tabs>
          <w:tab w:val="num" w:pos="720"/>
        </w:tabs>
        <w:ind w:left="720" w:hanging="360"/>
      </w:pPr>
      <w:rPr>
        <w:rFonts w:ascii="Times New Roman" w:hAnsi="Times New Roman" w:hint="default"/>
      </w:rPr>
    </w:lvl>
    <w:lvl w:ilvl="1" w:tplc="D70EC20C" w:tentative="1">
      <w:start w:val="1"/>
      <w:numFmt w:val="bullet"/>
      <w:lvlText w:val="•"/>
      <w:lvlJc w:val="left"/>
      <w:pPr>
        <w:tabs>
          <w:tab w:val="num" w:pos="1440"/>
        </w:tabs>
        <w:ind w:left="1440" w:hanging="360"/>
      </w:pPr>
      <w:rPr>
        <w:rFonts w:ascii="Times New Roman" w:hAnsi="Times New Roman" w:hint="default"/>
      </w:rPr>
    </w:lvl>
    <w:lvl w:ilvl="2" w:tplc="C166F3F0" w:tentative="1">
      <w:start w:val="1"/>
      <w:numFmt w:val="bullet"/>
      <w:lvlText w:val="•"/>
      <w:lvlJc w:val="left"/>
      <w:pPr>
        <w:tabs>
          <w:tab w:val="num" w:pos="2160"/>
        </w:tabs>
        <w:ind w:left="2160" w:hanging="360"/>
      </w:pPr>
      <w:rPr>
        <w:rFonts w:ascii="Times New Roman" w:hAnsi="Times New Roman" w:hint="default"/>
      </w:rPr>
    </w:lvl>
    <w:lvl w:ilvl="3" w:tplc="BD969764" w:tentative="1">
      <w:start w:val="1"/>
      <w:numFmt w:val="bullet"/>
      <w:lvlText w:val="•"/>
      <w:lvlJc w:val="left"/>
      <w:pPr>
        <w:tabs>
          <w:tab w:val="num" w:pos="2880"/>
        </w:tabs>
        <w:ind w:left="2880" w:hanging="360"/>
      </w:pPr>
      <w:rPr>
        <w:rFonts w:ascii="Times New Roman" w:hAnsi="Times New Roman" w:hint="default"/>
      </w:rPr>
    </w:lvl>
    <w:lvl w:ilvl="4" w:tplc="6854C9F0" w:tentative="1">
      <w:start w:val="1"/>
      <w:numFmt w:val="bullet"/>
      <w:lvlText w:val="•"/>
      <w:lvlJc w:val="left"/>
      <w:pPr>
        <w:tabs>
          <w:tab w:val="num" w:pos="3600"/>
        </w:tabs>
        <w:ind w:left="3600" w:hanging="360"/>
      </w:pPr>
      <w:rPr>
        <w:rFonts w:ascii="Times New Roman" w:hAnsi="Times New Roman" w:hint="default"/>
      </w:rPr>
    </w:lvl>
    <w:lvl w:ilvl="5" w:tplc="722EBEEC" w:tentative="1">
      <w:start w:val="1"/>
      <w:numFmt w:val="bullet"/>
      <w:lvlText w:val="•"/>
      <w:lvlJc w:val="left"/>
      <w:pPr>
        <w:tabs>
          <w:tab w:val="num" w:pos="4320"/>
        </w:tabs>
        <w:ind w:left="4320" w:hanging="360"/>
      </w:pPr>
      <w:rPr>
        <w:rFonts w:ascii="Times New Roman" w:hAnsi="Times New Roman" w:hint="default"/>
      </w:rPr>
    </w:lvl>
    <w:lvl w:ilvl="6" w:tplc="F90618F0" w:tentative="1">
      <w:start w:val="1"/>
      <w:numFmt w:val="bullet"/>
      <w:lvlText w:val="•"/>
      <w:lvlJc w:val="left"/>
      <w:pPr>
        <w:tabs>
          <w:tab w:val="num" w:pos="5040"/>
        </w:tabs>
        <w:ind w:left="5040" w:hanging="360"/>
      </w:pPr>
      <w:rPr>
        <w:rFonts w:ascii="Times New Roman" w:hAnsi="Times New Roman" w:hint="default"/>
      </w:rPr>
    </w:lvl>
    <w:lvl w:ilvl="7" w:tplc="2B0A96D0" w:tentative="1">
      <w:start w:val="1"/>
      <w:numFmt w:val="bullet"/>
      <w:lvlText w:val="•"/>
      <w:lvlJc w:val="left"/>
      <w:pPr>
        <w:tabs>
          <w:tab w:val="num" w:pos="5760"/>
        </w:tabs>
        <w:ind w:left="5760" w:hanging="360"/>
      </w:pPr>
      <w:rPr>
        <w:rFonts w:ascii="Times New Roman" w:hAnsi="Times New Roman" w:hint="default"/>
      </w:rPr>
    </w:lvl>
    <w:lvl w:ilvl="8" w:tplc="27CAD81C" w:tentative="1">
      <w:start w:val="1"/>
      <w:numFmt w:val="bullet"/>
      <w:lvlText w:val="•"/>
      <w:lvlJc w:val="left"/>
      <w:pPr>
        <w:tabs>
          <w:tab w:val="num" w:pos="6480"/>
        </w:tabs>
        <w:ind w:left="6480" w:hanging="360"/>
      </w:pPr>
      <w:rPr>
        <w:rFonts w:ascii="Times New Roman" w:hAnsi="Times New Roman" w:hint="default"/>
      </w:rPr>
    </w:lvl>
  </w:abstractNum>
  <w:abstractNum w:abstractNumId="53" w15:restartNumberingAfterBreak="0">
    <w:nsid w:val="7D9E6F25"/>
    <w:multiLevelType w:val="hybridMultilevel"/>
    <w:tmpl w:val="71066E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7EBE227F"/>
    <w:multiLevelType w:val="hybridMultilevel"/>
    <w:tmpl w:val="18E66D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29499664">
    <w:abstractNumId w:val="9"/>
  </w:num>
  <w:num w:numId="2" w16cid:durableId="353311455">
    <w:abstractNumId w:val="7"/>
  </w:num>
  <w:num w:numId="3" w16cid:durableId="2003775977">
    <w:abstractNumId w:val="45"/>
  </w:num>
  <w:num w:numId="4" w16cid:durableId="658926248">
    <w:abstractNumId w:val="6"/>
  </w:num>
  <w:num w:numId="5" w16cid:durableId="95635772">
    <w:abstractNumId w:val="21"/>
  </w:num>
  <w:num w:numId="6" w16cid:durableId="1947157758">
    <w:abstractNumId w:val="8"/>
  </w:num>
  <w:num w:numId="7" w16cid:durableId="2012828420">
    <w:abstractNumId w:val="51"/>
  </w:num>
  <w:num w:numId="8" w16cid:durableId="973097328">
    <w:abstractNumId w:val="10"/>
  </w:num>
  <w:num w:numId="9" w16cid:durableId="1212421495">
    <w:abstractNumId w:val="17"/>
  </w:num>
  <w:num w:numId="10" w16cid:durableId="1497067679">
    <w:abstractNumId w:val="31"/>
  </w:num>
  <w:num w:numId="11" w16cid:durableId="1567034223">
    <w:abstractNumId w:val="26"/>
  </w:num>
  <w:num w:numId="12" w16cid:durableId="2034114945">
    <w:abstractNumId w:val="0"/>
  </w:num>
  <w:num w:numId="13" w16cid:durableId="459493579">
    <w:abstractNumId w:val="28"/>
  </w:num>
  <w:num w:numId="14" w16cid:durableId="43725642">
    <w:abstractNumId w:val="44"/>
  </w:num>
  <w:num w:numId="15" w16cid:durableId="1953702329">
    <w:abstractNumId w:val="41"/>
  </w:num>
  <w:num w:numId="16" w16cid:durableId="1941064692">
    <w:abstractNumId w:val="18"/>
  </w:num>
  <w:num w:numId="17" w16cid:durableId="1163856588">
    <w:abstractNumId w:val="39"/>
  </w:num>
  <w:num w:numId="18" w16cid:durableId="1986860618">
    <w:abstractNumId w:val="23"/>
  </w:num>
  <w:num w:numId="19" w16cid:durableId="824661384">
    <w:abstractNumId w:val="4"/>
  </w:num>
  <w:num w:numId="20" w16cid:durableId="1550603231">
    <w:abstractNumId w:val="32"/>
  </w:num>
  <w:num w:numId="21" w16cid:durableId="1532841253">
    <w:abstractNumId w:val="22"/>
  </w:num>
  <w:num w:numId="22" w16cid:durableId="2029406341">
    <w:abstractNumId w:val="35"/>
  </w:num>
  <w:num w:numId="23" w16cid:durableId="1358657161">
    <w:abstractNumId w:val="15"/>
  </w:num>
  <w:num w:numId="24" w16cid:durableId="118959970">
    <w:abstractNumId w:val="1"/>
  </w:num>
  <w:num w:numId="25" w16cid:durableId="94404579">
    <w:abstractNumId w:val="43"/>
  </w:num>
  <w:num w:numId="26" w16cid:durableId="2012029853">
    <w:abstractNumId w:val="3"/>
  </w:num>
  <w:num w:numId="27" w16cid:durableId="421220784">
    <w:abstractNumId w:val="19"/>
  </w:num>
  <w:num w:numId="28" w16cid:durableId="1240601165">
    <w:abstractNumId w:val="29"/>
  </w:num>
  <w:num w:numId="29" w16cid:durableId="1338145428">
    <w:abstractNumId w:val="25"/>
  </w:num>
  <w:num w:numId="30" w16cid:durableId="722412256">
    <w:abstractNumId w:val="34"/>
  </w:num>
  <w:num w:numId="31" w16cid:durableId="1884099123">
    <w:abstractNumId w:val="42"/>
  </w:num>
  <w:num w:numId="32" w16cid:durableId="65610973">
    <w:abstractNumId w:val="37"/>
  </w:num>
  <w:num w:numId="33" w16cid:durableId="1040128580">
    <w:abstractNumId w:val="40"/>
  </w:num>
  <w:num w:numId="34" w16cid:durableId="329213947">
    <w:abstractNumId w:val="36"/>
  </w:num>
  <w:num w:numId="35" w16cid:durableId="1513495126">
    <w:abstractNumId w:val="54"/>
  </w:num>
  <w:num w:numId="36" w16cid:durableId="1183396357">
    <w:abstractNumId w:val="12"/>
  </w:num>
  <w:num w:numId="37" w16cid:durableId="607585513">
    <w:abstractNumId w:val="52"/>
  </w:num>
  <w:num w:numId="38" w16cid:durableId="1208449037">
    <w:abstractNumId w:val="14"/>
  </w:num>
  <w:num w:numId="39" w16cid:durableId="1294287978">
    <w:abstractNumId w:val="33"/>
  </w:num>
  <w:num w:numId="40" w16cid:durableId="1194999579">
    <w:abstractNumId w:val="20"/>
  </w:num>
  <w:num w:numId="41" w16cid:durableId="164366210">
    <w:abstractNumId w:val="16"/>
  </w:num>
  <w:num w:numId="42" w16cid:durableId="1685547286">
    <w:abstractNumId w:val="24"/>
  </w:num>
  <w:num w:numId="43" w16cid:durableId="1130248736">
    <w:abstractNumId w:val="5"/>
  </w:num>
  <w:num w:numId="44" w16cid:durableId="1550458296">
    <w:abstractNumId w:val="27"/>
  </w:num>
  <w:num w:numId="45" w16cid:durableId="1091779773">
    <w:abstractNumId w:val="46"/>
  </w:num>
  <w:num w:numId="46" w16cid:durableId="2065829340">
    <w:abstractNumId w:val="48"/>
  </w:num>
  <w:num w:numId="47" w16cid:durableId="1568109305">
    <w:abstractNumId w:val="50"/>
  </w:num>
  <w:num w:numId="48" w16cid:durableId="547649231">
    <w:abstractNumId w:val="49"/>
  </w:num>
  <w:num w:numId="49" w16cid:durableId="1199588255">
    <w:abstractNumId w:val="53"/>
  </w:num>
  <w:num w:numId="50" w16cid:durableId="513497528">
    <w:abstractNumId w:val="13"/>
  </w:num>
  <w:num w:numId="51" w16cid:durableId="695345680">
    <w:abstractNumId w:val="2"/>
  </w:num>
  <w:num w:numId="52" w16cid:durableId="418916392">
    <w:abstractNumId w:val="30"/>
  </w:num>
  <w:num w:numId="53" w16cid:durableId="57091477">
    <w:abstractNumId w:val="38"/>
  </w:num>
  <w:num w:numId="54" w16cid:durableId="789977683">
    <w:abstractNumId w:val="11"/>
  </w:num>
  <w:num w:numId="55" w16cid:durableId="418521888">
    <w:abstractNumId w:val="4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344"/>
    <w:rsid w:val="00001408"/>
    <w:rsid w:val="0000568A"/>
    <w:rsid w:val="00007467"/>
    <w:rsid w:val="00012DBC"/>
    <w:rsid w:val="000136B8"/>
    <w:rsid w:val="00013785"/>
    <w:rsid w:val="00014477"/>
    <w:rsid w:val="00014C79"/>
    <w:rsid w:val="00015880"/>
    <w:rsid w:val="00015BCA"/>
    <w:rsid w:val="0001707C"/>
    <w:rsid w:val="000174EB"/>
    <w:rsid w:val="000178D5"/>
    <w:rsid w:val="000203C6"/>
    <w:rsid w:val="00020AB1"/>
    <w:rsid w:val="00020B49"/>
    <w:rsid w:val="0002105A"/>
    <w:rsid w:val="00021544"/>
    <w:rsid w:val="00022661"/>
    <w:rsid w:val="00024A40"/>
    <w:rsid w:val="000275B9"/>
    <w:rsid w:val="00027962"/>
    <w:rsid w:val="00030A50"/>
    <w:rsid w:val="00032B1E"/>
    <w:rsid w:val="00032F45"/>
    <w:rsid w:val="00033374"/>
    <w:rsid w:val="000349BC"/>
    <w:rsid w:val="00034B9F"/>
    <w:rsid w:val="00034CEF"/>
    <w:rsid w:val="000361ED"/>
    <w:rsid w:val="00036E40"/>
    <w:rsid w:val="00036E6F"/>
    <w:rsid w:val="00037CF6"/>
    <w:rsid w:val="00040529"/>
    <w:rsid w:val="00042280"/>
    <w:rsid w:val="00043E2B"/>
    <w:rsid w:val="00045F20"/>
    <w:rsid w:val="000519AB"/>
    <w:rsid w:val="00051CF3"/>
    <w:rsid w:val="000537D9"/>
    <w:rsid w:val="000551E6"/>
    <w:rsid w:val="00055266"/>
    <w:rsid w:val="00060419"/>
    <w:rsid w:val="000604E3"/>
    <w:rsid w:val="00061403"/>
    <w:rsid w:val="00063EF1"/>
    <w:rsid w:val="000646C6"/>
    <w:rsid w:val="0006564D"/>
    <w:rsid w:val="00066E27"/>
    <w:rsid w:val="00070212"/>
    <w:rsid w:val="00070D02"/>
    <w:rsid w:val="000717AA"/>
    <w:rsid w:val="000736C5"/>
    <w:rsid w:val="00073BD8"/>
    <w:rsid w:val="00075AF8"/>
    <w:rsid w:val="00075D10"/>
    <w:rsid w:val="00076455"/>
    <w:rsid w:val="000775BE"/>
    <w:rsid w:val="00080192"/>
    <w:rsid w:val="0008067F"/>
    <w:rsid w:val="000828E8"/>
    <w:rsid w:val="00083121"/>
    <w:rsid w:val="000842C0"/>
    <w:rsid w:val="00084667"/>
    <w:rsid w:val="00085482"/>
    <w:rsid w:val="00085C1D"/>
    <w:rsid w:val="00085CA6"/>
    <w:rsid w:val="00087504"/>
    <w:rsid w:val="00087A18"/>
    <w:rsid w:val="000906F5"/>
    <w:rsid w:val="00090F2F"/>
    <w:rsid w:val="00091B40"/>
    <w:rsid w:val="000923A9"/>
    <w:rsid w:val="0009341B"/>
    <w:rsid w:val="00094E3E"/>
    <w:rsid w:val="00095445"/>
    <w:rsid w:val="00095D99"/>
    <w:rsid w:val="000A0E5C"/>
    <w:rsid w:val="000A1976"/>
    <w:rsid w:val="000A39D3"/>
    <w:rsid w:val="000A48DF"/>
    <w:rsid w:val="000B11A1"/>
    <w:rsid w:val="000B1465"/>
    <w:rsid w:val="000B2A5A"/>
    <w:rsid w:val="000B3657"/>
    <w:rsid w:val="000B453A"/>
    <w:rsid w:val="000B45C7"/>
    <w:rsid w:val="000B5603"/>
    <w:rsid w:val="000B6CBA"/>
    <w:rsid w:val="000B7C6C"/>
    <w:rsid w:val="000C0AF5"/>
    <w:rsid w:val="000C2909"/>
    <w:rsid w:val="000C2FF6"/>
    <w:rsid w:val="000C303B"/>
    <w:rsid w:val="000C3B61"/>
    <w:rsid w:val="000C4A6A"/>
    <w:rsid w:val="000C7A68"/>
    <w:rsid w:val="000C7CE6"/>
    <w:rsid w:val="000C7E9B"/>
    <w:rsid w:val="000D32DA"/>
    <w:rsid w:val="000D336B"/>
    <w:rsid w:val="000D4230"/>
    <w:rsid w:val="000D6A6E"/>
    <w:rsid w:val="000D7173"/>
    <w:rsid w:val="000D7334"/>
    <w:rsid w:val="000D792E"/>
    <w:rsid w:val="000D7E2E"/>
    <w:rsid w:val="000E0788"/>
    <w:rsid w:val="000E151E"/>
    <w:rsid w:val="000E1F1B"/>
    <w:rsid w:val="000E333F"/>
    <w:rsid w:val="000E37A1"/>
    <w:rsid w:val="000E3BA0"/>
    <w:rsid w:val="000E4DB5"/>
    <w:rsid w:val="000E5236"/>
    <w:rsid w:val="000E65FC"/>
    <w:rsid w:val="000E6753"/>
    <w:rsid w:val="000E7270"/>
    <w:rsid w:val="000E7A8D"/>
    <w:rsid w:val="000F052D"/>
    <w:rsid w:val="000F0F07"/>
    <w:rsid w:val="000F3E71"/>
    <w:rsid w:val="000F57BC"/>
    <w:rsid w:val="000F5F14"/>
    <w:rsid w:val="00101173"/>
    <w:rsid w:val="00102F4E"/>
    <w:rsid w:val="0010335B"/>
    <w:rsid w:val="00103BCE"/>
    <w:rsid w:val="00104D12"/>
    <w:rsid w:val="001059C0"/>
    <w:rsid w:val="00105CCC"/>
    <w:rsid w:val="001062E1"/>
    <w:rsid w:val="00106BE7"/>
    <w:rsid w:val="0010704E"/>
    <w:rsid w:val="0011106B"/>
    <w:rsid w:val="0011288B"/>
    <w:rsid w:val="00113669"/>
    <w:rsid w:val="001148B8"/>
    <w:rsid w:val="00114D1A"/>
    <w:rsid w:val="00115AB2"/>
    <w:rsid w:val="00115F72"/>
    <w:rsid w:val="00116EC6"/>
    <w:rsid w:val="00116EEE"/>
    <w:rsid w:val="0012067F"/>
    <w:rsid w:val="00120B35"/>
    <w:rsid w:val="00121202"/>
    <w:rsid w:val="00123560"/>
    <w:rsid w:val="00123790"/>
    <w:rsid w:val="001241C6"/>
    <w:rsid w:val="0012472D"/>
    <w:rsid w:val="00125DC0"/>
    <w:rsid w:val="00125E4D"/>
    <w:rsid w:val="00126D06"/>
    <w:rsid w:val="00127E8D"/>
    <w:rsid w:val="0013179D"/>
    <w:rsid w:val="0013409F"/>
    <w:rsid w:val="00134ABA"/>
    <w:rsid w:val="0013568E"/>
    <w:rsid w:val="001368DC"/>
    <w:rsid w:val="00137511"/>
    <w:rsid w:val="001404BD"/>
    <w:rsid w:val="001409FF"/>
    <w:rsid w:val="001413AF"/>
    <w:rsid w:val="00141E71"/>
    <w:rsid w:val="00141FA3"/>
    <w:rsid w:val="0014228B"/>
    <w:rsid w:val="00143743"/>
    <w:rsid w:val="0014485B"/>
    <w:rsid w:val="00145AF1"/>
    <w:rsid w:val="001474EC"/>
    <w:rsid w:val="001478C0"/>
    <w:rsid w:val="00147C9C"/>
    <w:rsid w:val="00147D7E"/>
    <w:rsid w:val="001521D3"/>
    <w:rsid w:val="001569A6"/>
    <w:rsid w:val="00156A8B"/>
    <w:rsid w:val="00157494"/>
    <w:rsid w:val="00157C80"/>
    <w:rsid w:val="001617F9"/>
    <w:rsid w:val="00162446"/>
    <w:rsid w:val="00162580"/>
    <w:rsid w:val="00162B47"/>
    <w:rsid w:val="00162DA2"/>
    <w:rsid w:val="00163233"/>
    <w:rsid w:val="00164728"/>
    <w:rsid w:val="00164B0F"/>
    <w:rsid w:val="0016680E"/>
    <w:rsid w:val="001669E4"/>
    <w:rsid w:val="00166C52"/>
    <w:rsid w:val="00167FE6"/>
    <w:rsid w:val="00171146"/>
    <w:rsid w:val="001716FC"/>
    <w:rsid w:val="0017181E"/>
    <w:rsid w:val="00172E18"/>
    <w:rsid w:val="00173D5D"/>
    <w:rsid w:val="00173E03"/>
    <w:rsid w:val="00173E92"/>
    <w:rsid w:val="00175354"/>
    <w:rsid w:val="00177616"/>
    <w:rsid w:val="00180887"/>
    <w:rsid w:val="00180B89"/>
    <w:rsid w:val="00180E8C"/>
    <w:rsid w:val="00180F20"/>
    <w:rsid w:val="0018106A"/>
    <w:rsid w:val="00181973"/>
    <w:rsid w:val="00182928"/>
    <w:rsid w:val="001831AA"/>
    <w:rsid w:val="00183E30"/>
    <w:rsid w:val="001844DB"/>
    <w:rsid w:val="001848D7"/>
    <w:rsid w:val="001856A5"/>
    <w:rsid w:val="00185830"/>
    <w:rsid w:val="00185A6B"/>
    <w:rsid w:val="00187C57"/>
    <w:rsid w:val="001927E8"/>
    <w:rsid w:val="00193740"/>
    <w:rsid w:val="001937E0"/>
    <w:rsid w:val="00195946"/>
    <w:rsid w:val="00195C03"/>
    <w:rsid w:val="00196A72"/>
    <w:rsid w:val="00196D82"/>
    <w:rsid w:val="00197FB0"/>
    <w:rsid w:val="001A101C"/>
    <w:rsid w:val="001A2A89"/>
    <w:rsid w:val="001A3A9C"/>
    <w:rsid w:val="001A6061"/>
    <w:rsid w:val="001B264C"/>
    <w:rsid w:val="001B3E5C"/>
    <w:rsid w:val="001B4E17"/>
    <w:rsid w:val="001B67F1"/>
    <w:rsid w:val="001C06A6"/>
    <w:rsid w:val="001C0AD7"/>
    <w:rsid w:val="001C0E63"/>
    <w:rsid w:val="001C0E9D"/>
    <w:rsid w:val="001C0F91"/>
    <w:rsid w:val="001C3E83"/>
    <w:rsid w:val="001C4472"/>
    <w:rsid w:val="001C6818"/>
    <w:rsid w:val="001C7C23"/>
    <w:rsid w:val="001D0780"/>
    <w:rsid w:val="001D1F0D"/>
    <w:rsid w:val="001D265E"/>
    <w:rsid w:val="001D284F"/>
    <w:rsid w:val="001D49D6"/>
    <w:rsid w:val="001D4C6F"/>
    <w:rsid w:val="001D5892"/>
    <w:rsid w:val="001D623A"/>
    <w:rsid w:val="001D76F3"/>
    <w:rsid w:val="001E25C5"/>
    <w:rsid w:val="001E322C"/>
    <w:rsid w:val="001E376A"/>
    <w:rsid w:val="001E424F"/>
    <w:rsid w:val="001E54CD"/>
    <w:rsid w:val="001E772B"/>
    <w:rsid w:val="001E791C"/>
    <w:rsid w:val="001F12DF"/>
    <w:rsid w:val="001F202D"/>
    <w:rsid w:val="001F3133"/>
    <w:rsid w:val="001F41B6"/>
    <w:rsid w:val="001F43CA"/>
    <w:rsid w:val="001F514D"/>
    <w:rsid w:val="00200003"/>
    <w:rsid w:val="0020090F"/>
    <w:rsid w:val="0020112D"/>
    <w:rsid w:val="0020140A"/>
    <w:rsid w:val="0020239C"/>
    <w:rsid w:val="00202C2D"/>
    <w:rsid w:val="00202C87"/>
    <w:rsid w:val="00202CCC"/>
    <w:rsid w:val="00205042"/>
    <w:rsid w:val="002051DC"/>
    <w:rsid w:val="002056FA"/>
    <w:rsid w:val="00205AB4"/>
    <w:rsid w:val="002078E9"/>
    <w:rsid w:val="00207E65"/>
    <w:rsid w:val="00210860"/>
    <w:rsid w:val="00211F57"/>
    <w:rsid w:val="002128D3"/>
    <w:rsid w:val="00214522"/>
    <w:rsid w:val="002155D2"/>
    <w:rsid w:val="00215FCF"/>
    <w:rsid w:val="002178AC"/>
    <w:rsid w:val="00221336"/>
    <w:rsid w:val="00221B01"/>
    <w:rsid w:val="002222AE"/>
    <w:rsid w:val="0022408B"/>
    <w:rsid w:val="00225291"/>
    <w:rsid w:val="00225C20"/>
    <w:rsid w:val="00226017"/>
    <w:rsid w:val="002260AB"/>
    <w:rsid w:val="0022615B"/>
    <w:rsid w:val="00227D1A"/>
    <w:rsid w:val="0023044B"/>
    <w:rsid w:val="0023062D"/>
    <w:rsid w:val="00230989"/>
    <w:rsid w:val="00231696"/>
    <w:rsid w:val="00231A44"/>
    <w:rsid w:val="002320D7"/>
    <w:rsid w:val="0023266B"/>
    <w:rsid w:val="0023296A"/>
    <w:rsid w:val="00233279"/>
    <w:rsid w:val="00233627"/>
    <w:rsid w:val="0023576B"/>
    <w:rsid w:val="002413DA"/>
    <w:rsid w:val="00242C98"/>
    <w:rsid w:val="00243482"/>
    <w:rsid w:val="0024380F"/>
    <w:rsid w:val="0024412C"/>
    <w:rsid w:val="002442EB"/>
    <w:rsid w:val="00244BD7"/>
    <w:rsid w:val="00244F8E"/>
    <w:rsid w:val="002450C4"/>
    <w:rsid w:val="00245342"/>
    <w:rsid w:val="002453AD"/>
    <w:rsid w:val="00245C2D"/>
    <w:rsid w:val="00245C2E"/>
    <w:rsid w:val="002474EC"/>
    <w:rsid w:val="0024761B"/>
    <w:rsid w:val="002504DE"/>
    <w:rsid w:val="00250663"/>
    <w:rsid w:val="00250B88"/>
    <w:rsid w:val="00251458"/>
    <w:rsid w:val="002518D5"/>
    <w:rsid w:val="0025203E"/>
    <w:rsid w:val="00253BC0"/>
    <w:rsid w:val="00254063"/>
    <w:rsid w:val="002541E8"/>
    <w:rsid w:val="00256CD6"/>
    <w:rsid w:val="00257981"/>
    <w:rsid w:val="002604BE"/>
    <w:rsid w:val="002610AF"/>
    <w:rsid w:val="00262CB6"/>
    <w:rsid w:val="00264F0F"/>
    <w:rsid w:val="00264F55"/>
    <w:rsid w:val="00265E0B"/>
    <w:rsid w:val="002711D1"/>
    <w:rsid w:val="002714C5"/>
    <w:rsid w:val="00272A9E"/>
    <w:rsid w:val="00273159"/>
    <w:rsid w:val="00274B17"/>
    <w:rsid w:val="00275747"/>
    <w:rsid w:val="00275E4B"/>
    <w:rsid w:val="00275E9D"/>
    <w:rsid w:val="00276319"/>
    <w:rsid w:val="00276AD1"/>
    <w:rsid w:val="00276D7E"/>
    <w:rsid w:val="00277E9F"/>
    <w:rsid w:val="00280894"/>
    <w:rsid w:val="00282C75"/>
    <w:rsid w:val="00284455"/>
    <w:rsid w:val="0028471B"/>
    <w:rsid w:val="00284F65"/>
    <w:rsid w:val="0028590F"/>
    <w:rsid w:val="0028621A"/>
    <w:rsid w:val="002872F1"/>
    <w:rsid w:val="0028753E"/>
    <w:rsid w:val="002918DA"/>
    <w:rsid w:val="00291A85"/>
    <w:rsid w:val="00292358"/>
    <w:rsid w:val="002935EA"/>
    <w:rsid w:val="00293E2F"/>
    <w:rsid w:val="00293E98"/>
    <w:rsid w:val="00294E2D"/>
    <w:rsid w:val="00297B97"/>
    <w:rsid w:val="002A05CA"/>
    <w:rsid w:val="002A0E35"/>
    <w:rsid w:val="002A2463"/>
    <w:rsid w:val="002A2C2C"/>
    <w:rsid w:val="002A2EB4"/>
    <w:rsid w:val="002A2F15"/>
    <w:rsid w:val="002A3330"/>
    <w:rsid w:val="002A44E3"/>
    <w:rsid w:val="002A5191"/>
    <w:rsid w:val="002A531B"/>
    <w:rsid w:val="002A5F1E"/>
    <w:rsid w:val="002B053E"/>
    <w:rsid w:val="002B26DE"/>
    <w:rsid w:val="002B53C4"/>
    <w:rsid w:val="002B594F"/>
    <w:rsid w:val="002C0480"/>
    <w:rsid w:val="002C1CD3"/>
    <w:rsid w:val="002C1F07"/>
    <w:rsid w:val="002C27FA"/>
    <w:rsid w:val="002C36EA"/>
    <w:rsid w:val="002C3799"/>
    <w:rsid w:val="002C4539"/>
    <w:rsid w:val="002C4949"/>
    <w:rsid w:val="002C7D72"/>
    <w:rsid w:val="002D1640"/>
    <w:rsid w:val="002D4270"/>
    <w:rsid w:val="002D4393"/>
    <w:rsid w:val="002D49E6"/>
    <w:rsid w:val="002D56F6"/>
    <w:rsid w:val="002D6FDF"/>
    <w:rsid w:val="002E0146"/>
    <w:rsid w:val="002E0175"/>
    <w:rsid w:val="002E1CAA"/>
    <w:rsid w:val="002E33D3"/>
    <w:rsid w:val="002E395F"/>
    <w:rsid w:val="002E40D3"/>
    <w:rsid w:val="002E525E"/>
    <w:rsid w:val="002E57A2"/>
    <w:rsid w:val="002E6074"/>
    <w:rsid w:val="002E7303"/>
    <w:rsid w:val="002E7E75"/>
    <w:rsid w:val="002E7EE5"/>
    <w:rsid w:val="002F04CE"/>
    <w:rsid w:val="002F26D8"/>
    <w:rsid w:val="002F3907"/>
    <w:rsid w:val="002F4A46"/>
    <w:rsid w:val="002F6023"/>
    <w:rsid w:val="002F6E2E"/>
    <w:rsid w:val="002F7881"/>
    <w:rsid w:val="002F7C8E"/>
    <w:rsid w:val="00300A12"/>
    <w:rsid w:val="0030124D"/>
    <w:rsid w:val="0030146E"/>
    <w:rsid w:val="00301A3B"/>
    <w:rsid w:val="003033CF"/>
    <w:rsid w:val="0030559B"/>
    <w:rsid w:val="00305EB5"/>
    <w:rsid w:val="003121F0"/>
    <w:rsid w:val="00312847"/>
    <w:rsid w:val="00315272"/>
    <w:rsid w:val="0031527C"/>
    <w:rsid w:val="0031542D"/>
    <w:rsid w:val="00315DCF"/>
    <w:rsid w:val="00316FDE"/>
    <w:rsid w:val="00321E3A"/>
    <w:rsid w:val="00323674"/>
    <w:rsid w:val="003237C2"/>
    <w:rsid w:val="00326592"/>
    <w:rsid w:val="0032750A"/>
    <w:rsid w:val="00327895"/>
    <w:rsid w:val="0033021E"/>
    <w:rsid w:val="003302C5"/>
    <w:rsid w:val="00331C0E"/>
    <w:rsid w:val="00332169"/>
    <w:rsid w:val="003327F2"/>
    <w:rsid w:val="00332AC7"/>
    <w:rsid w:val="00334362"/>
    <w:rsid w:val="003346CE"/>
    <w:rsid w:val="00334BE5"/>
    <w:rsid w:val="00335A86"/>
    <w:rsid w:val="00335AC9"/>
    <w:rsid w:val="003405F8"/>
    <w:rsid w:val="00342159"/>
    <w:rsid w:val="00342973"/>
    <w:rsid w:val="00343BB6"/>
    <w:rsid w:val="00345A76"/>
    <w:rsid w:val="00346F36"/>
    <w:rsid w:val="00347754"/>
    <w:rsid w:val="00347D5B"/>
    <w:rsid w:val="00350430"/>
    <w:rsid w:val="00352906"/>
    <w:rsid w:val="00352BCB"/>
    <w:rsid w:val="0036090A"/>
    <w:rsid w:val="00361C5C"/>
    <w:rsid w:val="003628FF"/>
    <w:rsid w:val="00362E2A"/>
    <w:rsid w:val="00363707"/>
    <w:rsid w:val="00370222"/>
    <w:rsid w:val="0037026D"/>
    <w:rsid w:val="003704CD"/>
    <w:rsid w:val="00371D00"/>
    <w:rsid w:val="00372C5C"/>
    <w:rsid w:val="00373628"/>
    <w:rsid w:val="003749AC"/>
    <w:rsid w:val="00375943"/>
    <w:rsid w:val="003778DA"/>
    <w:rsid w:val="00380F63"/>
    <w:rsid w:val="00382BD0"/>
    <w:rsid w:val="003839AF"/>
    <w:rsid w:val="00385952"/>
    <w:rsid w:val="00387E14"/>
    <w:rsid w:val="00387E8D"/>
    <w:rsid w:val="003913C2"/>
    <w:rsid w:val="003919AE"/>
    <w:rsid w:val="00392AD4"/>
    <w:rsid w:val="00393AF4"/>
    <w:rsid w:val="00393C45"/>
    <w:rsid w:val="0039466E"/>
    <w:rsid w:val="003953EF"/>
    <w:rsid w:val="00395940"/>
    <w:rsid w:val="00396E93"/>
    <w:rsid w:val="003A1772"/>
    <w:rsid w:val="003A2D36"/>
    <w:rsid w:val="003A37EE"/>
    <w:rsid w:val="003A38C3"/>
    <w:rsid w:val="003B1AEB"/>
    <w:rsid w:val="003B1DF1"/>
    <w:rsid w:val="003B29D0"/>
    <w:rsid w:val="003B2DC2"/>
    <w:rsid w:val="003B45C1"/>
    <w:rsid w:val="003B5D57"/>
    <w:rsid w:val="003B7D67"/>
    <w:rsid w:val="003C082E"/>
    <w:rsid w:val="003C1809"/>
    <w:rsid w:val="003C1959"/>
    <w:rsid w:val="003C20A7"/>
    <w:rsid w:val="003C3D15"/>
    <w:rsid w:val="003C4A1C"/>
    <w:rsid w:val="003C4D7F"/>
    <w:rsid w:val="003C64D2"/>
    <w:rsid w:val="003C7ADC"/>
    <w:rsid w:val="003D08D1"/>
    <w:rsid w:val="003D1119"/>
    <w:rsid w:val="003D248C"/>
    <w:rsid w:val="003D2582"/>
    <w:rsid w:val="003D2600"/>
    <w:rsid w:val="003D37BB"/>
    <w:rsid w:val="003D3C60"/>
    <w:rsid w:val="003D4BE2"/>
    <w:rsid w:val="003D6506"/>
    <w:rsid w:val="003D6B45"/>
    <w:rsid w:val="003D73A3"/>
    <w:rsid w:val="003D7FE3"/>
    <w:rsid w:val="003E092B"/>
    <w:rsid w:val="003E0AAE"/>
    <w:rsid w:val="003E200D"/>
    <w:rsid w:val="003E37EE"/>
    <w:rsid w:val="003E4A8F"/>
    <w:rsid w:val="003E4FD5"/>
    <w:rsid w:val="003E5887"/>
    <w:rsid w:val="003E7E1D"/>
    <w:rsid w:val="003F4982"/>
    <w:rsid w:val="003F5ADF"/>
    <w:rsid w:val="003F6E62"/>
    <w:rsid w:val="003F7168"/>
    <w:rsid w:val="003F7916"/>
    <w:rsid w:val="00400D93"/>
    <w:rsid w:val="00401491"/>
    <w:rsid w:val="004042B8"/>
    <w:rsid w:val="0040573D"/>
    <w:rsid w:val="00407AA9"/>
    <w:rsid w:val="0041341C"/>
    <w:rsid w:val="00413A45"/>
    <w:rsid w:val="00413A81"/>
    <w:rsid w:val="00416AE7"/>
    <w:rsid w:val="004178C0"/>
    <w:rsid w:val="004179C6"/>
    <w:rsid w:val="00423E30"/>
    <w:rsid w:val="004245CF"/>
    <w:rsid w:val="0042483C"/>
    <w:rsid w:val="00424FBA"/>
    <w:rsid w:val="00425FF6"/>
    <w:rsid w:val="00426110"/>
    <w:rsid w:val="00427520"/>
    <w:rsid w:val="00433992"/>
    <w:rsid w:val="0043600B"/>
    <w:rsid w:val="0043672E"/>
    <w:rsid w:val="00437E98"/>
    <w:rsid w:val="004419D4"/>
    <w:rsid w:val="004430CF"/>
    <w:rsid w:val="0044373A"/>
    <w:rsid w:val="00445366"/>
    <w:rsid w:val="00452578"/>
    <w:rsid w:val="004526C4"/>
    <w:rsid w:val="00455F07"/>
    <w:rsid w:val="00456001"/>
    <w:rsid w:val="004572E0"/>
    <w:rsid w:val="0046241D"/>
    <w:rsid w:val="0046285A"/>
    <w:rsid w:val="004628AC"/>
    <w:rsid w:val="00463811"/>
    <w:rsid w:val="004642BF"/>
    <w:rsid w:val="004656DE"/>
    <w:rsid w:val="004675CA"/>
    <w:rsid w:val="00467C91"/>
    <w:rsid w:val="00470243"/>
    <w:rsid w:val="004710F5"/>
    <w:rsid w:val="00471AC0"/>
    <w:rsid w:val="004724ED"/>
    <w:rsid w:val="00472961"/>
    <w:rsid w:val="00472E91"/>
    <w:rsid w:val="00473908"/>
    <w:rsid w:val="00474687"/>
    <w:rsid w:val="00474971"/>
    <w:rsid w:val="00475951"/>
    <w:rsid w:val="00475F3E"/>
    <w:rsid w:val="00476F49"/>
    <w:rsid w:val="004770C3"/>
    <w:rsid w:val="0047779D"/>
    <w:rsid w:val="004820F1"/>
    <w:rsid w:val="0048429E"/>
    <w:rsid w:val="004842A0"/>
    <w:rsid w:val="00484389"/>
    <w:rsid w:val="00484761"/>
    <w:rsid w:val="00484DC8"/>
    <w:rsid w:val="00485A18"/>
    <w:rsid w:val="00487651"/>
    <w:rsid w:val="00487EA2"/>
    <w:rsid w:val="0049046A"/>
    <w:rsid w:val="004907B7"/>
    <w:rsid w:val="00490A0A"/>
    <w:rsid w:val="00490E6E"/>
    <w:rsid w:val="004923A7"/>
    <w:rsid w:val="00493419"/>
    <w:rsid w:val="004A00A5"/>
    <w:rsid w:val="004A0CBE"/>
    <w:rsid w:val="004A0D3A"/>
    <w:rsid w:val="004A3108"/>
    <w:rsid w:val="004A37E6"/>
    <w:rsid w:val="004A7C19"/>
    <w:rsid w:val="004B0207"/>
    <w:rsid w:val="004B0EC4"/>
    <w:rsid w:val="004B21D4"/>
    <w:rsid w:val="004B2347"/>
    <w:rsid w:val="004B2D2A"/>
    <w:rsid w:val="004B31AF"/>
    <w:rsid w:val="004B3DB7"/>
    <w:rsid w:val="004B3E83"/>
    <w:rsid w:val="004B4730"/>
    <w:rsid w:val="004B4C4C"/>
    <w:rsid w:val="004B4D24"/>
    <w:rsid w:val="004B51DC"/>
    <w:rsid w:val="004B5292"/>
    <w:rsid w:val="004B6E48"/>
    <w:rsid w:val="004C2CD8"/>
    <w:rsid w:val="004C3E00"/>
    <w:rsid w:val="004C51C4"/>
    <w:rsid w:val="004C63E2"/>
    <w:rsid w:val="004D338F"/>
    <w:rsid w:val="004D4DF4"/>
    <w:rsid w:val="004D56B8"/>
    <w:rsid w:val="004D56FD"/>
    <w:rsid w:val="004D78A8"/>
    <w:rsid w:val="004E211A"/>
    <w:rsid w:val="004E2A45"/>
    <w:rsid w:val="004E6478"/>
    <w:rsid w:val="004E7540"/>
    <w:rsid w:val="004F1C64"/>
    <w:rsid w:val="004F3AE8"/>
    <w:rsid w:val="004F3EC5"/>
    <w:rsid w:val="004F5035"/>
    <w:rsid w:val="004F6530"/>
    <w:rsid w:val="004F752F"/>
    <w:rsid w:val="005017D7"/>
    <w:rsid w:val="00501EBE"/>
    <w:rsid w:val="00502B06"/>
    <w:rsid w:val="0050410D"/>
    <w:rsid w:val="0050425E"/>
    <w:rsid w:val="00506064"/>
    <w:rsid w:val="005120A5"/>
    <w:rsid w:val="005131E6"/>
    <w:rsid w:val="005137F2"/>
    <w:rsid w:val="00514689"/>
    <w:rsid w:val="0051514D"/>
    <w:rsid w:val="005162AC"/>
    <w:rsid w:val="0051648F"/>
    <w:rsid w:val="00517D4C"/>
    <w:rsid w:val="0052001D"/>
    <w:rsid w:val="0052040C"/>
    <w:rsid w:val="0052430B"/>
    <w:rsid w:val="005257CD"/>
    <w:rsid w:val="00526749"/>
    <w:rsid w:val="00526EEC"/>
    <w:rsid w:val="00527212"/>
    <w:rsid w:val="00527732"/>
    <w:rsid w:val="005279B2"/>
    <w:rsid w:val="00531004"/>
    <w:rsid w:val="00531F1F"/>
    <w:rsid w:val="0053247E"/>
    <w:rsid w:val="00532855"/>
    <w:rsid w:val="00534527"/>
    <w:rsid w:val="005352FA"/>
    <w:rsid w:val="005358F7"/>
    <w:rsid w:val="005363D4"/>
    <w:rsid w:val="0053649E"/>
    <w:rsid w:val="0053668B"/>
    <w:rsid w:val="00540AE2"/>
    <w:rsid w:val="00540E4E"/>
    <w:rsid w:val="00541202"/>
    <w:rsid w:val="0054136F"/>
    <w:rsid w:val="00542DE9"/>
    <w:rsid w:val="00544AFE"/>
    <w:rsid w:val="00546A72"/>
    <w:rsid w:val="00546B3F"/>
    <w:rsid w:val="00546C95"/>
    <w:rsid w:val="005471F8"/>
    <w:rsid w:val="00547C9C"/>
    <w:rsid w:val="005510B1"/>
    <w:rsid w:val="005518DF"/>
    <w:rsid w:val="00552EB8"/>
    <w:rsid w:val="00553433"/>
    <w:rsid w:val="00554D0B"/>
    <w:rsid w:val="00555749"/>
    <w:rsid w:val="005557A0"/>
    <w:rsid w:val="00556BA2"/>
    <w:rsid w:val="0056103C"/>
    <w:rsid w:val="0056189C"/>
    <w:rsid w:val="00561D8A"/>
    <w:rsid w:val="00561F51"/>
    <w:rsid w:val="00563D47"/>
    <w:rsid w:val="0056595B"/>
    <w:rsid w:val="00567726"/>
    <w:rsid w:val="005714DE"/>
    <w:rsid w:val="00571729"/>
    <w:rsid w:val="00572CB7"/>
    <w:rsid w:val="0057565E"/>
    <w:rsid w:val="00577571"/>
    <w:rsid w:val="005776B1"/>
    <w:rsid w:val="00577DC1"/>
    <w:rsid w:val="00577F05"/>
    <w:rsid w:val="00580DB6"/>
    <w:rsid w:val="00581ECD"/>
    <w:rsid w:val="0058278A"/>
    <w:rsid w:val="00583137"/>
    <w:rsid w:val="00583235"/>
    <w:rsid w:val="00585237"/>
    <w:rsid w:val="00585C27"/>
    <w:rsid w:val="00591966"/>
    <w:rsid w:val="00592266"/>
    <w:rsid w:val="00592704"/>
    <w:rsid w:val="00593A27"/>
    <w:rsid w:val="00593A50"/>
    <w:rsid w:val="00595370"/>
    <w:rsid w:val="0059558B"/>
    <w:rsid w:val="00596576"/>
    <w:rsid w:val="005971AA"/>
    <w:rsid w:val="005979DB"/>
    <w:rsid w:val="00597E26"/>
    <w:rsid w:val="005A2D43"/>
    <w:rsid w:val="005A302B"/>
    <w:rsid w:val="005A5C76"/>
    <w:rsid w:val="005A5CDE"/>
    <w:rsid w:val="005A6AB4"/>
    <w:rsid w:val="005B0A52"/>
    <w:rsid w:val="005B0FFE"/>
    <w:rsid w:val="005B3121"/>
    <w:rsid w:val="005B4B6C"/>
    <w:rsid w:val="005B5069"/>
    <w:rsid w:val="005B6665"/>
    <w:rsid w:val="005B6B37"/>
    <w:rsid w:val="005B6F34"/>
    <w:rsid w:val="005C015B"/>
    <w:rsid w:val="005C1A6A"/>
    <w:rsid w:val="005C206E"/>
    <w:rsid w:val="005C2335"/>
    <w:rsid w:val="005C3024"/>
    <w:rsid w:val="005C3B4C"/>
    <w:rsid w:val="005C4686"/>
    <w:rsid w:val="005C47C1"/>
    <w:rsid w:val="005C4965"/>
    <w:rsid w:val="005C563E"/>
    <w:rsid w:val="005C5DB4"/>
    <w:rsid w:val="005C63ED"/>
    <w:rsid w:val="005D1360"/>
    <w:rsid w:val="005D40A7"/>
    <w:rsid w:val="005D5168"/>
    <w:rsid w:val="005D5205"/>
    <w:rsid w:val="005D5414"/>
    <w:rsid w:val="005D57E9"/>
    <w:rsid w:val="005D5A44"/>
    <w:rsid w:val="005E012C"/>
    <w:rsid w:val="005E04DE"/>
    <w:rsid w:val="005E069A"/>
    <w:rsid w:val="005E0F97"/>
    <w:rsid w:val="005E11A3"/>
    <w:rsid w:val="005E14AA"/>
    <w:rsid w:val="005E182C"/>
    <w:rsid w:val="005E24EE"/>
    <w:rsid w:val="005E425F"/>
    <w:rsid w:val="005E574F"/>
    <w:rsid w:val="005E7901"/>
    <w:rsid w:val="005F0777"/>
    <w:rsid w:val="005F1C75"/>
    <w:rsid w:val="005F1F4F"/>
    <w:rsid w:val="005F37A0"/>
    <w:rsid w:val="005F3F14"/>
    <w:rsid w:val="005F49CE"/>
    <w:rsid w:val="005F4B4B"/>
    <w:rsid w:val="005F6F18"/>
    <w:rsid w:val="005F7525"/>
    <w:rsid w:val="00600572"/>
    <w:rsid w:val="006023DE"/>
    <w:rsid w:val="006032B3"/>
    <w:rsid w:val="00603809"/>
    <w:rsid w:val="0060397B"/>
    <w:rsid w:val="00603CC0"/>
    <w:rsid w:val="00603CCB"/>
    <w:rsid w:val="00603F63"/>
    <w:rsid w:val="00604502"/>
    <w:rsid w:val="0060529E"/>
    <w:rsid w:val="00605859"/>
    <w:rsid w:val="006062FF"/>
    <w:rsid w:val="006065AD"/>
    <w:rsid w:val="00607901"/>
    <w:rsid w:val="006101F7"/>
    <w:rsid w:val="0061118A"/>
    <w:rsid w:val="0061422E"/>
    <w:rsid w:val="006142D6"/>
    <w:rsid w:val="006145DA"/>
    <w:rsid w:val="00615115"/>
    <w:rsid w:val="00615550"/>
    <w:rsid w:val="0061603C"/>
    <w:rsid w:val="0061728C"/>
    <w:rsid w:val="006175E8"/>
    <w:rsid w:val="00623165"/>
    <w:rsid w:val="00624BB0"/>
    <w:rsid w:val="006256CB"/>
    <w:rsid w:val="006262D5"/>
    <w:rsid w:val="006265EC"/>
    <w:rsid w:val="006269EC"/>
    <w:rsid w:val="00626A51"/>
    <w:rsid w:val="006270E3"/>
    <w:rsid w:val="0062739C"/>
    <w:rsid w:val="00627B13"/>
    <w:rsid w:val="00627D5F"/>
    <w:rsid w:val="0063056B"/>
    <w:rsid w:val="00630810"/>
    <w:rsid w:val="00631DB4"/>
    <w:rsid w:val="00632F82"/>
    <w:rsid w:val="00633C13"/>
    <w:rsid w:val="00635343"/>
    <w:rsid w:val="00635515"/>
    <w:rsid w:val="00636CA1"/>
    <w:rsid w:val="00636CCB"/>
    <w:rsid w:val="00640220"/>
    <w:rsid w:val="006406A4"/>
    <w:rsid w:val="00640A34"/>
    <w:rsid w:val="00640ADF"/>
    <w:rsid w:val="00640EB2"/>
    <w:rsid w:val="00641A31"/>
    <w:rsid w:val="00641AA1"/>
    <w:rsid w:val="00642320"/>
    <w:rsid w:val="006434F3"/>
    <w:rsid w:val="00643AE4"/>
    <w:rsid w:val="00643F67"/>
    <w:rsid w:val="00644DAC"/>
    <w:rsid w:val="00647E4C"/>
    <w:rsid w:val="00650B41"/>
    <w:rsid w:val="00651748"/>
    <w:rsid w:val="00651EA2"/>
    <w:rsid w:val="00652054"/>
    <w:rsid w:val="006525BC"/>
    <w:rsid w:val="0065483D"/>
    <w:rsid w:val="00654A39"/>
    <w:rsid w:val="0066119B"/>
    <w:rsid w:val="00662344"/>
    <w:rsid w:val="006623F1"/>
    <w:rsid w:val="00664218"/>
    <w:rsid w:val="00667121"/>
    <w:rsid w:val="0067017C"/>
    <w:rsid w:val="00671E98"/>
    <w:rsid w:val="0067200D"/>
    <w:rsid w:val="00672DAC"/>
    <w:rsid w:val="006744A3"/>
    <w:rsid w:val="00674BD5"/>
    <w:rsid w:val="00674D46"/>
    <w:rsid w:val="00676195"/>
    <w:rsid w:val="00676FBA"/>
    <w:rsid w:val="00680884"/>
    <w:rsid w:val="00681B50"/>
    <w:rsid w:val="00684887"/>
    <w:rsid w:val="00684D50"/>
    <w:rsid w:val="00690C9E"/>
    <w:rsid w:val="00691579"/>
    <w:rsid w:val="00691DAB"/>
    <w:rsid w:val="00693F4B"/>
    <w:rsid w:val="00694324"/>
    <w:rsid w:val="006951C3"/>
    <w:rsid w:val="00696532"/>
    <w:rsid w:val="00696F7B"/>
    <w:rsid w:val="00697056"/>
    <w:rsid w:val="006972E9"/>
    <w:rsid w:val="006A11F7"/>
    <w:rsid w:val="006A232B"/>
    <w:rsid w:val="006A2C2C"/>
    <w:rsid w:val="006A3148"/>
    <w:rsid w:val="006A351E"/>
    <w:rsid w:val="006A4DFC"/>
    <w:rsid w:val="006A5B8A"/>
    <w:rsid w:val="006A6817"/>
    <w:rsid w:val="006A6A4E"/>
    <w:rsid w:val="006B0B3C"/>
    <w:rsid w:val="006B1909"/>
    <w:rsid w:val="006B193C"/>
    <w:rsid w:val="006B2F3A"/>
    <w:rsid w:val="006B32CA"/>
    <w:rsid w:val="006B37CB"/>
    <w:rsid w:val="006B4362"/>
    <w:rsid w:val="006B4B33"/>
    <w:rsid w:val="006B4BBD"/>
    <w:rsid w:val="006B538C"/>
    <w:rsid w:val="006B6132"/>
    <w:rsid w:val="006C02ED"/>
    <w:rsid w:val="006C06B3"/>
    <w:rsid w:val="006C06FA"/>
    <w:rsid w:val="006C1B68"/>
    <w:rsid w:val="006C2C82"/>
    <w:rsid w:val="006C300D"/>
    <w:rsid w:val="006C36D0"/>
    <w:rsid w:val="006C4802"/>
    <w:rsid w:val="006C4BFE"/>
    <w:rsid w:val="006C5776"/>
    <w:rsid w:val="006C7EF7"/>
    <w:rsid w:val="006D07A4"/>
    <w:rsid w:val="006D17B5"/>
    <w:rsid w:val="006D2D87"/>
    <w:rsid w:val="006D3DE3"/>
    <w:rsid w:val="006D4184"/>
    <w:rsid w:val="006D4687"/>
    <w:rsid w:val="006D6D1F"/>
    <w:rsid w:val="006D7F93"/>
    <w:rsid w:val="006E336C"/>
    <w:rsid w:val="006E3440"/>
    <w:rsid w:val="006E55EE"/>
    <w:rsid w:val="006E6347"/>
    <w:rsid w:val="006E70B9"/>
    <w:rsid w:val="006E7D3A"/>
    <w:rsid w:val="006E7EDE"/>
    <w:rsid w:val="006F5DCE"/>
    <w:rsid w:val="006F63D7"/>
    <w:rsid w:val="006F6C2D"/>
    <w:rsid w:val="006F72DE"/>
    <w:rsid w:val="006F733F"/>
    <w:rsid w:val="007016F3"/>
    <w:rsid w:val="007027A5"/>
    <w:rsid w:val="00702C39"/>
    <w:rsid w:val="00703CBE"/>
    <w:rsid w:val="007042D7"/>
    <w:rsid w:val="00704D4C"/>
    <w:rsid w:val="00704EE5"/>
    <w:rsid w:val="0070597F"/>
    <w:rsid w:val="00705EC9"/>
    <w:rsid w:val="00706510"/>
    <w:rsid w:val="00706B8A"/>
    <w:rsid w:val="00707228"/>
    <w:rsid w:val="00710D1A"/>
    <w:rsid w:val="007111C4"/>
    <w:rsid w:val="00711EFC"/>
    <w:rsid w:val="0071288C"/>
    <w:rsid w:val="00713E5F"/>
    <w:rsid w:val="007164EA"/>
    <w:rsid w:val="00716D07"/>
    <w:rsid w:val="007177A3"/>
    <w:rsid w:val="007213E5"/>
    <w:rsid w:val="00722BF0"/>
    <w:rsid w:val="007245AE"/>
    <w:rsid w:val="00731232"/>
    <w:rsid w:val="0073152F"/>
    <w:rsid w:val="007325E8"/>
    <w:rsid w:val="00732ABD"/>
    <w:rsid w:val="00732E6C"/>
    <w:rsid w:val="007336D9"/>
    <w:rsid w:val="00734956"/>
    <w:rsid w:val="00734DE0"/>
    <w:rsid w:val="0073557B"/>
    <w:rsid w:val="0073563C"/>
    <w:rsid w:val="00735A90"/>
    <w:rsid w:val="007403E9"/>
    <w:rsid w:val="00741C70"/>
    <w:rsid w:val="00741E85"/>
    <w:rsid w:val="00742339"/>
    <w:rsid w:val="00742940"/>
    <w:rsid w:val="00743903"/>
    <w:rsid w:val="00750483"/>
    <w:rsid w:val="007509C1"/>
    <w:rsid w:val="007524BB"/>
    <w:rsid w:val="007526CA"/>
    <w:rsid w:val="00752EE3"/>
    <w:rsid w:val="00755112"/>
    <w:rsid w:val="00755B25"/>
    <w:rsid w:val="00756590"/>
    <w:rsid w:val="007624E0"/>
    <w:rsid w:val="00762548"/>
    <w:rsid w:val="0076657A"/>
    <w:rsid w:val="00766A1E"/>
    <w:rsid w:val="0076728A"/>
    <w:rsid w:val="00767490"/>
    <w:rsid w:val="007703A9"/>
    <w:rsid w:val="0077085D"/>
    <w:rsid w:val="0077224F"/>
    <w:rsid w:val="00772C12"/>
    <w:rsid w:val="00772C82"/>
    <w:rsid w:val="00775321"/>
    <w:rsid w:val="0077572B"/>
    <w:rsid w:val="00775E17"/>
    <w:rsid w:val="00776250"/>
    <w:rsid w:val="0077722F"/>
    <w:rsid w:val="00777BC1"/>
    <w:rsid w:val="00777E8C"/>
    <w:rsid w:val="00780519"/>
    <w:rsid w:val="00784CF0"/>
    <w:rsid w:val="00784DB1"/>
    <w:rsid w:val="0078502D"/>
    <w:rsid w:val="00785D59"/>
    <w:rsid w:val="00786144"/>
    <w:rsid w:val="0078795A"/>
    <w:rsid w:val="007913E8"/>
    <w:rsid w:val="00792979"/>
    <w:rsid w:val="00792997"/>
    <w:rsid w:val="007941BE"/>
    <w:rsid w:val="00794405"/>
    <w:rsid w:val="007944D0"/>
    <w:rsid w:val="0079604A"/>
    <w:rsid w:val="007A000C"/>
    <w:rsid w:val="007A0663"/>
    <w:rsid w:val="007A11D1"/>
    <w:rsid w:val="007A1934"/>
    <w:rsid w:val="007A2564"/>
    <w:rsid w:val="007A27A1"/>
    <w:rsid w:val="007A48C6"/>
    <w:rsid w:val="007A48DB"/>
    <w:rsid w:val="007A4C1E"/>
    <w:rsid w:val="007A53BC"/>
    <w:rsid w:val="007A7B5A"/>
    <w:rsid w:val="007B0B57"/>
    <w:rsid w:val="007B1577"/>
    <w:rsid w:val="007B1913"/>
    <w:rsid w:val="007B1950"/>
    <w:rsid w:val="007B1D12"/>
    <w:rsid w:val="007B4154"/>
    <w:rsid w:val="007B4B61"/>
    <w:rsid w:val="007B792E"/>
    <w:rsid w:val="007C0F69"/>
    <w:rsid w:val="007C2A13"/>
    <w:rsid w:val="007C3DBA"/>
    <w:rsid w:val="007C489E"/>
    <w:rsid w:val="007C52DC"/>
    <w:rsid w:val="007C53A3"/>
    <w:rsid w:val="007C6876"/>
    <w:rsid w:val="007C6A5B"/>
    <w:rsid w:val="007D02F2"/>
    <w:rsid w:val="007D140B"/>
    <w:rsid w:val="007D22D0"/>
    <w:rsid w:val="007D2A55"/>
    <w:rsid w:val="007D34E9"/>
    <w:rsid w:val="007D3AB4"/>
    <w:rsid w:val="007D5A8B"/>
    <w:rsid w:val="007D646E"/>
    <w:rsid w:val="007D758D"/>
    <w:rsid w:val="007D7B42"/>
    <w:rsid w:val="007E03EC"/>
    <w:rsid w:val="007E1408"/>
    <w:rsid w:val="007E262B"/>
    <w:rsid w:val="007E2E6A"/>
    <w:rsid w:val="007E3C53"/>
    <w:rsid w:val="007E6182"/>
    <w:rsid w:val="007E6D8C"/>
    <w:rsid w:val="007E7D03"/>
    <w:rsid w:val="007F122C"/>
    <w:rsid w:val="007F133E"/>
    <w:rsid w:val="007F1DFB"/>
    <w:rsid w:val="007F460D"/>
    <w:rsid w:val="007F499F"/>
    <w:rsid w:val="007F4C6B"/>
    <w:rsid w:val="007F5922"/>
    <w:rsid w:val="007F5B43"/>
    <w:rsid w:val="007F5C14"/>
    <w:rsid w:val="007F6218"/>
    <w:rsid w:val="007F655C"/>
    <w:rsid w:val="007F6907"/>
    <w:rsid w:val="007F7077"/>
    <w:rsid w:val="00800C9F"/>
    <w:rsid w:val="00802FA6"/>
    <w:rsid w:val="0080345E"/>
    <w:rsid w:val="00803AAE"/>
    <w:rsid w:val="008062CE"/>
    <w:rsid w:val="0080647E"/>
    <w:rsid w:val="00806A15"/>
    <w:rsid w:val="00810E21"/>
    <w:rsid w:val="008118A8"/>
    <w:rsid w:val="00815B97"/>
    <w:rsid w:val="008208A1"/>
    <w:rsid w:val="00821AB2"/>
    <w:rsid w:val="008231FF"/>
    <w:rsid w:val="00825D1C"/>
    <w:rsid w:val="00826A30"/>
    <w:rsid w:val="00826C14"/>
    <w:rsid w:val="00827899"/>
    <w:rsid w:val="00827B24"/>
    <w:rsid w:val="008303F6"/>
    <w:rsid w:val="00831436"/>
    <w:rsid w:val="008319FD"/>
    <w:rsid w:val="00832B36"/>
    <w:rsid w:val="0083499A"/>
    <w:rsid w:val="00834DE0"/>
    <w:rsid w:val="00836D75"/>
    <w:rsid w:val="008372B2"/>
    <w:rsid w:val="008405E9"/>
    <w:rsid w:val="0084060D"/>
    <w:rsid w:val="00841707"/>
    <w:rsid w:val="00842AA7"/>
    <w:rsid w:val="00843431"/>
    <w:rsid w:val="0084436D"/>
    <w:rsid w:val="008466DC"/>
    <w:rsid w:val="008472D7"/>
    <w:rsid w:val="0085003B"/>
    <w:rsid w:val="00851F00"/>
    <w:rsid w:val="00852537"/>
    <w:rsid w:val="00855A83"/>
    <w:rsid w:val="00856326"/>
    <w:rsid w:val="00856C0A"/>
    <w:rsid w:val="00860236"/>
    <w:rsid w:val="00861E70"/>
    <w:rsid w:val="008625F8"/>
    <w:rsid w:val="00862FBD"/>
    <w:rsid w:val="00863C30"/>
    <w:rsid w:val="00865E61"/>
    <w:rsid w:val="00866FB2"/>
    <w:rsid w:val="00867344"/>
    <w:rsid w:val="0086751F"/>
    <w:rsid w:val="00867908"/>
    <w:rsid w:val="00867AAA"/>
    <w:rsid w:val="00867D8D"/>
    <w:rsid w:val="00871367"/>
    <w:rsid w:val="008717FF"/>
    <w:rsid w:val="00871838"/>
    <w:rsid w:val="00874429"/>
    <w:rsid w:val="00877574"/>
    <w:rsid w:val="0087770F"/>
    <w:rsid w:val="008803E6"/>
    <w:rsid w:val="008811DE"/>
    <w:rsid w:val="00881974"/>
    <w:rsid w:val="00881CA2"/>
    <w:rsid w:val="0088220A"/>
    <w:rsid w:val="00883A51"/>
    <w:rsid w:val="00885314"/>
    <w:rsid w:val="008929CF"/>
    <w:rsid w:val="00894083"/>
    <w:rsid w:val="00895571"/>
    <w:rsid w:val="008955B9"/>
    <w:rsid w:val="00895608"/>
    <w:rsid w:val="00896133"/>
    <w:rsid w:val="008971C5"/>
    <w:rsid w:val="008A0997"/>
    <w:rsid w:val="008A24E5"/>
    <w:rsid w:val="008A38F6"/>
    <w:rsid w:val="008A41CF"/>
    <w:rsid w:val="008A528D"/>
    <w:rsid w:val="008B052D"/>
    <w:rsid w:val="008B0B0D"/>
    <w:rsid w:val="008B105A"/>
    <w:rsid w:val="008B5CA6"/>
    <w:rsid w:val="008B5DF2"/>
    <w:rsid w:val="008B665B"/>
    <w:rsid w:val="008B6BE8"/>
    <w:rsid w:val="008B7E1D"/>
    <w:rsid w:val="008C0BAB"/>
    <w:rsid w:val="008C102E"/>
    <w:rsid w:val="008C1897"/>
    <w:rsid w:val="008C2ADA"/>
    <w:rsid w:val="008C45BE"/>
    <w:rsid w:val="008C549C"/>
    <w:rsid w:val="008C5620"/>
    <w:rsid w:val="008C5BBA"/>
    <w:rsid w:val="008C60DD"/>
    <w:rsid w:val="008C7C18"/>
    <w:rsid w:val="008D0DE7"/>
    <w:rsid w:val="008D1231"/>
    <w:rsid w:val="008D2812"/>
    <w:rsid w:val="008D33DF"/>
    <w:rsid w:val="008D4986"/>
    <w:rsid w:val="008D4B01"/>
    <w:rsid w:val="008D4EC8"/>
    <w:rsid w:val="008D5086"/>
    <w:rsid w:val="008D633F"/>
    <w:rsid w:val="008D7697"/>
    <w:rsid w:val="008E0760"/>
    <w:rsid w:val="008E108E"/>
    <w:rsid w:val="008E3B93"/>
    <w:rsid w:val="008E41A6"/>
    <w:rsid w:val="008E4D83"/>
    <w:rsid w:val="008E5309"/>
    <w:rsid w:val="008E5795"/>
    <w:rsid w:val="008E63BA"/>
    <w:rsid w:val="008F0986"/>
    <w:rsid w:val="008F616F"/>
    <w:rsid w:val="008F671D"/>
    <w:rsid w:val="008F70E7"/>
    <w:rsid w:val="008F78D0"/>
    <w:rsid w:val="00900398"/>
    <w:rsid w:val="00901498"/>
    <w:rsid w:val="0090202A"/>
    <w:rsid w:val="00903C42"/>
    <w:rsid w:val="00903E8B"/>
    <w:rsid w:val="00904219"/>
    <w:rsid w:val="00904679"/>
    <w:rsid w:val="00905365"/>
    <w:rsid w:val="00905E7A"/>
    <w:rsid w:val="00907AD3"/>
    <w:rsid w:val="00910579"/>
    <w:rsid w:val="00911AA6"/>
    <w:rsid w:val="0091253D"/>
    <w:rsid w:val="0091354F"/>
    <w:rsid w:val="00915613"/>
    <w:rsid w:val="00915A09"/>
    <w:rsid w:val="009165A9"/>
    <w:rsid w:val="00917760"/>
    <w:rsid w:val="009201F7"/>
    <w:rsid w:val="00920835"/>
    <w:rsid w:val="00920D44"/>
    <w:rsid w:val="009211E3"/>
    <w:rsid w:val="009230BE"/>
    <w:rsid w:val="00924689"/>
    <w:rsid w:val="0092468E"/>
    <w:rsid w:val="00925868"/>
    <w:rsid w:val="0093016D"/>
    <w:rsid w:val="009317C7"/>
    <w:rsid w:val="009324C2"/>
    <w:rsid w:val="00932928"/>
    <w:rsid w:val="00932A87"/>
    <w:rsid w:val="0093345C"/>
    <w:rsid w:val="0093428F"/>
    <w:rsid w:val="00934300"/>
    <w:rsid w:val="0093573F"/>
    <w:rsid w:val="00936330"/>
    <w:rsid w:val="00937C0F"/>
    <w:rsid w:val="009409B7"/>
    <w:rsid w:val="00942D83"/>
    <w:rsid w:val="009441E7"/>
    <w:rsid w:val="0094568D"/>
    <w:rsid w:val="0094579F"/>
    <w:rsid w:val="00946CD9"/>
    <w:rsid w:val="00946F91"/>
    <w:rsid w:val="00951935"/>
    <w:rsid w:val="00951EE6"/>
    <w:rsid w:val="00951F78"/>
    <w:rsid w:val="00954260"/>
    <w:rsid w:val="00956850"/>
    <w:rsid w:val="00956D6A"/>
    <w:rsid w:val="0096000E"/>
    <w:rsid w:val="009629C6"/>
    <w:rsid w:val="00965115"/>
    <w:rsid w:val="00965BD0"/>
    <w:rsid w:val="009674F1"/>
    <w:rsid w:val="0097000B"/>
    <w:rsid w:val="0097136D"/>
    <w:rsid w:val="00971EFD"/>
    <w:rsid w:val="009735F5"/>
    <w:rsid w:val="00974700"/>
    <w:rsid w:val="00975FFC"/>
    <w:rsid w:val="00976899"/>
    <w:rsid w:val="00976E7C"/>
    <w:rsid w:val="009803EF"/>
    <w:rsid w:val="009805E0"/>
    <w:rsid w:val="00983AB7"/>
    <w:rsid w:val="0098414A"/>
    <w:rsid w:val="00987296"/>
    <w:rsid w:val="0098776A"/>
    <w:rsid w:val="00992C7A"/>
    <w:rsid w:val="00992ED7"/>
    <w:rsid w:val="00994511"/>
    <w:rsid w:val="00995532"/>
    <w:rsid w:val="0099797B"/>
    <w:rsid w:val="009A16D0"/>
    <w:rsid w:val="009A25C3"/>
    <w:rsid w:val="009A3C2C"/>
    <w:rsid w:val="009A484D"/>
    <w:rsid w:val="009A523B"/>
    <w:rsid w:val="009A5870"/>
    <w:rsid w:val="009B134B"/>
    <w:rsid w:val="009B404E"/>
    <w:rsid w:val="009B5EBD"/>
    <w:rsid w:val="009B6286"/>
    <w:rsid w:val="009B6E94"/>
    <w:rsid w:val="009C0D27"/>
    <w:rsid w:val="009C30DB"/>
    <w:rsid w:val="009C4BB7"/>
    <w:rsid w:val="009C6F15"/>
    <w:rsid w:val="009D02B8"/>
    <w:rsid w:val="009D03D1"/>
    <w:rsid w:val="009D0735"/>
    <w:rsid w:val="009D1509"/>
    <w:rsid w:val="009D2289"/>
    <w:rsid w:val="009D27B7"/>
    <w:rsid w:val="009D4D30"/>
    <w:rsid w:val="009D645D"/>
    <w:rsid w:val="009D6780"/>
    <w:rsid w:val="009D70C1"/>
    <w:rsid w:val="009E0985"/>
    <w:rsid w:val="009E09D6"/>
    <w:rsid w:val="009E1342"/>
    <w:rsid w:val="009E197D"/>
    <w:rsid w:val="009E23DE"/>
    <w:rsid w:val="009E31A6"/>
    <w:rsid w:val="009E5162"/>
    <w:rsid w:val="009E56B2"/>
    <w:rsid w:val="009E56B8"/>
    <w:rsid w:val="009E7152"/>
    <w:rsid w:val="009E7EA9"/>
    <w:rsid w:val="009F0A5D"/>
    <w:rsid w:val="009F22E8"/>
    <w:rsid w:val="009F346B"/>
    <w:rsid w:val="009F39A9"/>
    <w:rsid w:val="009F5BF8"/>
    <w:rsid w:val="009F66EC"/>
    <w:rsid w:val="009F7167"/>
    <w:rsid w:val="00A000A0"/>
    <w:rsid w:val="00A02998"/>
    <w:rsid w:val="00A036F0"/>
    <w:rsid w:val="00A06534"/>
    <w:rsid w:val="00A07156"/>
    <w:rsid w:val="00A106A2"/>
    <w:rsid w:val="00A12086"/>
    <w:rsid w:val="00A125E2"/>
    <w:rsid w:val="00A12A8C"/>
    <w:rsid w:val="00A12D0A"/>
    <w:rsid w:val="00A14C42"/>
    <w:rsid w:val="00A150B4"/>
    <w:rsid w:val="00A16AD0"/>
    <w:rsid w:val="00A173BF"/>
    <w:rsid w:val="00A17E23"/>
    <w:rsid w:val="00A21A90"/>
    <w:rsid w:val="00A223B8"/>
    <w:rsid w:val="00A230CA"/>
    <w:rsid w:val="00A23C2F"/>
    <w:rsid w:val="00A26505"/>
    <w:rsid w:val="00A273DB"/>
    <w:rsid w:val="00A27629"/>
    <w:rsid w:val="00A30608"/>
    <w:rsid w:val="00A306F8"/>
    <w:rsid w:val="00A32E01"/>
    <w:rsid w:val="00A330BC"/>
    <w:rsid w:val="00A33259"/>
    <w:rsid w:val="00A345CF"/>
    <w:rsid w:val="00A3629B"/>
    <w:rsid w:val="00A36BC9"/>
    <w:rsid w:val="00A37822"/>
    <w:rsid w:val="00A405A8"/>
    <w:rsid w:val="00A40EAC"/>
    <w:rsid w:val="00A410AA"/>
    <w:rsid w:val="00A4202E"/>
    <w:rsid w:val="00A42BDB"/>
    <w:rsid w:val="00A42F97"/>
    <w:rsid w:val="00A433B1"/>
    <w:rsid w:val="00A43727"/>
    <w:rsid w:val="00A458E2"/>
    <w:rsid w:val="00A47BF9"/>
    <w:rsid w:val="00A47EE8"/>
    <w:rsid w:val="00A501BA"/>
    <w:rsid w:val="00A508B2"/>
    <w:rsid w:val="00A517F2"/>
    <w:rsid w:val="00A51F26"/>
    <w:rsid w:val="00A5241E"/>
    <w:rsid w:val="00A52FBF"/>
    <w:rsid w:val="00A5368B"/>
    <w:rsid w:val="00A54671"/>
    <w:rsid w:val="00A54CE2"/>
    <w:rsid w:val="00A54ED5"/>
    <w:rsid w:val="00A553AA"/>
    <w:rsid w:val="00A55459"/>
    <w:rsid w:val="00A60996"/>
    <w:rsid w:val="00A611F7"/>
    <w:rsid w:val="00A62106"/>
    <w:rsid w:val="00A649CF"/>
    <w:rsid w:val="00A65FD7"/>
    <w:rsid w:val="00A665C1"/>
    <w:rsid w:val="00A66F86"/>
    <w:rsid w:val="00A70CF8"/>
    <w:rsid w:val="00A70DDB"/>
    <w:rsid w:val="00A70F28"/>
    <w:rsid w:val="00A71DD4"/>
    <w:rsid w:val="00A7262C"/>
    <w:rsid w:val="00A74856"/>
    <w:rsid w:val="00A75261"/>
    <w:rsid w:val="00A77627"/>
    <w:rsid w:val="00A800E8"/>
    <w:rsid w:val="00A81D96"/>
    <w:rsid w:val="00A82859"/>
    <w:rsid w:val="00A84127"/>
    <w:rsid w:val="00A844F9"/>
    <w:rsid w:val="00A8755D"/>
    <w:rsid w:val="00A937A4"/>
    <w:rsid w:val="00A937B7"/>
    <w:rsid w:val="00A9389E"/>
    <w:rsid w:val="00A93A41"/>
    <w:rsid w:val="00A95FA3"/>
    <w:rsid w:val="00A96E04"/>
    <w:rsid w:val="00A96E79"/>
    <w:rsid w:val="00A976BE"/>
    <w:rsid w:val="00A97A8F"/>
    <w:rsid w:val="00AA206C"/>
    <w:rsid w:val="00AA225A"/>
    <w:rsid w:val="00AA2589"/>
    <w:rsid w:val="00AA3050"/>
    <w:rsid w:val="00AA6051"/>
    <w:rsid w:val="00AA661A"/>
    <w:rsid w:val="00AA6AA6"/>
    <w:rsid w:val="00AA7B99"/>
    <w:rsid w:val="00AA7F65"/>
    <w:rsid w:val="00AB0122"/>
    <w:rsid w:val="00AB15C2"/>
    <w:rsid w:val="00AB19B2"/>
    <w:rsid w:val="00AB2026"/>
    <w:rsid w:val="00AB20DC"/>
    <w:rsid w:val="00AB2823"/>
    <w:rsid w:val="00AB39D3"/>
    <w:rsid w:val="00AB4D70"/>
    <w:rsid w:val="00AB50D2"/>
    <w:rsid w:val="00AB6451"/>
    <w:rsid w:val="00AC18FF"/>
    <w:rsid w:val="00AC3F60"/>
    <w:rsid w:val="00AC4325"/>
    <w:rsid w:val="00AC5A95"/>
    <w:rsid w:val="00AC6455"/>
    <w:rsid w:val="00AC6EDD"/>
    <w:rsid w:val="00AC7FFB"/>
    <w:rsid w:val="00AD039A"/>
    <w:rsid w:val="00AD1B96"/>
    <w:rsid w:val="00AD4317"/>
    <w:rsid w:val="00AD5429"/>
    <w:rsid w:val="00AD5750"/>
    <w:rsid w:val="00AD5D11"/>
    <w:rsid w:val="00AD721D"/>
    <w:rsid w:val="00AD79C3"/>
    <w:rsid w:val="00AE0362"/>
    <w:rsid w:val="00AE090B"/>
    <w:rsid w:val="00AE0A39"/>
    <w:rsid w:val="00AE0E4C"/>
    <w:rsid w:val="00AE104D"/>
    <w:rsid w:val="00AE295E"/>
    <w:rsid w:val="00AE2F7D"/>
    <w:rsid w:val="00AE3337"/>
    <w:rsid w:val="00AE4822"/>
    <w:rsid w:val="00AE4EDB"/>
    <w:rsid w:val="00AE5AFA"/>
    <w:rsid w:val="00AE6AF5"/>
    <w:rsid w:val="00AE728D"/>
    <w:rsid w:val="00AE75E5"/>
    <w:rsid w:val="00AF09CB"/>
    <w:rsid w:val="00AF0B12"/>
    <w:rsid w:val="00AF1415"/>
    <w:rsid w:val="00AF1B0E"/>
    <w:rsid w:val="00AF1D0D"/>
    <w:rsid w:val="00AF5375"/>
    <w:rsid w:val="00B00D08"/>
    <w:rsid w:val="00B00F97"/>
    <w:rsid w:val="00B01719"/>
    <w:rsid w:val="00B0290F"/>
    <w:rsid w:val="00B0316C"/>
    <w:rsid w:val="00B03846"/>
    <w:rsid w:val="00B03E85"/>
    <w:rsid w:val="00B06589"/>
    <w:rsid w:val="00B1013A"/>
    <w:rsid w:val="00B125EF"/>
    <w:rsid w:val="00B12816"/>
    <w:rsid w:val="00B144E4"/>
    <w:rsid w:val="00B146AF"/>
    <w:rsid w:val="00B14847"/>
    <w:rsid w:val="00B15B1A"/>
    <w:rsid w:val="00B15C2D"/>
    <w:rsid w:val="00B169C0"/>
    <w:rsid w:val="00B20C3F"/>
    <w:rsid w:val="00B21DF2"/>
    <w:rsid w:val="00B23AB9"/>
    <w:rsid w:val="00B251B8"/>
    <w:rsid w:val="00B26CE2"/>
    <w:rsid w:val="00B30193"/>
    <w:rsid w:val="00B30736"/>
    <w:rsid w:val="00B30AD4"/>
    <w:rsid w:val="00B32D8E"/>
    <w:rsid w:val="00B3707A"/>
    <w:rsid w:val="00B41173"/>
    <w:rsid w:val="00B4191B"/>
    <w:rsid w:val="00B428A8"/>
    <w:rsid w:val="00B42A58"/>
    <w:rsid w:val="00B43213"/>
    <w:rsid w:val="00B448A3"/>
    <w:rsid w:val="00B44DF8"/>
    <w:rsid w:val="00B45FB5"/>
    <w:rsid w:val="00B460A5"/>
    <w:rsid w:val="00B46A14"/>
    <w:rsid w:val="00B46C7F"/>
    <w:rsid w:val="00B46D73"/>
    <w:rsid w:val="00B5003F"/>
    <w:rsid w:val="00B5217B"/>
    <w:rsid w:val="00B5363A"/>
    <w:rsid w:val="00B60224"/>
    <w:rsid w:val="00B606F9"/>
    <w:rsid w:val="00B63024"/>
    <w:rsid w:val="00B63122"/>
    <w:rsid w:val="00B65B0D"/>
    <w:rsid w:val="00B669A9"/>
    <w:rsid w:val="00B677E5"/>
    <w:rsid w:val="00B67EDF"/>
    <w:rsid w:val="00B719B2"/>
    <w:rsid w:val="00B71FDE"/>
    <w:rsid w:val="00B72AB1"/>
    <w:rsid w:val="00B72C56"/>
    <w:rsid w:val="00B7408A"/>
    <w:rsid w:val="00B7639B"/>
    <w:rsid w:val="00B83A9D"/>
    <w:rsid w:val="00B85761"/>
    <w:rsid w:val="00B86E5F"/>
    <w:rsid w:val="00B90AFB"/>
    <w:rsid w:val="00B929CF"/>
    <w:rsid w:val="00B930A9"/>
    <w:rsid w:val="00B93F48"/>
    <w:rsid w:val="00B9413B"/>
    <w:rsid w:val="00B94B21"/>
    <w:rsid w:val="00B965D5"/>
    <w:rsid w:val="00BA014B"/>
    <w:rsid w:val="00BA11D5"/>
    <w:rsid w:val="00BA2287"/>
    <w:rsid w:val="00BA32A5"/>
    <w:rsid w:val="00BA4382"/>
    <w:rsid w:val="00BA48F0"/>
    <w:rsid w:val="00BA7E3B"/>
    <w:rsid w:val="00BB078F"/>
    <w:rsid w:val="00BB10EC"/>
    <w:rsid w:val="00BB1B22"/>
    <w:rsid w:val="00BB1BB4"/>
    <w:rsid w:val="00BB2765"/>
    <w:rsid w:val="00BB3B3B"/>
    <w:rsid w:val="00BB3D98"/>
    <w:rsid w:val="00BB45C1"/>
    <w:rsid w:val="00BB472B"/>
    <w:rsid w:val="00BB5B2D"/>
    <w:rsid w:val="00BB626F"/>
    <w:rsid w:val="00BC0FA1"/>
    <w:rsid w:val="00BC1522"/>
    <w:rsid w:val="00BC2702"/>
    <w:rsid w:val="00BC3D45"/>
    <w:rsid w:val="00BC4744"/>
    <w:rsid w:val="00BC5010"/>
    <w:rsid w:val="00BC5880"/>
    <w:rsid w:val="00BC5F2E"/>
    <w:rsid w:val="00BC6B0D"/>
    <w:rsid w:val="00BC78B3"/>
    <w:rsid w:val="00BD08D8"/>
    <w:rsid w:val="00BD15CA"/>
    <w:rsid w:val="00BD1C7B"/>
    <w:rsid w:val="00BD3300"/>
    <w:rsid w:val="00BD3A40"/>
    <w:rsid w:val="00BD3CC9"/>
    <w:rsid w:val="00BD45BF"/>
    <w:rsid w:val="00BD4D25"/>
    <w:rsid w:val="00BD5C72"/>
    <w:rsid w:val="00BD5DDF"/>
    <w:rsid w:val="00BD668B"/>
    <w:rsid w:val="00BD6749"/>
    <w:rsid w:val="00BD7815"/>
    <w:rsid w:val="00BE08F6"/>
    <w:rsid w:val="00BE0B2C"/>
    <w:rsid w:val="00BE39BB"/>
    <w:rsid w:val="00BE4105"/>
    <w:rsid w:val="00BE424C"/>
    <w:rsid w:val="00BE42FA"/>
    <w:rsid w:val="00BE46EA"/>
    <w:rsid w:val="00BE7A71"/>
    <w:rsid w:val="00BF04EE"/>
    <w:rsid w:val="00BF0533"/>
    <w:rsid w:val="00BF0B79"/>
    <w:rsid w:val="00BF0F10"/>
    <w:rsid w:val="00BF0F32"/>
    <w:rsid w:val="00BF17BE"/>
    <w:rsid w:val="00BF5402"/>
    <w:rsid w:val="00BF66EB"/>
    <w:rsid w:val="00BF730C"/>
    <w:rsid w:val="00C012E3"/>
    <w:rsid w:val="00C02F4A"/>
    <w:rsid w:val="00C05DCB"/>
    <w:rsid w:val="00C073AF"/>
    <w:rsid w:val="00C105F2"/>
    <w:rsid w:val="00C11194"/>
    <w:rsid w:val="00C1147C"/>
    <w:rsid w:val="00C11F5E"/>
    <w:rsid w:val="00C12463"/>
    <w:rsid w:val="00C13B27"/>
    <w:rsid w:val="00C14E91"/>
    <w:rsid w:val="00C15A7B"/>
    <w:rsid w:val="00C165C9"/>
    <w:rsid w:val="00C16694"/>
    <w:rsid w:val="00C20523"/>
    <w:rsid w:val="00C208D1"/>
    <w:rsid w:val="00C20C44"/>
    <w:rsid w:val="00C222CB"/>
    <w:rsid w:val="00C22588"/>
    <w:rsid w:val="00C23A66"/>
    <w:rsid w:val="00C24D15"/>
    <w:rsid w:val="00C24EA6"/>
    <w:rsid w:val="00C24F88"/>
    <w:rsid w:val="00C25BC3"/>
    <w:rsid w:val="00C260CC"/>
    <w:rsid w:val="00C26EB0"/>
    <w:rsid w:val="00C277BA"/>
    <w:rsid w:val="00C30879"/>
    <w:rsid w:val="00C310C1"/>
    <w:rsid w:val="00C31F2F"/>
    <w:rsid w:val="00C326F8"/>
    <w:rsid w:val="00C3298C"/>
    <w:rsid w:val="00C32EC4"/>
    <w:rsid w:val="00C33B21"/>
    <w:rsid w:val="00C33F10"/>
    <w:rsid w:val="00C34445"/>
    <w:rsid w:val="00C347F6"/>
    <w:rsid w:val="00C36209"/>
    <w:rsid w:val="00C37E4F"/>
    <w:rsid w:val="00C407B3"/>
    <w:rsid w:val="00C407CC"/>
    <w:rsid w:val="00C41C23"/>
    <w:rsid w:val="00C4481F"/>
    <w:rsid w:val="00C44839"/>
    <w:rsid w:val="00C451C4"/>
    <w:rsid w:val="00C4738C"/>
    <w:rsid w:val="00C47832"/>
    <w:rsid w:val="00C47DA8"/>
    <w:rsid w:val="00C5055A"/>
    <w:rsid w:val="00C530D6"/>
    <w:rsid w:val="00C54B15"/>
    <w:rsid w:val="00C55C4D"/>
    <w:rsid w:val="00C56300"/>
    <w:rsid w:val="00C60A2F"/>
    <w:rsid w:val="00C60E22"/>
    <w:rsid w:val="00C60E84"/>
    <w:rsid w:val="00C619FD"/>
    <w:rsid w:val="00C625DF"/>
    <w:rsid w:val="00C625E4"/>
    <w:rsid w:val="00C62766"/>
    <w:rsid w:val="00C64C5E"/>
    <w:rsid w:val="00C65C8B"/>
    <w:rsid w:val="00C66368"/>
    <w:rsid w:val="00C664CF"/>
    <w:rsid w:val="00C676B5"/>
    <w:rsid w:val="00C678F8"/>
    <w:rsid w:val="00C67BA4"/>
    <w:rsid w:val="00C71534"/>
    <w:rsid w:val="00C71B4C"/>
    <w:rsid w:val="00C71E7B"/>
    <w:rsid w:val="00C72B37"/>
    <w:rsid w:val="00C72D92"/>
    <w:rsid w:val="00C74348"/>
    <w:rsid w:val="00C744F3"/>
    <w:rsid w:val="00C748F8"/>
    <w:rsid w:val="00C754E5"/>
    <w:rsid w:val="00C75BA3"/>
    <w:rsid w:val="00C76D56"/>
    <w:rsid w:val="00C77004"/>
    <w:rsid w:val="00C77849"/>
    <w:rsid w:val="00C778BA"/>
    <w:rsid w:val="00C77C00"/>
    <w:rsid w:val="00C8115E"/>
    <w:rsid w:val="00C8187A"/>
    <w:rsid w:val="00C81BE5"/>
    <w:rsid w:val="00C825BF"/>
    <w:rsid w:val="00C82ED5"/>
    <w:rsid w:val="00C82F9C"/>
    <w:rsid w:val="00C84797"/>
    <w:rsid w:val="00C85BD0"/>
    <w:rsid w:val="00C860F4"/>
    <w:rsid w:val="00C87BCC"/>
    <w:rsid w:val="00C91BA9"/>
    <w:rsid w:val="00C91D6A"/>
    <w:rsid w:val="00C91EBE"/>
    <w:rsid w:val="00C9420C"/>
    <w:rsid w:val="00C960C9"/>
    <w:rsid w:val="00CA01B7"/>
    <w:rsid w:val="00CA110C"/>
    <w:rsid w:val="00CA1134"/>
    <w:rsid w:val="00CA18A0"/>
    <w:rsid w:val="00CA1C23"/>
    <w:rsid w:val="00CA2680"/>
    <w:rsid w:val="00CA3582"/>
    <w:rsid w:val="00CA65DE"/>
    <w:rsid w:val="00CA663A"/>
    <w:rsid w:val="00CA66A7"/>
    <w:rsid w:val="00CA68B6"/>
    <w:rsid w:val="00CA6E63"/>
    <w:rsid w:val="00CA73E6"/>
    <w:rsid w:val="00CA7402"/>
    <w:rsid w:val="00CA7CCE"/>
    <w:rsid w:val="00CA7FEF"/>
    <w:rsid w:val="00CB1052"/>
    <w:rsid w:val="00CB37A1"/>
    <w:rsid w:val="00CB3D60"/>
    <w:rsid w:val="00CB4FBA"/>
    <w:rsid w:val="00CB544A"/>
    <w:rsid w:val="00CB5E94"/>
    <w:rsid w:val="00CB6740"/>
    <w:rsid w:val="00CB7100"/>
    <w:rsid w:val="00CC0F2F"/>
    <w:rsid w:val="00CC38DD"/>
    <w:rsid w:val="00CC45BD"/>
    <w:rsid w:val="00CC595A"/>
    <w:rsid w:val="00CC679A"/>
    <w:rsid w:val="00CC786A"/>
    <w:rsid w:val="00CC7887"/>
    <w:rsid w:val="00CD06DD"/>
    <w:rsid w:val="00CD07F7"/>
    <w:rsid w:val="00CD09D1"/>
    <w:rsid w:val="00CD0C2A"/>
    <w:rsid w:val="00CD10B1"/>
    <w:rsid w:val="00CD1AC0"/>
    <w:rsid w:val="00CD2F4D"/>
    <w:rsid w:val="00CD3DB2"/>
    <w:rsid w:val="00CD493C"/>
    <w:rsid w:val="00CD5054"/>
    <w:rsid w:val="00CD5468"/>
    <w:rsid w:val="00CD54A9"/>
    <w:rsid w:val="00CD5A48"/>
    <w:rsid w:val="00CD5D0B"/>
    <w:rsid w:val="00CD64DB"/>
    <w:rsid w:val="00CD7282"/>
    <w:rsid w:val="00CE100E"/>
    <w:rsid w:val="00CE1567"/>
    <w:rsid w:val="00CE1E3A"/>
    <w:rsid w:val="00CE2086"/>
    <w:rsid w:val="00CE366E"/>
    <w:rsid w:val="00CE6A62"/>
    <w:rsid w:val="00CE7AAC"/>
    <w:rsid w:val="00CF01EB"/>
    <w:rsid w:val="00CF191B"/>
    <w:rsid w:val="00CF2758"/>
    <w:rsid w:val="00CF3D3E"/>
    <w:rsid w:val="00CF6FE3"/>
    <w:rsid w:val="00CF7A50"/>
    <w:rsid w:val="00D00CF1"/>
    <w:rsid w:val="00D02910"/>
    <w:rsid w:val="00D02B1F"/>
    <w:rsid w:val="00D03815"/>
    <w:rsid w:val="00D03B48"/>
    <w:rsid w:val="00D03D98"/>
    <w:rsid w:val="00D0478B"/>
    <w:rsid w:val="00D13BB4"/>
    <w:rsid w:val="00D13C5C"/>
    <w:rsid w:val="00D14287"/>
    <w:rsid w:val="00D1507E"/>
    <w:rsid w:val="00D15E46"/>
    <w:rsid w:val="00D21320"/>
    <w:rsid w:val="00D222ED"/>
    <w:rsid w:val="00D247C3"/>
    <w:rsid w:val="00D25874"/>
    <w:rsid w:val="00D25C55"/>
    <w:rsid w:val="00D26740"/>
    <w:rsid w:val="00D35322"/>
    <w:rsid w:val="00D359D3"/>
    <w:rsid w:val="00D359DE"/>
    <w:rsid w:val="00D37232"/>
    <w:rsid w:val="00D40184"/>
    <w:rsid w:val="00D42C6F"/>
    <w:rsid w:val="00D4471B"/>
    <w:rsid w:val="00D46B01"/>
    <w:rsid w:val="00D52D70"/>
    <w:rsid w:val="00D573E2"/>
    <w:rsid w:val="00D57AAA"/>
    <w:rsid w:val="00D57BFA"/>
    <w:rsid w:val="00D57FE8"/>
    <w:rsid w:val="00D61104"/>
    <w:rsid w:val="00D64BA0"/>
    <w:rsid w:val="00D66742"/>
    <w:rsid w:val="00D674B8"/>
    <w:rsid w:val="00D675CC"/>
    <w:rsid w:val="00D67CB9"/>
    <w:rsid w:val="00D739D6"/>
    <w:rsid w:val="00D742A0"/>
    <w:rsid w:val="00D74E98"/>
    <w:rsid w:val="00D76BF7"/>
    <w:rsid w:val="00D777C6"/>
    <w:rsid w:val="00D77D97"/>
    <w:rsid w:val="00D808FB"/>
    <w:rsid w:val="00D80FDE"/>
    <w:rsid w:val="00D82619"/>
    <w:rsid w:val="00D82A74"/>
    <w:rsid w:val="00D8469B"/>
    <w:rsid w:val="00D849D4"/>
    <w:rsid w:val="00D8572C"/>
    <w:rsid w:val="00D85E56"/>
    <w:rsid w:val="00D8617E"/>
    <w:rsid w:val="00D86203"/>
    <w:rsid w:val="00D91DBF"/>
    <w:rsid w:val="00D92C61"/>
    <w:rsid w:val="00D9310C"/>
    <w:rsid w:val="00D96151"/>
    <w:rsid w:val="00DA1152"/>
    <w:rsid w:val="00DA1502"/>
    <w:rsid w:val="00DA254A"/>
    <w:rsid w:val="00DA308B"/>
    <w:rsid w:val="00DA44E7"/>
    <w:rsid w:val="00DA77C0"/>
    <w:rsid w:val="00DA7E04"/>
    <w:rsid w:val="00DB0EFE"/>
    <w:rsid w:val="00DB16AE"/>
    <w:rsid w:val="00DB2AF3"/>
    <w:rsid w:val="00DB3BE9"/>
    <w:rsid w:val="00DB3EAD"/>
    <w:rsid w:val="00DB48A2"/>
    <w:rsid w:val="00DB4988"/>
    <w:rsid w:val="00DB4E8E"/>
    <w:rsid w:val="00DB4F03"/>
    <w:rsid w:val="00DB62E4"/>
    <w:rsid w:val="00DB6619"/>
    <w:rsid w:val="00DB761D"/>
    <w:rsid w:val="00DB79C3"/>
    <w:rsid w:val="00DB7D1D"/>
    <w:rsid w:val="00DC0638"/>
    <w:rsid w:val="00DC0D54"/>
    <w:rsid w:val="00DC1361"/>
    <w:rsid w:val="00DC1EF1"/>
    <w:rsid w:val="00DC4FD3"/>
    <w:rsid w:val="00DC5D25"/>
    <w:rsid w:val="00DC5D99"/>
    <w:rsid w:val="00DC688B"/>
    <w:rsid w:val="00DD19FD"/>
    <w:rsid w:val="00DD2F91"/>
    <w:rsid w:val="00DD3456"/>
    <w:rsid w:val="00DD41FD"/>
    <w:rsid w:val="00DD4266"/>
    <w:rsid w:val="00DD5D4E"/>
    <w:rsid w:val="00DD5DC1"/>
    <w:rsid w:val="00DD611B"/>
    <w:rsid w:val="00DD7045"/>
    <w:rsid w:val="00DE0688"/>
    <w:rsid w:val="00DE06C0"/>
    <w:rsid w:val="00DE158B"/>
    <w:rsid w:val="00DE15F9"/>
    <w:rsid w:val="00DE486B"/>
    <w:rsid w:val="00DE5567"/>
    <w:rsid w:val="00DE5A27"/>
    <w:rsid w:val="00DE663E"/>
    <w:rsid w:val="00DE7BD6"/>
    <w:rsid w:val="00DF08B1"/>
    <w:rsid w:val="00DF1120"/>
    <w:rsid w:val="00DF118B"/>
    <w:rsid w:val="00DF1539"/>
    <w:rsid w:val="00DF248A"/>
    <w:rsid w:val="00DF2B3F"/>
    <w:rsid w:val="00DF41CC"/>
    <w:rsid w:val="00DF4638"/>
    <w:rsid w:val="00DF6202"/>
    <w:rsid w:val="00E00E7C"/>
    <w:rsid w:val="00E013B7"/>
    <w:rsid w:val="00E021AC"/>
    <w:rsid w:val="00E02386"/>
    <w:rsid w:val="00E037CD"/>
    <w:rsid w:val="00E04B25"/>
    <w:rsid w:val="00E05061"/>
    <w:rsid w:val="00E06CFF"/>
    <w:rsid w:val="00E1307C"/>
    <w:rsid w:val="00E131A6"/>
    <w:rsid w:val="00E13792"/>
    <w:rsid w:val="00E14C54"/>
    <w:rsid w:val="00E1517F"/>
    <w:rsid w:val="00E15738"/>
    <w:rsid w:val="00E15773"/>
    <w:rsid w:val="00E20162"/>
    <w:rsid w:val="00E2184C"/>
    <w:rsid w:val="00E219BD"/>
    <w:rsid w:val="00E221D2"/>
    <w:rsid w:val="00E23054"/>
    <w:rsid w:val="00E247FD"/>
    <w:rsid w:val="00E24E64"/>
    <w:rsid w:val="00E253AE"/>
    <w:rsid w:val="00E263A0"/>
    <w:rsid w:val="00E27EEB"/>
    <w:rsid w:val="00E313B3"/>
    <w:rsid w:val="00E31C30"/>
    <w:rsid w:val="00E31F41"/>
    <w:rsid w:val="00E329E4"/>
    <w:rsid w:val="00E332E6"/>
    <w:rsid w:val="00E34B8C"/>
    <w:rsid w:val="00E361ED"/>
    <w:rsid w:val="00E40F9D"/>
    <w:rsid w:val="00E428F6"/>
    <w:rsid w:val="00E42A70"/>
    <w:rsid w:val="00E430B8"/>
    <w:rsid w:val="00E436D8"/>
    <w:rsid w:val="00E44895"/>
    <w:rsid w:val="00E455A2"/>
    <w:rsid w:val="00E50BEE"/>
    <w:rsid w:val="00E54846"/>
    <w:rsid w:val="00E54D0B"/>
    <w:rsid w:val="00E56EB2"/>
    <w:rsid w:val="00E60F43"/>
    <w:rsid w:val="00E6131D"/>
    <w:rsid w:val="00E647AE"/>
    <w:rsid w:val="00E64E4D"/>
    <w:rsid w:val="00E66786"/>
    <w:rsid w:val="00E668C5"/>
    <w:rsid w:val="00E669D3"/>
    <w:rsid w:val="00E66C59"/>
    <w:rsid w:val="00E67DC5"/>
    <w:rsid w:val="00E7017F"/>
    <w:rsid w:val="00E7180C"/>
    <w:rsid w:val="00E7288C"/>
    <w:rsid w:val="00E7348B"/>
    <w:rsid w:val="00E736DA"/>
    <w:rsid w:val="00E7384F"/>
    <w:rsid w:val="00E74B9D"/>
    <w:rsid w:val="00E74D14"/>
    <w:rsid w:val="00E75E13"/>
    <w:rsid w:val="00E7760D"/>
    <w:rsid w:val="00E80641"/>
    <w:rsid w:val="00E8202B"/>
    <w:rsid w:val="00E827EB"/>
    <w:rsid w:val="00E82D2C"/>
    <w:rsid w:val="00E832D5"/>
    <w:rsid w:val="00E83EAE"/>
    <w:rsid w:val="00E84171"/>
    <w:rsid w:val="00E85840"/>
    <w:rsid w:val="00E85A10"/>
    <w:rsid w:val="00E85DBE"/>
    <w:rsid w:val="00E86B68"/>
    <w:rsid w:val="00E87AC3"/>
    <w:rsid w:val="00E907ED"/>
    <w:rsid w:val="00E931BC"/>
    <w:rsid w:val="00E93891"/>
    <w:rsid w:val="00E9391E"/>
    <w:rsid w:val="00E95020"/>
    <w:rsid w:val="00E95EC0"/>
    <w:rsid w:val="00E96F76"/>
    <w:rsid w:val="00E9784A"/>
    <w:rsid w:val="00EA00FE"/>
    <w:rsid w:val="00EA039E"/>
    <w:rsid w:val="00EA0434"/>
    <w:rsid w:val="00EA232E"/>
    <w:rsid w:val="00EA2AE2"/>
    <w:rsid w:val="00EA3917"/>
    <w:rsid w:val="00EA4D9B"/>
    <w:rsid w:val="00EA567C"/>
    <w:rsid w:val="00EA5A87"/>
    <w:rsid w:val="00EA5B67"/>
    <w:rsid w:val="00EA660B"/>
    <w:rsid w:val="00EA74D3"/>
    <w:rsid w:val="00EB2746"/>
    <w:rsid w:val="00EB3387"/>
    <w:rsid w:val="00EB359E"/>
    <w:rsid w:val="00EB4207"/>
    <w:rsid w:val="00EB4226"/>
    <w:rsid w:val="00EB49E4"/>
    <w:rsid w:val="00EB5836"/>
    <w:rsid w:val="00EB5C9E"/>
    <w:rsid w:val="00EB7B85"/>
    <w:rsid w:val="00EC0CB3"/>
    <w:rsid w:val="00EC2188"/>
    <w:rsid w:val="00EC2552"/>
    <w:rsid w:val="00EC27C7"/>
    <w:rsid w:val="00EC2CFE"/>
    <w:rsid w:val="00EC316A"/>
    <w:rsid w:val="00EC69D5"/>
    <w:rsid w:val="00EC6BEC"/>
    <w:rsid w:val="00EC794E"/>
    <w:rsid w:val="00EC7DE5"/>
    <w:rsid w:val="00EC7E30"/>
    <w:rsid w:val="00ED07E5"/>
    <w:rsid w:val="00ED1288"/>
    <w:rsid w:val="00ED1BF5"/>
    <w:rsid w:val="00ED1DB4"/>
    <w:rsid w:val="00ED3607"/>
    <w:rsid w:val="00ED4BAE"/>
    <w:rsid w:val="00ED7A01"/>
    <w:rsid w:val="00EE03DA"/>
    <w:rsid w:val="00EE0B24"/>
    <w:rsid w:val="00EE2507"/>
    <w:rsid w:val="00EE3F71"/>
    <w:rsid w:val="00EF0C53"/>
    <w:rsid w:val="00EF0D9A"/>
    <w:rsid w:val="00EF24B1"/>
    <w:rsid w:val="00EF2FDC"/>
    <w:rsid w:val="00EF3867"/>
    <w:rsid w:val="00EF44B2"/>
    <w:rsid w:val="00EF62E1"/>
    <w:rsid w:val="00EF6C5F"/>
    <w:rsid w:val="00EF7177"/>
    <w:rsid w:val="00EF7340"/>
    <w:rsid w:val="00F00D70"/>
    <w:rsid w:val="00F014B1"/>
    <w:rsid w:val="00F014C0"/>
    <w:rsid w:val="00F01705"/>
    <w:rsid w:val="00F044AF"/>
    <w:rsid w:val="00F045EC"/>
    <w:rsid w:val="00F04CAC"/>
    <w:rsid w:val="00F06684"/>
    <w:rsid w:val="00F066C1"/>
    <w:rsid w:val="00F071CF"/>
    <w:rsid w:val="00F0728E"/>
    <w:rsid w:val="00F07F18"/>
    <w:rsid w:val="00F115D0"/>
    <w:rsid w:val="00F11E3A"/>
    <w:rsid w:val="00F11F6B"/>
    <w:rsid w:val="00F12262"/>
    <w:rsid w:val="00F1347D"/>
    <w:rsid w:val="00F144BB"/>
    <w:rsid w:val="00F165BD"/>
    <w:rsid w:val="00F17A53"/>
    <w:rsid w:val="00F21B7B"/>
    <w:rsid w:val="00F228F1"/>
    <w:rsid w:val="00F23645"/>
    <w:rsid w:val="00F236FD"/>
    <w:rsid w:val="00F24848"/>
    <w:rsid w:val="00F25896"/>
    <w:rsid w:val="00F26831"/>
    <w:rsid w:val="00F27A57"/>
    <w:rsid w:val="00F33061"/>
    <w:rsid w:val="00F36335"/>
    <w:rsid w:val="00F37A74"/>
    <w:rsid w:val="00F4057A"/>
    <w:rsid w:val="00F40C50"/>
    <w:rsid w:val="00F40E5B"/>
    <w:rsid w:val="00F43553"/>
    <w:rsid w:val="00F45206"/>
    <w:rsid w:val="00F45BE2"/>
    <w:rsid w:val="00F461A5"/>
    <w:rsid w:val="00F47FEB"/>
    <w:rsid w:val="00F50632"/>
    <w:rsid w:val="00F506A1"/>
    <w:rsid w:val="00F5258F"/>
    <w:rsid w:val="00F535D7"/>
    <w:rsid w:val="00F53BB5"/>
    <w:rsid w:val="00F56C69"/>
    <w:rsid w:val="00F57900"/>
    <w:rsid w:val="00F60486"/>
    <w:rsid w:val="00F60738"/>
    <w:rsid w:val="00F61697"/>
    <w:rsid w:val="00F6171D"/>
    <w:rsid w:val="00F64265"/>
    <w:rsid w:val="00F65716"/>
    <w:rsid w:val="00F65C7D"/>
    <w:rsid w:val="00F65FC5"/>
    <w:rsid w:val="00F66D7B"/>
    <w:rsid w:val="00F70576"/>
    <w:rsid w:val="00F70F6A"/>
    <w:rsid w:val="00F74D08"/>
    <w:rsid w:val="00F76F13"/>
    <w:rsid w:val="00F77F39"/>
    <w:rsid w:val="00F8076C"/>
    <w:rsid w:val="00F80BEE"/>
    <w:rsid w:val="00F8133D"/>
    <w:rsid w:val="00F81D5C"/>
    <w:rsid w:val="00F821B1"/>
    <w:rsid w:val="00F8263A"/>
    <w:rsid w:val="00F849B2"/>
    <w:rsid w:val="00F8590E"/>
    <w:rsid w:val="00F867F0"/>
    <w:rsid w:val="00F87351"/>
    <w:rsid w:val="00F91076"/>
    <w:rsid w:val="00F914BB"/>
    <w:rsid w:val="00F91D9D"/>
    <w:rsid w:val="00F92078"/>
    <w:rsid w:val="00F946D5"/>
    <w:rsid w:val="00F94F3B"/>
    <w:rsid w:val="00F951D1"/>
    <w:rsid w:val="00F95902"/>
    <w:rsid w:val="00F95FA5"/>
    <w:rsid w:val="00F96D58"/>
    <w:rsid w:val="00F977AA"/>
    <w:rsid w:val="00F979E0"/>
    <w:rsid w:val="00FA0444"/>
    <w:rsid w:val="00FA18AF"/>
    <w:rsid w:val="00FA59F3"/>
    <w:rsid w:val="00FA6ED1"/>
    <w:rsid w:val="00FB0FA9"/>
    <w:rsid w:val="00FB113E"/>
    <w:rsid w:val="00FB138F"/>
    <w:rsid w:val="00FB36B6"/>
    <w:rsid w:val="00FB3979"/>
    <w:rsid w:val="00FB576E"/>
    <w:rsid w:val="00FB5D11"/>
    <w:rsid w:val="00FB6B96"/>
    <w:rsid w:val="00FB7F32"/>
    <w:rsid w:val="00FC249E"/>
    <w:rsid w:val="00FC3436"/>
    <w:rsid w:val="00FC3FB9"/>
    <w:rsid w:val="00FC531E"/>
    <w:rsid w:val="00FC5437"/>
    <w:rsid w:val="00FD04EE"/>
    <w:rsid w:val="00FD10DB"/>
    <w:rsid w:val="00FD14FC"/>
    <w:rsid w:val="00FD1E34"/>
    <w:rsid w:val="00FD3D17"/>
    <w:rsid w:val="00FD40E8"/>
    <w:rsid w:val="00FD790B"/>
    <w:rsid w:val="00FE1D1C"/>
    <w:rsid w:val="00FE39E8"/>
    <w:rsid w:val="00FE3A51"/>
    <w:rsid w:val="00FE3AF9"/>
    <w:rsid w:val="00FE48BF"/>
    <w:rsid w:val="00FE541E"/>
    <w:rsid w:val="00FE7F57"/>
    <w:rsid w:val="00FF0F9E"/>
    <w:rsid w:val="00FF24CF"/>
    <w:rsid w:val="00FF4041"/>
    <w:rsid w:val="00FF63E8"/>
    <w:rsid w:val="00FF6D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08A24B"/>
  <w15:chartTrackingRefBased/>
  <w15:docId w15:val="{1888FD40-009F-4A0C-85F6-9469F6683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5E94"/>
    <w:rPr>
      <w:rFonts w:ascii="Candara" w:hAnsi="Candara"/>
    </w:rPr>
  </w:style>
  <w:style w:type="paragraph" w:styleId="Heading1">
    <w:name w:val="heading 1"/>
    <w:basedOn w:val="Normal"/>
    <w:next w:val="Normal"/>
    <w:link w:val="Heading1Char"/>
    <w:uiPriority w:val="9"/>
    <w:qFormat/>
    <w:rsid w:val="00B94B21"/>
    <w:pPr>
      <w:keepNext/>
      <w:keepLines/>
      <w:spacing w:before="240" w:after="0"/>
      <w:outlineLvl w:val="0"/>
    </w:pPr>
    <w:rPr>
      <w:rFonts w:eastAsiaTheme="majorEastAsia" w:cstheme="minorHAnsi"/>
      <w:color w:val="2F5496" w:themeColor="accent1" w:themeShade="BF"/>
      <w:sz w:val="32"/>
      <w:szCs w:val="32"/>
    </w:rPr>
  </w:style>
  <w:style w:type="paragraph" w:styleId="Heading2">
    <w:name w:val="heading 2"/>
    <w:basedOn w:val="Normal"/>
    <w:next w:val="Normal"/>
    <w:link w:val="Heading2Char"/>
    <w:uiPriority w:val="9"/>
    <w:unhideWhenUsed/>
    <w:qFormat/>
    <w:rsid w:val="00B94B21"/>
    <w:pPr>
      <w:keepNext/>
      <w:keepLines/>
      <w:spacing w:before="40" w:after="0"/>
      <w:outlineLvl w:val="1"/>
    </w:pPr>
    <w:rPr>
      <w:rFonts w:eastAsiaTheme="majorEastAsia"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80887"/>
    <w:pPr>
      <w:keepNext/>
      <w:keepLines/>
      <w:spacing w:before="40" w:after="0"/>
      <w:outlineLvl w:val="2"/>
    </w:pPr>
    <w:rPr>
      <w:rFonts w:eastAsiaTheme="majorEastAsia"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B94B21"/>
    <w:pPr>
      <w:keepNext/>
      <w:keepLines/>
      <w:spacing w:before="40" w:after="0"/>
      <w:outlineLvl w:val="3"/>
    </w:pPr>
    <w:rPr>
      <w:rFonts w:eastAsiaTheme="majorEastAsia" w:cstheme="minorHAnsi"/>
      <w:i/>
      <w:iCs/>
      <w:color w:val="2F5496" w:themeColor="accent1" w:themeShade="BF"/>
    </w:rPr>
  </w:style>
  <w:style w:type="paragraph" w:styleId="Heading5">
    <w:name w:val="heading 5"/>
    <w:basedOn w:val="Normal"/>
    <w:next w:val="Normal"/>
    <w:link w:val="Heading5Char"/>
    <w:uiPriority w:val="9"/>
    <w:unhideWhenUsed/>
    <w:qFormat/>
    <w:rsid w:val="001716FC"/>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165BD"/>
    <w:pPr>
      <w:spacing w:after="0" w:line="360" w:lineRule="auto"/>
      <w:contextualSpacing/>
      <w:jc w:val="center"/>
    </w:pPr>
    <w:rPr>
      <w:rFonts w:ascii="Congenial" w:eastAsiaTheme="majorEastAsia" w:hAnsi="Congenial" w:cstheme="majorBidi"/>
      <w:spacing w:val="-10"/>
      <w:kern w:val="28"/>
      <w:sz w:val="56"/>
      <w:szCs w:val="56"/>
    </w:rPr>
  </w:style>
  <w:style w:type="character" w:customStyle="1" w:styleId="TitleChar">
    <w:name w:val="Title Char"/>
    <w:basedOn w:val="DefaultParagraphFont"/>
    <w:link w:val="Title"/>
    <w:uiPriority w:val="10"/>
    <w:rsid w:val="00F165BD"/>
    <w:rPr>
      <w:rFonts w:ascii="Congenial" w:eastAsiaTheme="majorEastAsia" w:hAnsi="Congenial" w:cstheme="majorBidi"/>
      <w:spacing w:val="-10"/>
      <w:kern w:val="28"/>
      <w:sz w:val="56"/>
      <w:szCs w:val="56"/>
    </w:rPr>
  </w:style>
  <w:style w:type="paragraph" w:styleId="Header">
    <w:name w:val="header"/>
    <w:basedOn w:val="Normal"/>
    <w:link w:val="HeaderChar"/>
    <w:uiPriority w:val="99"/>
    <w:unhideWhenUsed/>
    <w:rsid w:val="005557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57A0"/>
  </w:style>
  <w:style w:type="paragraph" w:styleId="Footer">
    <w:name w:val="footer"/>
    <w:basedOn w:val="Normal"/>
    <w:link w:val="FooterChar"/>
    <w:uiPriority w:val="99"/>
    <w:unhideWhenUsed/>
    <w:rsid w:val="005557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57A0"/>
  </w:style>
  <w:style w:type="character" w:customStyle="1" w:styleId="Heading1Char">
    <w:name w:val="Heading 1 Char"/>
    <w:basedOn w:val="DefaultParagraphFont"/>
    <w:link w:val="Heading1"/>
    <w:uiPriority w:val="9"/>
    <w:rsid w:val="00B94B21"/>
    <w:rPr>
      <w:rFonts w:ascii="Candara" w:eastAsiaTheme="majorEastAsia" w:hAnsi="Candara" w:cstheme="minorHAnsi"/>
      <w:color w:val="2F5496" w:themeColor="accent1" w:themeShade="BF"/>
      <w:sz w:val="32"/>
      <w:szCs w:val="32"/>
    </w:rPr>
  </w:style>
  <w:style w:type="character" w:customStyle="1" w:styleId="Heading2Char">
    <w:name w:val="Heading 2 Char"/>
    <w:basedOn w:val="DefaultParagraphFont"/>
    <w:link w:val="Heading2"/>
    <w:uiPriority w:val="9"/>
    <w:rsid w:val="00B94B21"/>
    <w:rPr>
      <w:rFonts w:ascii="Candara" w:eastAsiaTheme="majorEastAsia" w:hAnsi="Candara" w:cstheme="majorBidi"/>
      <w:color w:val="2F5496" w:themeColor="accent1" w:themeShade="BF"/>
      <w:sz w:val="26"/>
      <w:szCs w:val="26"/>
    </w:rPr>
  </w:style>
  <w:style w:type="character" w:customStyle="1" w:styleId="Heading3Char">
    <w:name w:val="Heading 3 Char"/>
    <w:basedOn w:val="DefaultParagraphFont"/>
    <w:link w:val="Heading3"/>
    <w:uiPriority w:val="9"/>
    <w:rsid w:val="00180887"/>
    <w:rPr>
      <w:rFonts w:ascii="Candara" w:eastAsiaTheme="majorEastAsia" w:hAnsi="Candara" w:cstheme="majorBidi"/>
      <w:color w:val="1F3763" w:themeColor="accent1" w:themeShade="7F"/>
      <w:sz w:val="24"/>
      <w:szCs w:val="24"/>
    </w:rPr>
  </w:style>
  <w:style w:type="character" w:customStyle="1" w:styleId="Heading4Char">
    <w:name w:val="Heading 4 Char"/>
    <w:basedOn w:val="DefaultParagraphFont"/>
    <w:link w:val="Heading4"/>
    <w:uiPriority w:val="9"/>
    <w:rsid w:val="00B94B21"/>
    <w:rPr>
      <w:rFonts w:ascii="Candara" w:eastAsiaTheme="majorEastAsia" w:hAnsi="Candara" w:cstheme="minorHAnsi"/>
      <w:i/>
      <w:iCs/>
      <w:color w:val="2F5496" w:themeColor="accent1" w:themeShade="BF"/>
    </w:rPr>
  </w:style>
  <w:style w:type="character" w:customStyle="1" w:styleId="Heading5Char">
    <w:name w:val="Heading 5 Char"/>
    <w:basedOn w:val="DefaultParagraphFont"/>
    <w:link w:val="Heading5"/>
    <w:uiPriority w:val="9"/>
    <w:rsid w:val="001716FC"/>
    <w:rPr>
      <w:rFonts w:asciiTheme="majorHAnsi" w:eastAsiaTheme="majorEastAsia" w:hAnsiTheme="majorHAnsi" w:cstheme="majorBidi"/>
      <w:color w:val="2F5496" w:themeColor="accent1" w:themeShade="BF"/>
    </w:rPr>
  </w:style>
  <w:style w:type="table" w:styleId="TableGrid">
    <w:name w:val="Table Grid"/>
    <w:basedOn w:val="TableNormal"/>
    <w:uiPriority w:val="39"/>
    <w:rsid w:val="00932A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932A87"/>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ListParagraph">
    <w:name w:val="List Paragraph"/>
    <w:basedOn w:val="Normal"/>
    <w:uiPriority w:val="34"/>
    <w:qFormat/>
    <w:rsid w:val="00C744F3"/>
    <w:pPr>
      <w:ind w:left="720"/>
      <w:contextualSpacing/>
    </w:pPr>
  </w:style>
  <w:style w:type="paragraph" w:customStyle="1" w:styleId="Default">
    <w:name w:val="Default"/>
    <w:rsid w:val="0052001D"/>
    <w:pPr>
      <w:autoSpaceDE w:val="0"/>
      <w:autoSpaceDN w:val="0"/>
      <w:adjustRightInd w:val="0"/>
      <w:spacing w:after="0" w:line="240" w:lineRule="auto"/>
    </w:pPr>
    <w:rPr>
      <w:rFonts w:ascii="Trebuchet MS" w:hAnsi="Trebuchet MS" w:cs="Trebuchet MS"/>
      <w:color w:val="000000"/>
      <w:sz w:val="24"/>
      <w:szCs w:val="24"/>
    </w:rPr>
  </w:style>
  <w:style w:type="paragraph" w:styleId="NormalWeb">
    <w:name w:val="Normal (Web)"/>
    <w:basedOn w:val="Normal"/>
    <w:uiPriority w:val="99"/>
    <w:semiHidden/>
    <w:unhideWhenUsed/>
    <w:rsid w:val="003237C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CB4FBA"/>
    <w:pPr>
      <w:spacing w:after="0" w:line="240" w:lineRule="auto"/>
    </w:pPr>
    <w:rPr>
      <w:rFonts w:ascii="Candara" w:hAnsi="Candar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802684">
      <w:bodyDiv w:val="1"/>
      <w:marLeft w:val="0"/>
      <w:marRight w:val="0"/>
      <w:marTop w:val="0"/>
      <w:marBottom w:val="0"/>
      <w:divBdr>
        <w:top w:val="none" w:sz="0" w:space="0" w:color="auto"/>
        <w:left w:val="none" w:sz="0" w:space="0" w:color="auto"/>
        <w:bottom w:val="none" w:sz="0" w:space="0" w:color="auto"/>
        <w:right w:val="none" w:sz="0" w:space="0" w:color="auto"/>
      </w:divBdr>
      <w:divsChild>
        <w:div w:id="2099134775">
          <w:marLeft w:val="547"/>
          <w:marRight w:val="0"/>
          <w:marTop w:val="0"/>
          <w:marBottom w:val="0"/>
          <w:divBdr>
            <w:top w:val="none" w:sz="0" w:space="0" w:color="auto"/>
            <w:left w:val="none" w:sz="0" w:space="0" w:color="auto"/>
            <w:bottom w:val="none" w:sz="0" w:space="0" w:color="auto"/>
            <w:right w:val="none" w:sz="0" w:space="0" w:color="auto"/>
          </w:divBdr>
        </w:div>
      </w:divsChild>
    </w:div>
    <w:div w:id="77289878">
      <w:bodyDiv w:val="1"/>
      <w:marLeft w:val="0"/>
      <w:marRight w:val="0"/>
      <w:marTop w:val="0"/>
      <w:marBottom w:val="0"/>
      <w:divBdr>
        <w:top w:val="none" w:sz="0" w:space="0" w:color="auto"/>
        <w:left w:val="none" w:sz="0" w:space="0" w:color="auto"/>
        <w:bottom w:val="none" w:sz="0" w:space="0" w:color="auto"/>
        <w:right w:val="none" w:sz="0" w:space="0" w:color="auto"/>
      </w:divBdr>
    </w:div>
    <w:div w:id="197477306">
      <w:bodyDiv w:val="1"/>
      <w:marLeft w:val="0"/>
      <w:marRight w:val="0"/>
      <w:marTop w:val="0"/>
      <w:marBottom w:val="0"/>
      <w:divBdr>
        <w:top w:val="none" w:sz="0" w:space="0" w:color="auto"/>
        <w:left w:val="none" w:sz="0" w:space="0" w:color="auto"/>
        <w:bottom w:val="none" w:sz="0" w:space="0" w:color="auto"/>
        <w:right w:val="none" w:sz="0" w:space="0" w:color="auto"/>
      </w:divBdr>
    </w:div>
    <w:div w:id="201526837">
      <w:bodyDiv w:val="1"/>
      <w:marLeft w:val="0"/>
      <w:marRight w:val="0"/>
      <w:marTop w:val="0"/>
      <w:marBottom w:val="0"/>
      <w:divBdr>
        <w:top w:val="none" w:sz="0" w:space="0" w:color="auto"/>
        <w:left w:val="none" w:sz="0" w:space="0" w:color="auto"/>
        <w:bottom w:val="none" w:sz="0" w:space="0" w:color="auto"/>
        <w:right w:val="none" w:sz="0" w:space="0" w:color="auto"/>
      </w:divBdr>
      <w:divsChild>
        <w:div w:id="11496849">
          <w:marLeft w:val="547"/>
          <w:marRight w:val="0"/>
          <w:marTop w:val="0"/>
          <w:marBottom w:val="0"/>
          <w:divBdr>
            <w:top w:val="none" w:sz="0" w:space="0" w:color="auto"/>
            <w:left w:val="none" w:sz="0" w:space="0" w:color="auto"/>
            <w:bottom w:val="none" w:sz="0" w:space="0" w:color="auto"/>
            <w:right w:val="none" w:sz="0" w:space="0" w:color="auto"/>
          </w:divBdr>
        </w:div>
      </w:divsChild>
    </w:div>
    <w:div w:id="249823491">
      <w:bodyDiv w:val="1"/>
      <w:marLeft w:val="0"/>
      <w:marRight w:val="0"/>
      <w:marTop w:val="0"/>
      <w:marBottom w:val="0"/>
      <w:divBdr>
        <w:top w:val="none" w:sz="0" w:space="0" w:color="auto"/>
        <w:left w:val="none" w:sz="0" w:space="0" w:color="auto"/>
        <w:bottom w:val="none" w:sz="0" w:space="0" w:color="auto"/>
        <w:right w:val="none" w:sz="0" w:space="0" w:color="auto"/>
      </w:divBdr>
      <w:divsChild>
        <w:div w:id="307327014">
          <w:marLeft w:val="547"/>
          <w:marRight w:val="0"/>
          <w:marTop w:val="0"/>
          <w:marBottom w:val="0"/>
          <w:divBdr>
            <w:top w:val="none" w:sz="0" w:space="0" w:color="auto"/>
            <w:left w:val="none" w:sz="0" w:space="0" w:color="auto"/>
            <w:bottom w:val="none" w:sz="0" w:space="0" w:color="auto"/>
            <w:right w:val="none" w:sz="0" w:space="0" w:color="auto"/>
          </w:divBdr>
        </w:div>
      </w:divsChild>
    </w:div>
    <w:div w:id="254436129">
      <w:bodyDiv w:val="1"/>
      <w:marLeft w:val="0"/>
      <w:marRight w:val="0"/>
      <w:marTop w:val="0"/>
      <w:marBottom w:val="0"/>
      <w:divBdr>
        <w:top w:val="none" w:sz="0" w:space="0" w:color="auto"/>
        <w:left w:val="none" w:sz="0" w:space="0" w:color="auto"/>
        <w:bottom w:val="none" w:sz="0" w:space="0" w:color="auto"/>
        <w:right w:val="none" w:sz="0" w:space="0" w:color="auto"/>
      </w:divBdr>
      <w:divsChild>
        <w:div w:id="1100027730">
          <w:marLeft w:val="547"/>
          <w:marRight w:val="0"/>
          <w:marTop w:val="0"/>
          <w:marBottom w:val="0"/>
          <w:divBdr>
            <w:top w:val="none" w:sz="0" w:space="0" w:color="auto"/>
            <w:left w:val="none" w:sz="0" w:space="0" w:color="auto"/>
            <w:bottom w:val="none" w:sz="0" w:space="0" w:color="auto"/>
            <w:right w:val="none" w:sz="0" w:space="0" w:color="auto"/>
          </w:divBdr>
        </w:div>
        <w:div w:id="1747918765">
          <w:marLeft w:val="547"/>
          <w:marRight w:val="0"/>
          <w:marTop w:val="0"/>
          <w:marBottom w:val="0"/>
          <w:divBdr>
            <w:top w:val="none" w:sz="0" w:space="0" w:color="auto"/>
            <w:left w:val="none" w:sz="0" w:space="0" w:color="auto"/>
            <w:bottom w:val="none" w:sz="0" w:space="0" w:color="auto"/>
            <w:right w:val="none" w:sz="0" w:space="0" w:color="auto"/>
          </w:divBdr>
        </w:div>
        <w:div w:id="1191649859">
          <w:marLeft w:val="547"/>
          <w:marRight w:val="0"/>
          <w:marTop w:val="0"/>
          <w:marBottom w:val="0"/>
          <w:divBdr>
            <w:top w:val="none" w:sz="0" w:space="0" w:color="auto"/>
            <w:left w:val="none" w:sz="0" w:space="0" w:color="auto"/>
            <w:bottom w:val="none" w:sz="0" w:space="0" w:color="auto"/>
            <w:right w:val="none" w:sz="0" w:space="0" w:color="auto"/>
          </w:divBdr>
        </w:div>
        <w:div w:id="782696468">
          <w:marLeft w:val="547"/>
          <w:marRight w:val="0"/>
          <w:marTop w:val="0"/>
          <w:marBottom w:val="0"/>
          <w:divBdr>
            <w:top w:val="none" w:sz="0" w:space="0" w:color="auto"/>
            <w:left w:val="none" w:sz="0" w:space="0" w:color="auto"/>
            <w:bottom w:val="none" w:sz="0" w:space="0" w:color="auto"/>
            <w:right w:val="none" w:sz="0" w:space="0" w:color="auto"/>
          </w:divBdr>
        </w:div>
      </w:divsChild>
    </w:div>
    <w:div w:id="265962421">
      <w:bodyDiv w:val="1"/>
      <w:marLeft w:val="0"/>
      <w:marRight w:val="0"/>
      <w:marTop w:val="0"/>
      <w:marBottom w:val="0"/>
      <w:divBdr>
        <w:top w:val="none" w:sz="0" w:space="0" w:color="auto"/>
        <w:left w:val="none" w:sz="0" w:space="0" w:color="auto"/>
        <w:bottom w:val="none" w:sz="0" w:space="0" w:color="auto"/>
        <w:right w:val="none" w:sz="0" w:space="0" w:color="auto"/>
      </w:divBdr>
      <w:divsChild>
        <w:div w:id="169874256">
          <w:marLeft w:val="547"/>
          <w:marRight w:val="0"/>
          <w:marTop w:val="0"/>
          <w:marBottom w:val="0"/>
          <w:divBdr>
            <w:top w:val="none" w:sz="0" w:space="0" w:color="auto"/>
            <w:left w:val="none" w:sz="0" w:space="0" w:color="auto"/>
            <w:bottom w:val="none" w:sz="0" w:space="0" w:color="auto"/>
            <w:right w:val="none" w:sz="0" w:space="0" w:color="auto"/>
          </w:divBdr>
        </w:div>
        <w:div w:id="2080512370">
          <w:marLeft w:val="547"/>
          <w:marRight w:val="0"/>
          <w:marTop w:val="0"/>
          <w:marBottom w:val="0"/>
          <w:divBdr>
            <w:top w:val="none" w:sz="0" w:space="0" w:color="auto"/>
            <w:left w:val="none" w:sz="0" w:space="0" w:color="auto"/>
            <w:bottom w:val="none" w:sz="0" w:space="0" w:color="auto"/>
            <w:right w:val="none" w:sz="0" w:space="0" w:color="auto"/>
          </w:divBdr>
        </w:div>
        <w:div w:id="111244373">
          <w:marLeft w:val="547"/>
          <w:marRight w:val="0"/>
          <w:marTop w:val="0"/>
          <w:marBottom w:val="0"/>
          <w:divBdr>
            <w:top w:val="none" w:sz="0" w:space="0" w:color="auto"/>
            <w:left w:val="none" w:sz="0" w:space="0" w:color="auto"/>
            <w:bottom w:val="none" w:sz="0" w:space="0" w:color="auto"/>
            <w:right w:val="none" w:sz="0" w:space="0" w:color="auto"/>
          </w:divBdr>
        </w:div>
        <w:div w:id="264727775">
          <w:marLeft w:val="547"/>
          <w:marRight w:val="0"/>
          <w:marTop w:val="0"/>
          <w:marBottom w:val="0"/>
          <w:divBdr>
            <w:top w:val="none" w:sz="0" w:space="0" w:color="auto"/>
            <w:left w:val="none" w:sz="0" w:space="0" w:color="auto"/>
            <w:bottom w:val="none" w:sz="0" w:space="0" w:color="auto"/>
            <w:right w:val="none" w:sz="0" w:space="0" w:color="auto"/>
          </w:divBdr>
        </w:div>
        <w:div w:id="1055281342">
          <w:marLeft w:val="547"/>
          <w:marRight w:val="0"/>
          <w:marTop w:val="0"/>
          <w:marBottom w:val="0"/>
          <w:divBdr>
            <w:top w:val="none" w:sz="0" w:space="0" w:color="auto"/>
            <w:left w:val="none" w:sz="0" w:space="0" w:color="auto"/>
            <w:bottom w:val="none" w:sz="0" w:space="0" w:color="auto"/>
            <w:right w:val="none" w:sz="0" w:space="0" w:color="auto"/>
          </w:divBdr>
        </w:div>
        <w:div w:id="3166167">
          <w:marLeft w:val="547"/>
          <w:marRight w:val="0"/>
          <w:marTop w:val="0"/>
          <w:marBottom w:val="0"/>
          <w:divBdr>
            <w:top w:val="none" w:sz="0" w:space="0" w:color="auto"/>
            <w:left w:val="none" w:sz="0" w:space="0" w:color="auto"/>
            <w:bottom w:val="none" w:sz="0" w:space="0" w:color="auto"/>
            <w:right w:val="none" w:sz="0" w:space="0" w:color="auto"/>
          </w:divBdr>
        </w:div>
      </w:divsChild>
    </w:div>
    <w:div w:id="286009062">
      <w:bodyDiv w:val="1"/>
      <w:marLeft w:val="0"/>
      <w:marRight w:val="0"/>
      <w:marTop w:val="0"/>
      <w:marBottom w:val="0"/>
      <w:divBdr>
        <w:top w:val="none" w:sz="0" w:space="0" w:color="auto"/>
        <w:left w:val="none" w:sz="0" w:space="0" w:color="auto"/>
        <w:bottom w:val="none" w:sz="0" w:space="0" w:color="auto"/>
        <w:right w:val="none" w:sz="0" w:space="0" w:color="auto"/>
      </w:divBdr>
      <w:divsChild>
        <w:div w:id="1063256268">
          <w:marLeft w:val="547"/>
          <w:marRight w:val="0"/>
          <w:marTop w:val="0"/>
          <w:marBottom w:val="0"/>
          <w:divBdr>
            <w:top w:val="none" w:sz="0" w:space="0" w:color="auto"/>
            <w:left w:val="none" w:sz="0" w:space="0" w:color="auto"/>
            <w:bottom w:val="none" w:sz="0" w:space="0" w:color="auto"/>
            <w:right w:val="none" w:sz="0" w:space="0" w:color="auto"/>
          </w:divBdr>
        </w:div>
      </w:divsChild>
    </w:div>
    <w:div w:id="323823789">
      <w:bodyDiv w:val="1"/>
      <w:marLeft w:val="0"/>
      <w:marRight w:val="0"/>
      <w:marTop w:val="0"/>
      <w:marBottom w:val="0"/>
      <w:divBdr>
        <w:top w:val="none" w:sz="0" w:space="0" w:color="auto"/>
        <w:left w:val="none" w:sz="0" w:space="0" w:color="auto"/>
        <w:bottom w:val="none" w:sz="0" w:space="0" w:color="auto"/>
        <w:right w:val="none" w:sz="0" w:space="0" w:color="auto"/>
      </w:divBdr>
      <w:divsChild>
        <w:div w:id="183566917">
          <w:marLeft w:val="547"/>
          <w:marRight w:val="0"/>
          <w:marTop w:val="0"/>
          <w:marBottom w:val="0"/>
          <w:divBdr>
            <w:top w:val="none" w:sz="0" w:space="0" w:color="auto"/>
            <w:left w:val="none" w:sz="0" w:space="0" w:color="auto"/>
            <w:bottom w:val="none" w:sz="0" w:space="0" w:color="auto"/>
            <w:right w:val="none" w:sz="0" w:space="0" w:color="auto"/>
          </w:divBdr>
        </w:div>
      </w:divsChild>
    </w:div>
    <w:div w:id="408624899">
      <w:bodyDiv w:val="1"/>
      <w:marLeft w:val="0"/>
      <w:marRight w:val="0"/>
      <w:marTop w:val="0"/>
      <w:marBottom w:val="0"/>
      <w:divBdr>
        <w:top w:val="none" w:sz="0" w:space="0" w:color="auto"/>
        <w:left w:val="none" w:sz="0" w:space="0" w:color="auto"/>
        <w:bottom w:val="none" w:sz="0" w:space="0" w:color="auto"/>
        <w:right w:val="none" w:sz="0" w:space="0" w:color="auto"/>
      </w:divBdr>
      <w:divsChild>
        <w:div w:id="1175535434">
          <w:marLeft w:val="547"/>
          <w:marRight w:val="0"/>
          <w:marTop w:val="0"/>
          <w:marBottom w:val="0"/>
          <w:divBdr>
            <w:top w:val="none" w:sz="0" w:space="0" w:color="auto"/>
            <w:left w:val="none" w:sz="0" w:space="0" w:color="auto"/>
            <w:bottom w:val="none" w:sz="0" w:space="0" w:color="auto"/>
            <w:right w:val="none" w:sz="0" w:space="0" w:color="auto"/>
          </w:divBdr>
        </w:div>
      </w:divsChild>
    </w:div>
    <w:div w:id="469520785">
      <w:bodyDiv w:val="1"/>
      <w:marLeft w:val="0"/>
      <w:marRight w:val="0"/>
      <w:marTop w:val="0"/>
      <w:marBottom w:val="0"/>
      <w:divBdr>
        <w:top w:val="none" w:sz="0" w:space="0" w:color="auto"/>
        <w:left w:val="none" w:sz="0" w:space="0" w:color="auto"/>
        <w:bottom w:val="none" w:sz="0" w:space="0" w:color="auto"/>
        <w:right w:val="none" w:sz="0" w:space="0" w:color="auto"/>
      </w:divBdr>
    </w:div>
    <w:div w:id="503014956">
      <w:bodyDiv w:val="1"/>
      <w:marLeft w:val="0"/>
      <w:marRight w:val="0"/>
      <w:marTop w:val="0"/>
      <w:marBottom w:val="0"/>
      <w:divBdr>
        <w:top w:val="none" w:sz="0" w:space="0" w:color="auto"/>
        <w:left w:val="none" w:sz="0" w:space="0" w:color="auto"/>
        <w:bottom w:val="none" w:sz="0" w:space="0" w:color="auto"/>
        <w:right w:val="none" w:sz="0" w:space="0" w:color="auto"/>
      </w:divBdr>
      <w:divsChild>
        <w:div w:id="1772047008">
          <w:marLeft w:val="547"/>
          <w:marRight w:val="0"/>
          <w:marTop w:val="0"/>
          <w:marBottom w:val="0"/>
          <w:divBdr>
            <w:top w:val="none" w:sz="0" w:space="0" w:color="auto"/>
            <w:left w:val="none" w:sz="0" w:space="0" w:color="auto"/>
            <w:bottom w:val="none" w:sz="0" w:space="0" w:color="auto"/>
            <w:right w:val="none" w:sz="0" w:space="0" w:color="auto"/>
          </w:divBdr>
        </w:div>
        <w:div w:id="1905022538">
          <w:marLeft w:val="547"/>
          <w:marRight w:val="0"/>
          <w:marTop w:val="0"/>
          <w:marBottom w:val="0"/>
          <w:divBdr>
            <w:top w:val="none" w:sz="0" w:space="0" w:color="auto"/>
            <w:left w:val="none" w:sz="0" w:space="0" w:color="auto"/>
            <w:bottom w:val="none" w:sz="0" w:space="0" w:color="auto"/>
            <w:right w:val="none" w:sz="0" w:space="0" w:color="auto"/>
          </w:divBdr>
        </w:div>
        <w:div w:id="1252548406">
          <w:marLeft w:val="547"/>
          <w:marRight w:val="0"/>
          <w:marTop w:val="0"/>
          <w:marBottom w:val="0"/>
          <w:divBdr>
            <w:top w:val="none" w:sz="0" w:space="0" w:color="auto"/>
            <w:left w:val="none" w:sz="0" w:space="0" w:color="auto"/>
            <w:bottom w:val="none" w:sz="0" w:space="0" w:color="auto"/>
            <w:right w:val="none" w:sz="0" w:space="0" w:color="auto"/>
          </w:divBdr>
        </w:div>
        <w:div w:id="1146050527">
          <w:marLeft w:val="547"/>
          <w:marRight w:val="0"/>
          <w:marTop w:val="0"/>
          <w:marBottom w:val="0"/>
          <w:divBdr>
            <w:top w:val="none" w:sz="0" w:space="0" w:color="auto"/>
            <w:left w:val="none" w:sz="0" w:space="0" w:color="auto"/>
            <w:bottom w:val="none" w:sz="0" w:space="0" w:color="auto"/>
            <w:right w:val="none" w:sz="0" w:space="0" w:color="auto"/>
          </w:divBdr>
        </w:div>
        <w:div w:id="949049367">
          <w:marLeft w:val="547"/>
          <w:marRight w:val="0"/>
          <w:marTop w:val="0"/>
          <w:marBottom w:val="0"/>
          <w:divBdr>
            <w:top w:val="none" w:sz="0" w:space="0" w:color="auto"/>
            <w:left w:val="none" w:sz="0" w:space="0" w:color="auto"/>
            <w:bottom w:val="none" w:sz="0" w:space="0" w:color="auto"/>
            <w:right w:val="none" w:sz="0" w:space="0" w:color="auto"/>
          </w:divBdr>
        </w:div>
      </w:divsChild>
    </w:div>
    <w:div w:id="518743079">
      <w:bodyDiv w:val="1"/>
      <w:marLeft w:val="0"/>
      <w:marRight w:val="0"/>
      <w:marTop w:val="0"/>
      <w:marBottom w:val="0"/>
      <w:divBdr>
        <w:top w:val="none" w:sz="0" w:space="0" w:color="auto"/>
        <w:left w:val="none" w:sz="0" w:space="0" w:color="auto"/>
        <w:bottom w:val="none" w:sz="0" w:space="0" w:color="auto"/>
        <w:right w:val="none" w:sz="0" w:space="0" w:color="auto"/>
      </w:divBdr>
      <w:divsChild>
        <w:div w:id="410079304">
          <w:marLeft w:val="144"/>
          <w:marRight w:val="0"/>
          <w:marTop w:val="240"/>
          <w:marBottom w:val="40"/>
          <w:divBdr>
            <w:top w:val="none" w:sz="0" w:space="0" w:color="auto"/>
            <w:left w:val="none" w:sz="0" w:space="0" w:color="auto"/>
            <w:bottom w:val="none" w:sz="0" w:space="0" w:color="auto"/>
            <w:right w:val="none" w:sz="0" w:space="0" w:color="auto"/>
          </w:divBdr>
        </w:div>
        <w:div w:id="817263924">
          <w:marLeft w:val="144"/>
          <w:marRight w:val="0"/>
          <w:marTop w:val="240"/>
          <w:marBottom w:val="40"/>
          <w:divBdr>
            <w:top w:val="none" w:sz="0" w:space="0" w:color="auto"/>
            <w:left w:val="none" w:sz="0" w:space="0" w:color="auto"/>
            <w:bottom w:val="none" w:sz="0" w:space="0" w:color="auto"/>
            <w:right w:val="none" w:sz="0" w:space="0" w:color="auto"/>
          </w:divBdr>
        </w:div>
        <w:div w:id="505751271">
          <w:marLeft w:val="144"/>
          <w:marRight w:val="0"/>
          <w:marTop w:val="240"/>
          <w:marBottom w:val="40"/>
          <w:divBdr>
            <w:top w:val="none" w:sz="0" w:space="0" w:color="auto"/>
            <w:left w:val="none" w:sz="0" w:space="0" w:color="auto"/>
            <w:bottom w:val="none" w:sz="0" w:space="0" w:color="auto"/>
            <w:right w:val="none" w:sz="0" w:space="0" w:color="auto"/>
          </w:divBdr>
        </w:div>
        <w:div w:id="434791977">
          <w:marLeft w:val="144"/>
          <w:marRight w:val="0"/>
          <w:marTop w:val="240"/>
          <w:marBottom w:val="40"/>
          <w:divBdr>
            <w:top w:val="none" w:sz="0" w:space="0" w:color="auto"/>
            <w:left w:val="none" w:sz="0" w:space="0" w:color="auto"/>
            <w:bottom w:val="none" w:sz="0" w:space="0" w:color="auto"/>
            <w:right w:val="none" w:sz="0" w:space="0" w:color="auto"/>
          </w:divBdr>
        </w:div>
        <w:div w:id="1119837866">
          <w:marLeft w:val="144"/>
          <w:marRight w:val="0"/>
          <w:marTop w:val="240"/>
          <w:marBottom w:val="40"/>
          <w:divBdr>
            <w:top w:val="none" w:sz="0" w:space="0" w:color="auto"/>
            <w:left w:val="none" w:sz="0" w:space="0" w:color="auto"/>
            <w:bottom w:val="none" w:sz="0" w:space="0" w:color="auto"/>
            <w:right w:val="none" w:sz="0" w:space="0" w:color="auto"/>
          </w:divBdr>
        </w:div>
        <w:div w:id="2128615949">
          <w:marLeft w:val="144"/>
          <w:marRight w:val="0"/>
          <w:marTop w:val="240"/>
          <w:marBottom w:val="40"/>
          <w:divBdr>
            <w:top w:val="none" w:sz="0" w:space="0" w:color="auto"/>
            <w:left w:val="none" w:sz="0" w:space="0" w:color="auto"/>
            <w:bottom w:val="none" w:sz="0" w:space="0" w:color="auto"/>
            <w:right w:val="none" w:sz="0" w:space="0" w:color="auto"/>
          </w:divBdr>
        </w:div>
        <w:div w:id="1736853543">
          <w:marLeft w:val="144"/>
          <w:marRight w:val="0"/>
          <w:marTop w:val="240"/>
          <w:marBottom w:val="40"/>
          <w:divBdr>
            <w:top w:val="none" w:sz="0" w:space="0" w:color="auto"/>
            <w:left w:val="none" w:sz="0" w:space="0" w:color="auto"/>
            <w:bottom w:val="none" w:sz="0" w:space="0" w:color="auto"/>
            <w:right w:val="none" w:sz="0" w:space="0" w:color="auto"/>
          </w:divBdr>
        </w:div>
        <w:div w:id="775370172">
          <w:marLeft w:val="144"/>
          <w:marRight w:val="0"/>
          <w:marTop w:val="240"/>
          <w:marBottom w:val="40"/>
          <w:divBdr>
            <w:top w:val="none" w:sz="0" w:space="0" w:color="auto"/>
            <w:left w:val="none" w:sz="0" w:space="0" w:color="auto"/>
            <w:bottom w:val="none" w:sz="0" w:space="0" w:color="auto"/>
            <w:right w:val="none" w:sz="0" w:space="0" w:color="auto"/>
          </w:divBdr>
        </w:div>
        <w:div w:id="1057701303">
          <w:marLeft w:val="144"/>
          <w:marRight w:val="0"/>
          <w:marTop w:val="240"/>
          <w:marBottom w:val="40"/>
          <w:divBdr>
            <w:top w:val="none" w:sz="0" w:space="0" w:color="auto"/>
            <w:left w:val="none" w:sz="0" w:space="0" w:color="auto"/>
            <w:bottom w:val="none" w:sz="0" w:space="0" w:color="auto"/>
            <w:right w:val="none" w:sz="0" w:space="0" w:color="auto"/>
          </w:divBdr>
        </w:div>
      </w:divsChild>
    </w:div>
    <w:div w:id="573322154">
      <w:bodyDiv w:val="1"/>
      <w:marLeft w:val="0"/>
      <w:marRight w:val="0"/>
      <w:marTop w:val="0"/>
      <w:marBottom w:val="0"/>
      <w:divBdr>
        <w:top w:val="none" w:sz="0" w:space="0" w:color="auto"/>
        <w:left w:val="none" w:sz="0" w:space="0" w:color="auto"/>
        <w:bottom w:val="none" w:sz="0" w:space="0" w:color="auto"/>
        <w:right w:val="none" w:sz="0" w:space="0" w:color="auto"/>
      </w:divBdr>
      <w:divsChild>
        <w:div w:id="1398866802">
          <w:marLeft w:val="547"/>
          <w:marRight w:val="0"/>
          <w:marTop w:val="0"/>
          <w:marBottom w:val="0"/>
          <w:divBdr>
            <w:top w:val="none" w:sz="0" w:space="0" w:color="auto"/>
            <w:left w:val="none" w:sz="0" w:space="0" w:color="auto"/>
            <w:bottom w:val="none" w:sz="0" w:space="0" w:color="auto"/>
            <w:right w:val="none" w:sz="0" w:space="0" w:color="auto"/>
          </w:divBdr>
        </w:div>
      </w:divsChild>
    </w:div>
    <w:div w:id="584220115">
      <w:bodyDiv w:val="1"/>
      <w:marLeft w:val="0"/>
      <w:marRight w:val="0"/>
      <w:marTop w:val="0"/>
      <w:marBottom w:val="0"/>
      <w:divBdr>
        <w:top w:val="none" w:sz="0" w:space="0" w:color="auto"/>
        <w:left w:val="none" w:sz="0" w:space="0" w:color="auto"/>
        <w:bottom w:val="none" w:sz="0" w:space="0" w:color="auto"/>
        <w:right w:val="none" w:sz="0" w:space="0" w:color="auto"/>
      </w:divBdr>
      <w:divsChild>
        <w:div w:id="446120914">
          <w:marLeft w:val="547"/>
          <w:marRight w:val="0"/>
          <w:marTop w:val="0"/>
          <w:marBottom w:val="0"/>
          <w:divBdr>
            <w:top w:val="none" w:sz="0" w:space="0" w:color="auto"/>
            <w:left w:val="none" w:sz="0" w:space="0" w:color="auto"/>
            <w:bottom w:val="none" w:sz="0" w:space="0" w:color="auto"/>
            <w:right w:val="none" w:sz="0" w:space="0" w:color="auto"/>
          </w:divBdr>
        </w:div>
        <w:div w:id="1665888098">
          <w:marLeft w:val="547"/>
          <w:marRight w:val="0"/>
          <w:marTop w:val="0"/>
          <w:marBottom w:val="0"/>
          <w:divBdr>
            <w:top w:val="none" w:sz="0" w:space="0" w:color="auto"/>
            <w:left w:val="none" w:sz="0" w:space="0" w:color="auto"/>
            <w:bottom w:val="none" w:sz="0" w:space="0" w:color="auto"/>
            <w:right w:val="none" w:sz="0" w:space="0" w:color="auto"/>
          </w:divBdr>
        </w:div>
      </w:divsChild>
    </w:div>
    <w:div w:id="586114369">
      <w:bodyDiv w:val="1"/>
      <w:marLeft w:val="0"/>
      <w:marRight w:val="0"/>
      <w:marTop w:val="0"/>
      <w:marBottom w:val="0"/>
      <w:divBdr>
        <w:top w:val="none" w:sz="0" w:space="0" w:color="auto"/>
        <w:left w:val="none" w:sz="0" w:space="0" w:color="auto"/>
        <w:bottom w:val="none" w:sz="0" w:space="0" w:color="auto"/>
        <w:right w:val="none" w:sz="0" w:space="0" w:color="auto"/>
      </w:divBdr>
      <w:divsChild>
        <w:div w:id="91440137">
          <w:marLeft w:val="547"/>
          <w:marRight w:val="0"/>
          <w:marTop w:val="0"/>
          <w:marBottom w:val="0"/>
          <w:divBdr>
            <w:top w:val="none" w:sz="0" w:space="0" w:color="auto"/>
            <w:left w:val="none" w:sz="0" w:space="0" w:color="auto"/>
            <w:bottom w:val="none" w:sz="0" w:space="0" w:color="auto"/>
            <w:right w:val="none" w:sz="0" w:space="0" w:color="auto"/>
          </w:divBdr>
        </w:div>
      </w:divsChild>
    </w:div>
    <w:div w:id="623734137">
      <w:bodyDiv w:val="1"/>
      <w:marLeft w:val="0"/>
      <w:marRight w:val="0"/>
      <w:marTop w:val="0"/>
      <w:marBottom w:val="0"/>
      <w:divBdr>
        <w:top w:val="none" w:sz="0" w:space="0" w:color="auto"/>
        <w:left w:val="none" w:sz="0" w:space="0" w:color="auto"/>
        <w:bottom w:val="none" w:sz="0" w:space="0" w:color="auto"/>
        <w:right w:val="none" w:sz="0" w:space="0" w:color="auto"/>
      </w:divBdr>
      <w:divsChild>
        <w:div w:id="2128623630">
          <w:marLeft w:val="547"/>
          <w:marRight w:val="0"/>
          <w:marTop w:val="0"/>
          <w:marBottom w:val="0"/>
          <w:divBdr>
            <w:top w:val="none" w:sz="0" w:space="0" w:color="auto"/>
            <w:left w:val="none" w:sz="0" w:space="0" w:color="auto"/>
            <w:bottom w:val="none" w:sz="0" w:space="0" w:color="auto"/>
            <w:right w:val="none" w:sz="0" w:space="0" w:color="auto"/>
          </w:divBdr>
        </w:div>
        <w:div w:id="1677805168">
          <w:marLeft w:val="547"/>
          <w:marRight w:val="0"/>
          <w:marTop w:val="0"/>
          <w:marBottom w:val="0"/>
          <w:divBdr>
            <w:top w:val="none" w:sz="0" w:space="0" w:color="auto"/>
            <w:left w:val="none" w:sz="0" w:space="0" w:color="auto"/>
            <w:bottom w:val="none" w:sz="0" w:space="0" w:color="auto"/>
            <w:right w:val="none" w:sz="0" w:space="0" w:color="auto"/>
          </w:divBdr>
        </w:div>
        <w:div w:id="105470096">
          <w:marLeft w:val="547"/>
          <w:marRight w:val="0"/>
          <w:marTop w:val="0"/>
          <w:marBottom w:val="0"/>
          <w:divBdr>
            <w:top w:val="none" w:sz="0" w:space="0" w:color="auto"/>
            <w:left w:val="none" w:sz="0" w:space="0" w:color="auto"/>
            <w:bottom w:val="none" w:sz="0" w:space="0" w:color="auto"/>
            <w:right w:val="none" w:sz="0" w:space="0" w:color="auto"/>
          </w:divBdr>
        </w:div>
      </w:divsChild>
    </w:div>
    <w:div w:id="695888428">
      <w:bodyDiv w:val="1"/>
      <w:marLeft w:val="0"/>
      <w:marRight w:val="0"/>
      <w:marTop w:val="0"/>
      <w:marBottom w:val="0"/>
      <w:divBdr>
        <w:top w:val="none" w:sz="0" w:space="0" w:color="auto"/>
        <w:left w:val="none" w:sz="0" w:space="0" w:color="auto"/>
        <w:bottom w:val="none" w:sz="0" w:space="0" w:color="auto"/>
        <w:right w:val="none" w:sz="0" w:space="0" w:color="auto"/>
      </w:divBdr>
      <w:divsChild>
        <w:div w:id="1992638356">
          <w:marLeft w:val="547"/>
          <w:marRight w:val="0"/>
          <w:marTop w:val="0"/>
          <w:marBottom w:val="0"/>
          <w:divBdr>
            <w:top w:val="none" w:sz="0" w:space="0" w:color="auto"/>
            <w:left w:val="none" w:sz="0" w:space="0" w:color="auto"/>
            <w:bottom w:val="none" w:sz="0" w:space="0" w:color="auto"/>
            <w:right w:val="none" w:sz="0" w:space="0" w:color="auto"/>
          </w:divBdr>
        </w:div>
      </w:divsChild>
    </w:div>
    <w:div w:id="744301146">
      <w:bodyDiv w:val="1"/>
      <w:marLeft w:val="0"/>
      <w:marRight w:val="0"/>
      <w:marTop w:val="0"/>
      <w:marBottom w:val="0"/>
      <w:divBdr>
        <w:top w:val="none" w:sz="0" w:space="0" w:color="auto"/>
        <w:left w:val="none" w:sz="0" w:space="0" w:color="auto"/>
        <w:bottom w:val="none" w:sz="0" w:space="0" w:color="auto"/>
        <w:right w:val="none" w:sz="0" w:space="0" w:color="auto"/>
      </w:divBdr>
      <w:divsChild>
        <w:div w:id="1860191333">
          <w:marLeft w:val="547"/>
          <w:marRight w:val="0"/>
          <w:marTop w:val="0"/>
          <w:marBottom w:val="0"/>
          <w:divBdr>
            <w:top w:val="none" w:sz="0" w:space="0" w:color="auto"/>
            <w:left w:val="none" w:sz="0" w:space="0" w:color="auto"/>
            <w:bottom w:val="none" w:sz="0" w:space="0" w:color="auto"/>
            <w:right w:val="none" w:sz="0" w:space="0" w:color="auto"/>
          </w:divBdr>
        </w:div>
        <w:div w:id="795492516">
          <w:marLeft w:val="547"/>
          <w:marRight w:val="0"/>
          <w:marTop w:val="0"/>
          <w:marBottom w:val="0"/>
          <w:divBdr>
            <w:top w:val="none" w:sz="0" w:space="0" w:color="auto"/>
            <w:left w:val="none" w:sz="0" w:space="0" w:color="auto"/>
            <w:bottom w:val="none" w:sz="0" w:space="0" w:color="auto"/>
            <w:right w:val="none" w:sz="0" w:space="0" w:color="auto"/>
          </w:divBdr>
        </w:div>
        <w:div w:id="1644042613">
          <w:marLeft w:val="547"/>
          <w:marRight w:val="0"/>
          <w:marTop w:val="0"/>
          <w:marBottom w:val="0"/>
          <w:divBdr>
            <w:top w:val="none" w:sz="0" w:space="0" w:color="auto"/>
            <w:left w:val="none" w:sz="0" w:space="0" w:color="auto"/>
            <w:bottom w:val="none" w:sz="0" w:space="0" w:color="auto"/>
            <w:right w:val="none" w:sz="0" w:space="0" w:color="auto"/>
          </w:divBdr>
        </w:div>
      </w:divsChild>
    </w:div>
    <w:div w:id="835145660">
      <w:bodyDiv w:val="1"/>
      <w:marLeft w:val="0"/>
      <w:marRight w:val="0"/>
      <w:marTop w:val="0"/>
      <w:marBottom w:val="0"/>
      <w:divBdr>
        <w:top w:val="none" w:sz="0" w:space="0" w:color="auto"/>
        <w:left w:val="none" w:sz="0" w:space="0" w:color="auto"/>
        <w:bottom w:val="none" w:sz="0" w:space="0" w:color="auto"/>
        <w:right w:val="none" w:sz="0" w:space="0" w:color="auto"/>
      </w:divBdr>
      <w:divsChild>
        <w:div w:id="1591041672">
          <w:marLeft w:val="547"/>
          <w:marRight w:val="0"/>
          <w:marTop w:val="0"/>
          <w:marBottom w:val="0"/>
          <w:divBdr>
            <w:top w:val="none" w:sz="0" w:space="0" w:color="auto"/>
            <w:left w:val="none" w:sz="0" w:space="0" w:color="auto"/>
            <w:bottom w:val="none" w:sz="0" w:space="0" w:color="auto"/>
            <w:right w:val="none" w:sz="0" w:space="0" w:color="auto"/>
          </w:divBdr>
        </w:div>
      </w:divsChild>
    </w:div>
    <w:div w:id="846797854">
      <w:bodyDiv w:val="1"/>
      <w:marLeft w:val="0"/>
      <w:marRight w:val="0"/>
      <w:marTop w:val="0"/>
      <w:marBottom w:val="0"/>
      <w:divBdr>
        <w:top w:val="none" w:sz="0" w:space="0" w:color="auto"/>
        <w:left w:val="none" w:sz="0" w:space="0" w:color="auto"/>
        <w:bottom w:val="none" w:sz="0" w:space="0" w:color="auto"/>
        <w:right w:val="none" w:sz="0" w:space="0" w:color="auto"/>
      </w:divBdr>
      <w:divsChild>
        <w:div w:id="89469743">
          <w:marLeft w:val="547"/>
          <w:marRight w:val="0"/>
          <w:marTop w:val="0"/>
          <w:marBottom w:val="0"/>
          <w:divBdr>
            <w:top w:val="none" w:sz="0" w:space="0" w:color="auto"/>
            <w:left w:val="none" w:sz="0" w:space="0" w:color="auto"/>
            <w:bottom w:val="none" w:sz="0" w:space="0" w:color="auto"/>
            <w:right w:val="none" w:sz="0" w:space="0" w:color="auto"/>
          </w:divBdr>
        </w:div>
      </w:divsChild>
    </w:div>
    <w:div w:id="918565512">
      <w:bodyDiv w:val="1"/>
      <w:marLeft w:val="0"/>
      <w:marRight w:val="0"/>
      <w:marTop w:val="0"/>
      <w:marBottom w:val="0"/>
      <w:divBdr>
        <w:top w:val="none" w:sz="0" w:space="0" w:color="auto"/>
        <w:left w:val="none" w:sz="0" w:space="0" w:color="auto"/>
        <w:bottom w:val="none" w:sz="0" w:space="0" w:color="auto"/>
        <w:right w:val="none" w:sz="0" w:space="0" w:color="auto"/>
      </w:divBdr>
      <w:divsChild>
        <w:div w:id="1442340435">
          <w:marLeft w:val="547"/>
          <w:marRight w:val="0"/>
          <w:marTop w:val="0"/>
          <w:marBottom w:val="0"/>
          <w:divBdr>
            <w:top w:val="none" w:sz="0" w:space="0" w:color="auto"/>
            <w:left w:val="none" w:sz="0" w:space="0" w:color="auto"/>
            <w:bottom w:val="none" w:sz="0" w:space="0" w:color="auto"/>
            <w:right w:val="none" w:sz="0" w:space="0" w:color="auto"/>
          </w:divBdr>
        </w:div>
      </w:divsChild>
    </w:div>
    <w:div w:id="918715110">
      <w:bodyDiv w:val="1"/>
      <w:marLeft w:val="0"/>
      <w:marRight w:val="0"/>
      <w:marTop w:val="0"/>
      <w:marBottom w:val="0"/>
      <w:divBdr>
        <w:top w:val="none" w:sz="0" w:space="0" w:color="auto"/>
        <w:left w:val="none" w:sz="0" w:space="0" w:color="auto"/>
        <w:bottom w:val="none" w:sz="0" w:space="0" w:color="auto"/>
        <w:right w:val="none" w:sz="0" w:space="0" w:color="auto"/>
      </w:divBdr>
      <w:divsChild>
        <w:div w:id="1327053792">
          <w:marLeft w:val="547"/>
          <w:marRight w:val="0"/>
          <w:marTop w:val="0"/>
          <w:marBottom w:val="0"/>
          <w:divBdr>
            <w:top w:val="none" w:sz="0" w:space="0" w:color="auto"/>
            <w:left w:val="none" w:sz="0" w:space="0" w:color="auto"/>
            <w:bottom w:val="none" w:sz="0" w:space="0" w:color="auto"/>
            <w:right w:val="none" w:sz="0" w:space="0" w:color="auto"/>
          </w:divBdr>
        </w:div>
        <w:div w:id="2121610020">
          <w:marLeft w:val="547"/>
          <w:marRight w:val="0"/>
          <w:marTop w:val="0"/>
          <w:marBottom w:val="0"/>
          <w:divBdr>
            <w:top w:val="none" w:sz="0" w:space="0" w:color="auto"/>
            <w:left w:val="none" w:sz="0" w:space="0" w:color="auto"/>
            <w:bottom w:val="none" w:sz="0" w:space="0" w:color="auto"/>
            <w:right w:val="none" w:sz="0" w:space="0" w:color="auto"/>
          </w:divBdr>
        </w:div>
        <w:div w:id="845942690">
          <w:marLeft w:val="547"/>
          <w:marRight w:val="0"/>
          <w:marTop w:val="0"/>
          <w:marBottom w:val="0"/>
          <w:divBdr>
            <w:top w:val="none" w:sz="0" w:space="0" w:color="auto"/>
            <w:left w:val="none" w:sz="0" w:space="0" w:color="auto"/>
            <w:bottom w:val="none" w:sz="0" w:space="0" w:color="auto"/>
            <w:right w:val="none" w:sz="0" w:space="0" w:color="auto"/>
          </w:divBdr>
        </w:div>
        <w:div w:id="1899434460">
          <w:marLeft w:val="547"/>
          <w:marRight w:val="0"/>
          <w:marTop w:val="0"/>
          <w:marBottom w:val="0"/>
          <w:divBdr>
            <w:top w:val="none" w:sz="0" w:space="0" w:color="auto"/>
            <w:left w:val="none" w:sz="0" w:space="0" w:color="auto"/>
            <w:bottom w:val="none" w:sz="0" w:space="0" w:color="auto"/>
            <w:right w:val="none" w:sz="0" w:space="0" w:color="auto"/>
          </w:divBdr>
        </w:div>
      </w:divsChild>
    </w:div>
    <w:div w:id="922951939">
      <w:bodyDiv w:val="1"/>
      <w:marLeft w:val="0"/>
      <w:marRight w:val="0"/>
      <w:marTop w:val="0"/>
      <w:marBottom w:val="0"/>
      <w:divBdr>
        <w:top w:val="none" w:sz="0" w:space="0" w:color="auto"/>
        <w:left w:val="none" w:sz="0" w:space="0" w:color="auto"/>
        <w:bottom w:val="none" w:sz="0" w:space="0" w:color="auto"/>
        <w:right w:val="none" w:sz="0" w:space="0" w:color="auto"/>
      </w:divBdr>
      <w:divsChild>
        <w:div w:id="86971303">
          <w:marLeft w:val="547"/>
          <w:marRight w:val="0"/>
          <w:marTop w:val="0"/>
          <w:marBottom w:val="0"/>
          <w:divBdr>
            <w:top w:val="none" w:sz="0" w:space="0" w:color="auto"/>
            <w:left w:val="none" w:sz="0" w:space="0" w:color="auto"/>
            <w:bottom w:val="none" w:sz="0" w:space="0" w:color="auto"/>
            <w:right w:val="none" w:sz="0" w:space="0" w:color="auto"/>
          </w:divBdr>
        </w:div>
        <w:div w:id="862747813">
          <w:marLeft w:val="547"/>
          <w:marRight w:val="0"/>
          <w:marTop w:val="0"/>
          <w:marBottom w:val="0"/>
          <w:divBdr>
            <w:top w:val="none" w:sz="0" w:space="0" w:color="auto"/>
            <w:left w:val="none" w:sz="0" w:space="0" w:color="auto"/>
            <w:bottom w:val="none" w:sz="0" w:space="0" w:color="auto"/>
            <w:right w:val="none" w:sz="0" w:space="0" w:color="auto"/>
          </w:divBdr>
        </w:div>
        <w:div w:id="1447505361">
          <w:marLeft w:val="547"/>
          <w:marRight w:val="0"/>
          <w:marTop w:val="0"/>
          <w:marBottom w:val="0"/>
          <w:divBdr>
            <w:top w:val="none" w:sz="0" w:space="0" w:color="auto"/>
            <w:left w:val="none" w:sz="0" w:space="0" w:color="auto"/>
            <w:bottom w:val="none" w:sz="0" w:space="0" w:color="auto"/>
            <w:right w:val="none" w:sz="0" w:space="0" w:color="auto"/>
          </w:divBdr>
        </w:div>
        <w:div w:id="453253041">
          <w:marLeft w:val="547"/>
          <w:marRight w:val="0"/>
          <w:marTop w:val="0"/>
          <w:marBottom w:val="0"/>
          <w:divBdr>
            <w:top w:val="none" w:sz="0" w:space="0" w:color="auto"/>
            <w:left w:val="none" w:sz="0" w:space="0" w:color="auto"/>
            <w:bottom w:val="none" w:sz="0" w:space="0" w:color="auto"/>
            <w:right w:val="none" w:sz="0" w:space="0" w:color="auto"/>
          </w:divBdr>
        </w:div>
        <w:div w:id="400297439">
          <w:marLeft w:val="547"/>
          <w:marRight w:val="0"/>
          <w:marTop w:val="0"/>
          <w:marBottom w:val="0"/>
          <w:divBdr>
            <w:top w:val="none" w:sz="0" w:space="0" w:color="auto"/>
            <w:left w:val="none" w:sz="0" w:space="0" w:color="auto"/>
            <w:bottom w:val="none" w:sz="0" w:space="0" w:color="auto"/>
            <w:right w:val="none" w:sz="0" w:space="0" w:color="auto"/>
          </w:divBdr>
        </w:div>
      </w:divsChild>
    </w:div>
    <w:div w:id="925262241">
      <w:bodyDiv w:val="1"/>
      <w:marLeft w:val="0"/>
      <w:marRight w:val="0"/>
      <w:marTop w:val="0"/>
      <w:marBottom w:val="0"/>
      <w:divBdr>
        <w:top w:val="none" w:sz="0" w:space="0" w:color="auto"/>
        <w:left w:val="none" w:sz="0" w:space="0" w:color="auto"/>
        <w:bottom w:val="none" w:sz="0" w:space="0" w:color="auto"/>
        <w:right w:val="none" w:sz="0" w:space="0" w:color="auto"/>
      </w:divBdr>
    </w:div>
    <w:div w:id="985549126">
      <w:bodyDiv w:val="1"/>
      <w:marLeft w:val="0"/>
      <w:marRight w:val="0"/>
      <w:marTop w:val="0"/>
      <w:marBottom w:val="0"/>
      <w:divBdr>
        <w:top w:val="none" w:sz="0" w:space="0" w:color="auto"/>
        <w:left w:val="none" w:sz="0" w:space="0" w:color="auto"/>
        <w:bottom w:val="none" w:sz="0" w:space="0" w:color="auto"/>
        <w:right w:val="none" w:sz="0" w:space="0" w:color="auto"/>
      </w:divBdr>
      <w:divsChild>
        <w:div w:id="1842968004">
          <w:marLeft w:val="547"/>
          <w:marRight w:val="0"/>
          <w:marTop w:val="0"/>
          <w:marBottom w:val="0"/>
          <w:divBdr>
            <w:top w:val="none" w:sz="0" w:space="0" w:color="auto"/>
            <w:left w:val="none" w:sz="0" w:space="0" w:color="auto"/>
            <w:bottom w:val="none" w:sz="0" w:space="0" w:color="auto"/>
            <w:right w:val="none" w:sz="0" w:space="0" w:color="auto"/>
          </w:divBdr>
        </w:div>
        <w:div w:id="1435979073">
          <w:marLeft w:val="547"/>
          <w:marRight w:val="0"/>
          <w:marTop w:val="0"/>
          <w:marBottom w:val="0"/>
          <w:divBdr>
            <w:top w:val="none" w:sz="0" w:space="0" w:color="auto"/>
            <w:left w:val="none" w:sz="0" w:space="0" w:color="auto"/>
            <w:bottom w:val="none" w:sz="0" w:space="0" w:color="auto"/>
            <w:right w:val="none" w:sz="0" w:space="0" w:color="auto"/>
          </w:divBdr>
        </w:div>
        <w:div w:id="890112815">
          <w:marLeft w:val="547"/>
          <w:marRight w:val="0"/>
          <w:marTop w:val="0"/>
          <w:marBottom w:val="0"/>
          <w:divBdr>
            <w:top w:val="none" w:sz="0" w:space="0" w:color="auto"/>
            <w:left w:val="none" w:sz="0" w:space="0" w:color="auto"/>
            <w:bottom w:val="none" w:sz="0" w:space="0" w:color="auto"/>
            <w:right w:val="none" w:sz="0" w:space="0" w:color="auto"/>
          </w:divBdr>
        </w:div>
        <w:div w:id="1155757816">
          <w:marLeft w:val="547"/>
          <w:marRight w:val="0"/>
          <w:marTop w:val="0"/>
          <w:marBottom w:val="0"/>
          <w:divBdr>
            <w:top w:val="none" w:sz="0" w:space="0" w:color="auto"/>
            <w:left w:val="none" w:sz="0" w:space="0" w:color="auto"/>
            <w:bottom w:val="none" w:sz="0" w:space="0" w:color="auto"/>
            <w:right w:val="none" w:sz="0" w:space="0" w:color="auto"/>
          </w:divBdr>
        </w:div>
      </w:divsChild>
    </w:div>
    <w:div w:id="1007168929">
      <w:bodyDiv w:val="1"/>
      <w:marLeft w:val="0"/>
      <w:marRight w:val="0"/>
      <w:marTop w:val="0"/>
      <w:marBottom w:val="0"/>
      <w:divBdr>
        <w:top w:val="none" w:sz="0" w:space="0" w:color="auto"/>
        <w:left w:val="none" w:sz="0" w:space="0" w:color="auto"/>
        <w:bottom w:val="none" w:sz="0" w:space="0" w:color="auto"/>
        <w:right w:val="none" w:sz="0" w:space="0" w:color="auto"/>
      </w:divBdr>
      <w:divsChild>
        <w:div w:id="546114185">
          <w:marLeft w:val="547"/>
          <w:marRight w:val="0"/>
          <w:marTop w:val="0"/>
          <w:marBottom w:val="0"/>
          <w:divBdr>
            <w:top w:val="none" w:sz="0" w:space="0" w:color="auto"/>
            <w:left w:val="none" w:sz="0" w:space="0" w:color="auto"/>
            <w:bottom w:val="none" w:sz="0" w:space="0" w:color="auto"/>
            <w:right w:val="none" w:sz="0" w:space="0" w:color="auto"/>
          </w:divBdr>
        </w:div>
        <w:div w:id="1808428862">
          <w:marLeft w:val="547"/>
          <w:marRight w:val="0"/>
          <w:marTop w:val="0"/>
          <w:marBottom w:val="0"/>
          <w:divBdr>
            <w:top w:val="none" w:sz="0" w:space="0" w:color="auto"/>
            <w:left w:val="none" w:sz="0" w:space="0" w:color="auto"/>
            <w:bottom w:val="none" w:sz="0" w:space="0" w:color="auto"/>
            <w:right w:val="none" w:sz="0" w:space="0" w:color="auto"/>
          </w:divBdr>
        </w:div>
        <w:div w:id="1013991711">
          <w:marLeft w:val="547"/>
          <w:marRight w:val="0"/>
          <w:marTop w:val="0"/>
          <w:marBottom w:val="0"/>
          <w:divBdr>
            <w:top w:val="none" w:sz="0" w:space="0" w:color="auto"/>
            <w:left w:val="none" w:sz="0" w:space="0" w:color="auto"/>
            <w:bottom w:val="none" w:sz="0" w:space="0" w:color="auto"/>
            <w:right w:val="none" w:sz="0" w:space="0" w:color="auto"/>
          </w:divBdr>
        </w:div>
      </w:divsChild>
    </w:div>
    <w:div w:id="1016616022">
      <w:bodyDiv w:val="1"/>
      <w:marLeft w:val="0"/>
      <w:marRight w:val="0"/>
      <w:marTop w:val="0"/>
      <w:marBottom w:val="0"/>
      <w:divBdr>
        <w:top w:val="none" w:sz="0" w:space="0" w:color="auto"/>
        <w:left w:val="none" w:sz="0" w:space="0" w:color="auto"/>
        <w:bottom w:val="none" w:sz="0" w:space="0" w:color="auto"/>
        <w:right w:val="none" w:sz="0" w:space="0" w:color="auto"/>
      </w:divBdr>
      <w:divsChild>
        <w:div w:id="54859640">
          <w:marLeft w:val="547"/>
          <w:marRight w:val="0"/>
          <w:marTop w:val="0"/>
          <w:marBottom w:val="0"/>
          <w:divBdr>
            <w:top w:val="none" w:sz="0" w:space="0" w:color="auto"/>
            <w:left w:val="none" w:sz="0" w:space="0" w:color="auto"/>
            <w:bottom w:val="none" w:sz="0" w:space="0" w:color="auto"/>
            <w:right w:val="none" w:sz="0" w:space="0" w:color="auto"/>
          </w:divBdr>
        </w:div>
        <w:div w:id="802770314">
          <w:marLeft w:val="547"/>
          <w:marRight w:val="0"/>
          <w:marTop w:val="0"/>
          <w:marBottom w:val="0"/>
          <w:divBdr>
            <w:top w:val="none" w:sz="0" w:space="0" w:color="auto"/>
            <w:left w:val="none" w:sz="0" w:space="0" w:color="auto"/>
            <w:bottom w:val="none" w:sz="0" w:space="0" w:color="auto"/>
            <w:right w:val="none" w:sz="0" w:space="0" w:color="auto"/>
          </w:divBdr>
        </w:div>
        <w:div w:id="1911848947">
          <w:marLeft w:val="547"/>
          <w:marRight w:val="0"/>
          <w:marTop w:val="0"/>
          <w:marBottom w:val="0"/>
          <w:divBdr>
            <w:top w:val="none" w:sz="0" w:space="0" w:color="auto"/>
            <w:left w:val="none" w:sz="0" w:space="0" w:color="auto"/>
            <w:bottom w:val="none" w:sz="0" w:space="0" w:color="auto"/>
            <w:right w:val="none" w:sz="0" w:space="0" w:color="auto"/>
          </w:divBdr>
        </w:div>
        <w:div w:id="1355232253">
          <w:marLeft w:val="547"/>
          <w:marRight w:val="0"/>
          <w:marTop w:val="0"/>
          <w:marBottom w:val="0"/>
          <w:divBdr>
            <w:top w:val="none" w:sz="0" w:space="0" w:color="auto"/>
            <w:left w:val="none" w:sz="0" w:space="0" w:color="auto"/>
            <w:bottom w:val="none" w:sz="0" w:space="0" w:color="auto"/>
            <w:right w:val="none" w:sz="0" w:space="0" w:color="auto"/>
          </w:divBdr>
        </w:div>
        <w:div w:id="1288007392">
          <w:marLeft w:val="547"/>
          <w:marRight w:val="0"/>
          <w:marTop w:val="0"/>
          <w:marBottom w:val="0"/>
          <w:divBdr>
            <w:top w:val="none" w:sz="0" w:space="0" w:color="auto"/>
            <w:left w:val="none" w:sz="0" w:space="0" w:color="auto"/>
            <w:bottom w:val="none" w:sz="0" w:space="0" w:color="auto"/>
            <w:right w:val="none" w:sz="0" w:space="0" w:color="auto"/>
          </w:divBdr>
        </w:div>
        <w:div w:id="1882010209">
          <w:marLeft w:val="547"/>
          <w:marRight w:val="0"/>
          <w:marTop w:val="0"/>
          <w:marBottom w:val="0"/>
          <w:divBdr>
            <w:top w:val="none" w:sz="0" w:space="0" w:color="auto"/>
            <w:left w:val="none" w:sz="0" w:space="0" w:color="auto"/>
            <w:bottom w:val="none" w:sz="0" w:space="0" w:color="auto"/>
            <w:right w:val="none" w:sz="0" w:space="0" w:color="auto"/>
          </w:divBdr>
        </w:div>
      </w:divsChild>
    </w:div>
    <w:div w:id="1040933672">
      <w:bodyDiv w:val="1"/>
      <w:marLeft w:val="0"/>
      <w:marRight w:val="0"/>
      <w:marTop w:val="0"/>
      <w:marBottom w:val="0"/>
      <w:divBdr>
        <w:top w:val="none" w:sz="0" w:space="0" w:color="auto"/>
        <w:left w:val="none" w:sz="0" w:space="0" w:color="auto"/>
        <w:bottom w:val="none" w:sz="0" w:space="0" w:color="auto"/>
        <w:right w:val="none" w:sz="0" w:space="0" w:color="auto"/>
      </w:divBdr>
      <w:divsChild>
        <w:div w:id="1760981555">
          <w:marLeft w:val="547"/>
          <w:marRight w:val="0"/>
          <w:marTop w:val="0"/>
          <w:marBottom w:val="0"/>
          <w:divBdr>
            <w:top w:val="none" w:sz="0" w:space="0" w:color="auto"/>
            <w:left w:val="none" w:sz="0" w:space="0" w:color="auto"/>
            <w:bottom w:val="none" w:sz="0" w:space="0" w:color="auto"/>
            <w:right w:val="none" w:sz="0" w:space="0" w:color="auto"/>
          </w:divBdr>
        </w:div>
      </w:divsChild>
    </w:div>
    <w:div w:id="1048064107">
      <w:bodyDiv w:val="1"/>
      <w:marLeft w:val="0"/>
      <w:marRight w:val="0"/>
      <w:marTop w:val="0"/>
      <w:marBottom w:val="0"/>
      <w:divBdr>
        <w:top w:val="none" w:sz="0" w:space="0" w:color="auto"/>
        <w:left w:val="none" w:sz="0" w:space="0" w:color="auto"/>
        <w:bottom w:val="none" w:sz="0" w:space="0" w:color="auto"/>
        <w:right w:val="none" w:sz="0" w:space="0" w:color="auto"/>
      </w:divBdr>
      <w:divsChild>
        <w:div w:id="1054811280">
          <w:marLeft w:val="547"/>
          <w:marRight w:val="0"/>
          <w:marTop w:val="0"/>
          <w:marBottom w:val="0"/>
          <w:divBdr>
            <w:top w:val="none" w:sz="0" w:space="0" w:color="auto"/>
            <w:left w:val="none" w:sz="0" w:space="0" w:color="auto"/>
            <w:bottom w:val="none" w:sz="0" w:space="0" w:color="auto"/>
            <w:right w:val="none" w:sz="0" w:space="0" w:color="auto"/>
          </w:divBdr>
        </w:div>
      </w:divsChild>
    </w:div>
    <w:div w:id="1063673525">
      <w:bodyDiv w:val="1"/>
      <w:marLeft w:val="0"/>
      <w:marRight w:val="0"/>
      <w:marTop w:val="0"/>
      <w:marBottom w:val="0"/>
      <w:divBdr>
        <w:top w:val="none" w:sz="0" w:space="0" w:color="auto"/>
        <w:left w:val="none" w:sz="0" w:space="0" w:color="auto"/>
        <w:bottom w:val="none" w:sz="0" w:space="0" w:color="auto"/>
        <w:right w:val="none" w:sz="0" w:space="0" w:color="auto"/>
      </w:divBdr>
      <w:divsChild>
        <w:div w:id="172036265">
          <w:marLeft w:val="547"/>
          <w:marRight w:val="0"/>
          <w:marTop w:val="0"/>
          <w:marBottom w:val="0"/>
          <w:divBdr>
            <w:top w:val="none" w:sz="0" w:space="0" w:color="auto"/>
            <w:left w:val="none" w:sz="0" w:space="0" w:color="auto"/>
            <w:bottom w:val="none" w:sz="0" w:space="0" w:color="auto"/>
            <w:right w:val="none" w:sz="0" w:space="0" w:color="auto"/>
          </w:divBdr>
        </w:div>
      </w:divsChild>
    </w:div>
    <w:div w:id="1113016976">
      <w:bodyDiv w:val="1"/>
      <w:marLeft w:val="0"/>
      <w:marRight w:val="0"/>
      <w:marTop w:val="0"/>
      <w:marBottom w:val="0"/>
      <w:divBdr>
        <w:top w:val="none" w:sz="0" w:space="0" w:color="auto"/>
        <w:left w:val="none" w:sz="0" w:space="0" w:color="auto"/>
        <w:bottom w:val="none" w:sz="0" w:space="0" w:color="auto"/>
        <w:right w:val="none" w:sz="0" w:space="0" w:color="auto"/>
      </w:divBdr>
      <w:divsChild>
        <w:div w:id="34933769">
          <w:marLeft w:val="547"/>
          <w:marRight w:val="0"/>
          <w:marTop w:val="0"/>
          <w:marBottom w:val="0"/>
          <w:divBdr>
            <w:top w:val="none" w:sz="0" w:space="0" w:color="auto"/>
            <w:left w:val="none" w:sz="0" w:space="0" w:color="auto"/>
            <w:bottom w:val="none" w:sz="0" w:space="0" w:color="auto"/>
            <w:right w:val="none" w:sz="0" w:space="0" w:color="auto"/>
          </w:divBdr>
        </w:div>
      </w:divsChild>
    </w:div>
    <w:div w:id="1193566380">
      <w:bodyDiv w:val="1"/>
      <w:marLeft w:val="0"/>
      <w:marRight w:val="0"/>
      <w:marTop w:val="0"/>
      <w:marBottom w:val="0"/>
      <w:divBdr>
        <w:top w:val="none" w:sz="0" w:space="0" w:color="auto"/>
        <w:left w:val="none" w:sz="0" w:space="0" w:color="auto"/>
        <w:bottom w:val="none" w:sz="0" w:space="0" w:color="auto"/>
        <w:right w:val="none" w:sz="0" w:space="0" w:color="auto"/>
      </w:divBdr>
      <w:divsChild>
        <w:div w:id="122314797">
          <w:marLeft w:val="547"/>
          <w:marRight w:val="0"/>
          <w:marTop w:val="0"/>
          <w:marBottom w:val="0"/>
          <w:divBdr>
            <w:top w:val="none" w:sz="0" w:space="0" w:color="auto"/>
            <w:left w:val="none" w:sz="0" w:space="0" w:color="auto"/>
            <w:bottom w:val="none" w:sz="0" w:space="0" w:color="auto"/>
            <w:right w:val="none" w:sz="0" w:space="0" w:color="auto"/>
          </w:divBdr>
        </w:div>
        <w:div w:id="761101259">
          <w:marLeft w:val="547"/>
          <w:marRight w:val="0"/>
          <w:marTop w:val="0"/>
          <w:marBottom w:val="0"/>
          <w:divBdr>
            <w:top w:val="none" w:sz="0" w:space="0" w:color="auto"/>
            <w:left w:val="none" w:sz="0" w:space="0" w:color="auto"/>
            <w:bottom w:val="none" w:sz="0" w:space="0" w:color="auto"/>
            <w:right w:val="none" w:sz="0" w:space="0" w:color="auto"/>
          </w:divBdr>
        </w:div>
        <w:div w:id="1042705137">
          <w:marLeft w:val="547"/>
          <w:marRight w:val="0"/>
          <w:marTop w:val="0"/>
          <w:marBottom w:val="0"/>
          <w:divBdr>
            <w:top w:val="none" w:sz="0" w:space="0" w:color="auto"/>
            <w:left w:val="none" w:sz="0" w:space="0" w:color="auto"/>
            <w:bottom w:val="none" w:sz="0" w:space="0" w:color="auto"/>
            <w:right w:val="none" w:sz="0" w:space="0" w:color="auto"/>
          </w:divBdr>
        </w:div>
      </w:divsChild>
    </w:div>
    <w:div w:id="1199204309">
      <w:bodyDiv w:val="1"/>
      <w:marLeft w:val="0"/>
      <w:marRight w:val="0"/>
      <w:marTop w:val="0"/>
      <w:marBottom w:val="0"/>
      <w:divBdr>
        <w:top w:val="none" w:sz="0" w:space="0" w:color="auto"/>
        <w:left w:val="none" w:sz="0" w:space="0" w:color="auto"/>
        <w:bottom w:val="none" w:sz="0" w:space="0" w:color="auto"/>
        <w:right w:val="none" w:sz="0" w:space="0" w:color="auto"/>
      </w:divBdr>
    </w:div>
    <w:div w:id="1202397043">
      <w:bodyDiv w:val="1"/>
      <w:marLeft w:val="0"/>
      <w:marRight w:val="0"/>
      <w:marTop w:val="0"/>
      <w:marBottom w:val="0"/>
      <w:divBdr>
        <w:top w:val="none" w:sz="0" w:space="0" w:color="auto"/>
        <w:left w:val="none" w:sz="0" w:space="0" w:color="auto"/>
        <w:bottom w:val="none" w:sz="0" w:space="0" w:color="auto"/>
        <w:right w:val="none" w:sz="0" w:space="0" w:color="auto"/>
      </w:divBdr>
      <w:divsChild>
        <w:div w:id="2061249441">
          <w:marLeft w:val="547"/>
          <w:marRight w:val="0"/>
          <w:marTop w:val="0"/>
          <w:marBottom w:val="0"/>
          <w:divBdr>
            <w:top w:val="none" w:sz="0" w:space="0" w:color="auto"/>
            <w:left w:val="none" w:sz="0" w:space="0" w:color="auto"/>
            <w:bottom w:val="none" w:sz="0" w:space="0" w:color="auto"/>
            <w:right w:val="none" w:sz="0" w:space="0" w:color="auto"/>
          </w:divBdr>
        </w:div>
      </w:divsChild>
    </w:div>
    <w:div w:id="1211914653">
      <w:bodyDiv w:val="1"/>
      <w:marLeft w:val="0"/>
      <w:marRight w:val="0"/>
      <w:marTop w:val="0"/>
      <w:marBottom w:val="0"/>
      <w:divBdr>
        <w:top w:val="none" w:sz="0" w:space="0" w:color="auto"/>
        <w:left w:val="none" w:sz="0" w:space="0" w:color="auto"/>
        <w:bottom w:val="none" w:sz="0" w:space="0" w:color="auto"/>
        <w:right w:val="none" w:sz="0" w:space="0" w:color="auto"/>
      </w:divBdr>
      <w:divsChild>
        <w:div w:id="1824270207">
          <w:marLeft w:val="547"/>
          <w:marRight w:val="0"/>
          <w:marTop w:val="0"/>
          <w:marBottom w:val="0"/>
          <w:divBdr>
            <w:top w:val="none" w:sz="0" w:space="0" w:color="auto"/>
            <w:left w:val="none" w:sz="0" w:space="0" w:color="auto"/>
            <w:bottom w:val="none" w:sz="0" w:space="0" w:color="auto"/>
            <w:right w:val="none" w:sz="0" w:space="0" w:color="auto"/>
          </w:divBdr>
        </w:div>
      </w:divsChild>
    </w:div>
    <w:div w:id="1287006883">
      <w:bodyDiv w:val="1"/>
      <w:marLeft w:val="0"/>
      <w:marRight w:val="0"/>
      <w:marTop w:val="0"/>
      <w:marBottom w:val="0"/>
      <w:divBdr>
        <w:top w:val="none" w:sz="0" w:space="0" w:color="auto"/>
        <w:left w:val="none" w:sz="0" w:space="0" w:color="auto"/>
        <w:bottom w:val="none" w:sz="0" w:space="0" w:color="auto"/>
        <w:right w:val="none" w:sz="0" w:space="0" w:color="auto"/>
      </w:divBdr>
      <w:divsChild>
        <w:div w:id="1071734828">
          <w:marLeft w:val="547"/>
          <w:marRight w:val="0"/>
          <w:marTop w:val="0"/>
          <w:marBottom w:val="0"/>
          <w:divBdr>
            <w:top w:val="none" w:sz="0" w:space="0" w:color="auto"/>
            <w:left w:val="none" w:sz="0" w:space="0" w:color="auto"/>
            <w:bottom w:val="none" w:sz="0" w:space="0" w:color="auto"/>
            <w:right w:val="none" w:sz="0" w:space="0" w:color="auto"/>
          </w:divBdr>
        </w:div>
        <w:div w:id="1029334058">
          <w:marLeft w:val="547"/>
          <w:marRight w:val="0"/>
          <w:marTop w:val="0"/>
          <w:marBottom w:val="0"/>
          <w:divBdr>
            <w:top w:val="none" w:sz="0" w:space="0" w:color="auto"/>
            <w:left w:val="none" w:sz="0" w:space="0" w:color="auto"/>
            <w:bottom w:val="none" w:sz="0" w:space="0" w:color="auto"/>
            <w:right w:val="none" w:sz="0" w:space="0" w:color="auto"/>
          </w:divBdr>
        </w:div>
      </w:divsChild>
    </w:div>
    <w:div w:id="1292901033">
      <w:bodyDiv w:val="1"/>
      <w:marLeft w:val="0"/>
      <w:marRight w:val="0"/>
      <w:marTop w:val="0"/>
      <w:marBottom w:val="0"/>
      <w:divBdr>
        <w:top w:val="none" w:sz="0" w:space="0" w:color="auto"/>
        <w:left w:val="none" w:sz="0" w:space="0" w:color="auto"/>
        <w:bottom w:val="none" w:sz="0" w:space="0" w:color="auto"/>
        <w:right w:val="none" w:sz="0" w:space="0" w:color="auto"/>
      </w:divBdr>
      <w:divsChild>
        <w:div w:id="1879389688">
          <w:marLeft w:val="547"/>
          <w:marRight w:val="0"/>
          <w:marTop w:val="0"/>
          <w:marBottom w:val="0"/>
          <w:divBdr>
            <w:top w:val="none" w:sz="0" w:space="0" w:color="auto"/>
            <w:left w:val="none" w:sz="0" w:space="0" w:color="auto"/>
            <w:bottom w:val="none" w:sz="0" w:space="0" w:color="auto"/>
            <w:right w:val="none" w:sz="0" w:space="0" w:color="auto"/>
          </w:divBdr>
        </w:div>
        <w:div w:id="795098335">
          <w:marLeft w:val="547"/>
          <w:marRight w:val="0"/>
          <w:marTop w:val="0"/>
          <w:marBottom w:val="0"/>
          <w:divBdr>
            <w:top w:val="none" w:sz="0" w:space="0" w:color="auto"/>
            <w:left w:val="none" w:sz="0" w:space="0" w:color="auto"/>
            <w:bottom w:val="none" w:sz="0" w:space="0" w:color="auto"/>
            <w:right w:val="none" w:sz="0" w:space="0" w:color="auto"/>
          </w:divBdr>
        </w:div>
        <w:div w:id="1071319252">
          <w:marLeft w:val="547"/>
          <w:marRight w:val="0"/>
          <w:marTop w:val="0"/>
          <w:marBottom w:val="0"/>
          <w:divBdr>
            <w:top w:val="none" w:sz="0" w:space="0" w:color="auto"/>
            <w:left w:val="none" w:sz="0" w:space="0" w:color="auto"/>
            <w:bottom w:val="none" w:sz="0" w:space="0" w:color="auto"/>
            <w:right w:val="none" w:sz="0" w:space="0" w:color="auto"/>
          </w:divBdr>
        </w:div>
        <w:div w:id="665671497">
          <w:marLeft w:val="547"/>
          <w:marRight w:val="0"/>
          <w:marTop w:val="0"/>
          <w:marBottom w:val="0"/>
          <w:divBdr>
            <w:top w:val="none" w:sz="0" w:space="0" w:color="auto"/>
            <w:left w:val="none" w:sz="0" w:space="0" w:color="auto"/>
            <w:bottom w:val="none" w:sz="0" w:space="0" w:color="auto"/>
            <w:right w:val="none" w:sz="0" w:space="0" w:color="auto"/>
          </w:divBdr>
        </w:div>
        <w:div w:id="1785688817">
          <w:marLeft w:val="547"/>
          <w:marRight w:val="0"/>
          <w:marTop w:val="0"/>
          <w:marBottom w:val="0"/>
          <w:divBdr>
            <w:top w:val="none" w:sz="0" w:space="0" w:color="auto"/>
            <w:left w:val="none" w:sz="0" w:space="0" w:color="auto"/>
            <w:bottom w:val="none" w:sz="0" w:space="0" w:color="auto"/>
            <w:right w:val="none" w:sz="0" w:space="0" w:color="auto"/>
          </w:divBdr>
        </w:div>
        <w:div w:id="1736658848">
          <w:marLeft w:val="547"/>
          <w:marRight w:val="0"/>
          <w:marTop w:val="0"/>
          <w:marBottom w:val="0"/>
          <w:divBdr>
            <w:top w:val="none" w:sz="0" w:space="0" w:color="auto"/>
            <w:left w:val="none" w:sz="0" w:space="0" w:color="auto"/>
            <w:bottom w:val="none" w:sz="0" w:space="0" w:color="auto"/>
            <w:right w:val="none" w:sz="0" w:space="0" w:color="auto"/>
          </w:divBdr>
        </w:div>
      </w:divsChild>
    </w:div>
    <w:div w:id="1374118417">
      <w:bodyDiv w:val="1"/>
      <w:marLeft w:val="0"/>
      <w:marRight w:val="0"/>
      <w:marTop w:val="0"/>
      <w:marBottom w:val="0"/>
      <w:divBdr>
        <w:top w:val="none" w:sz="0" w:space="0" w:color="auto"/>
        <w:left w:val="none" w:sz="0" w:space="0" w:color="auto"/>
        <w:bottom w:val="none" w:sz="0" w:space="0" w:color="auto"/>
        <w:right w:val="none" w:sz="0" w:space="0" w:color="auto"/>
      </w:divBdr>
    </w:div>
    <w:div w:id="1389652270">
      <w:bodyDiv w:val="1"/>
      <w:marLeft w:val="0"/>
      <w:marRight w:val="0"/>
      <w:marTop w:val="0"/>
      <w:marBottom w:val="0"/>
      <w:divBdr>
        <w:top w:val="none" w:sz="0" w:space="0" w:color="auto"/>
        <w:left w:val="none" w:sz="0" w:space="0" w:color="auto"/>
        <w:bottom w:val="none" w:sz="0" w:space="0" w:color="auto"/>
        <w:right w:val="none" w:sz="0" w:space="0" w:color="auto"/>
      </w:divBdr>
    </w:div>
    <w:div w:id="1390180395">
      <w:bodyDiv w:val="1"/>
      <w:marLeft w:val="0"/>
      <w:marRight w:val="0"/>
      <w:marTop w:val="0"/>
      <w:marBottom w:val="0"/>
      <w:divBdr>
        <w:top w:val="none" w:sz="0" w:space="0" w:color="auto"/>
        <w:left w:val="none" w:sz="0" w:space="0" w:color="auto"/>
        <w:bottom w:val="none" w:sz="0" w:space="0" w:color="auto"/>
        <w:right w:val="none" w:sz="0" w:space="0" w:color="auto"/>
      </w:divBdr>
      <w:divsChild>
        <w:div w:id="1491673852">
          <w:marLeft w:val="547"/>
          <w:marRight w:val="0"/>
          <w:marTop w:val="0"/>
          <w:marBottom w:val="0"/>
          <w:divBdr>
            <w:top w:val="none" w:sz="0" w:space="0" w:color="auto"/>
            <w:left w:val="none" w:sz="0" w:space="0" w:color="auto"/>
            <w:bottom w:val="none" w:sz="0" w:space="0" w:color="auto"/>
            <w:right w:val="none" w:sz="0" w:space="0" w:color="auto"/>
          </w:divBdr>
        </w:div>
        <w:div w:id="1246040250">
          <w:marLeft w:val="547"/>
          <w:marRight w:val="0"/>
          <w:marTop w:val="0"/>
          <w:marBottom w:val="0"/>
          <w:divBdr>
            <w:top w:val="none" w:sz="0" w:space="0" w:color="auto"/>
            <w:left w:val="none" w:sz="0" w:space="0" w:color="auto"/>
            <w:bottom w:val="none" w:sz="0" w:space="0" w:color="auto"/>
            <w:right w:val="none" w:sz="0" w:space="0" w:color="auto"/>
          </w:divBdr>
        </w:div>
        <w:div w:id="1264804942">
          <w:marLeft w:val="547"/>
          <w:marRight w:val="0"/>
          <w:marTop w:val="0"/>
          <w:marBottom w:val="0"/>
          <w:divBdr>
            <w:top w:val="none" w:sz="0" w:space="0" w:color="auto"/>
            <w:left w:val="none" w:sz="0" w:space="0" w:color="auto"/>
            <w:bottom w:val="none" w:sz="0" w:space="0" w:color="auto"/>
            <w:right w:val="none" w:sz="0" w:space="0" w:color="auto"/>
          </w:divBdr>
        </w:div>
        <w:div w:id="554970801">
          <w:marLeft w:val="547"/>
          <w:marRight w:val="0"/>
          <w:marTop w:val="0"/>
          <w:marBottom w:val="0"/>
          <w:divBdr>
            <w:top w:val="none" w:sz="0" w:space="0" w:color="auto"/>
            <w:left w:val="none" w:sz="0" w:space="0" w:color="auto"/>
            <w:bottom w:val="none" w:sz="0" w:space="0" w:color="auto"/>
            <w:right w:val="none" w:sz="0" w:space="0" w:color="auto"/>
          </w:divBdr>
        </w:div>
      </w:divsChild>
    </w:div>
    <w:div w:id="1421171588">
      <w:bodyDiv w:val="1"/>
      <w:marLeft w:val="0"/>
      <w:marRight w:val="0"/>
      <w:marTop w:val="0"/>
      <w:marBottom w:val="0"/>
      <w:divBdr>
        <w:top w:val="none" w:sz="0" w:space="0" w:color="auto"/>
        <w:left w:val="none" w:sz="0" w:space="0" w:color="auto"/>
        <w:bottom w:val="none" w:sz="0" w:space="0" w:color="auto"/>
        <w:right w:val="none" w:sz="0" w:space="0" w:color="auto"/>
      </w:divBdr>
      <w:divsChild>
        <w:div w:id="301081842">
          <w:marLeft w:val="547"/>
          <w:marRight w:val="0"/>
          <w:marTop w:val="0"/>
          <w:marBottom w:val="0"/>
          <w:divBdr>
            <w:top w:val="none" w:sz="0" w:space="0" w:color="auto"/>
            <w:left w:val="none" w:sz="0" w:space="0" w:color="auto"/>
            <w:bottom w:val="none" w:sz="0" w:space="0" w:color="auto"/>
            <w:right w:val="none" w:sz="0" w:space="0" w:color="auto"/>
          </w:divBdr>
        </w:div>
        <w:div w:id="34086900">
          <w:marLeft w:val="547"/>
          <w:marRight w:val="0"/>
          <w:marTop w:val="0"/>
          <w:marBottom w:val="0"/>
          <w:divBdr>
            <w:top w:val="none" w:sz="0" w:space="0" w:color="auto"/>
            <w:left w:val="none" w:sz="0" w:space="0" w:color="auto"/>
            <w:bottom w:val="none" w:sz="0" w:space="0" w:color="auto"/>
            <w:right w:val="none" w:sz="0" w:space="0" w:color="auto"/>
          </w:divBdr>
        </w:div>
        <w:div w:id="876548153">
          <w:marLeft w:val="547"/>
          <w:marRight w:val="0"/>
          <w:marTop w:val="0"/>
          <w:marBottom w:val="0"/>
          <w:divBdr>
            <w:top w:val="none" w:sz="0" w:space="0" w:color="auto"/>
            <w:left w:val="none" w:sz="0" w:space="0" w:color="auto"/>
            <w:bottom w:val="none" w:sz="0" w:space="0" w:color="auto"/>
            <w:right w:val="none" w:sz="0" w:space="0" w:color="auto"/>
          </w:divBdr>
        </w:div>
      </w:divsChild>
    </w:div>
    <w:div w:id="1524173568">
      <w:bodyDiv w:val="1"/>
      <w:marLeft w:val="0"/>
      <w:marRight w:val="0"/>
      <w:marTop w:val="0"/>
      <w:marBottom w:val="0"/>
      <w:divBdr>
        <w:top w:val="none" w:sz="0" w:space="0" w:color="auto"/>
        <w:left w:val="none" w:sz="0" w:space="0" w:color="auto"/>
        <w:bottom w:val="none" w:sz="0" w:space="0" w:color="auto"/>
        <w:right w:val="none" w:sz="0" w:space="0" w:color="auto"/>
      </w:divBdr>
      <w:divsChild>
        <w:div w:id="974339172">
          <w:marLeft w:val="547"/>
          <w:marRight w:val="0"/>
          <w:marTop w:val="0"/>
          <w:marBottom w:val="0"/>
          <w:divBdr>
            <w:top w:val="none" w:sz="0" w:space="0" w:color="auto"/>
            <w:left w:val="none" w:sz="0" w:space="0" w:color="auto"/>
            <w:bottom w:val="none" w:sz="0" w:space="0" w:color="auto"/>
            <w:right w:val="none" w:sz="0" w:space="0" w:color="auto"/>
          </w:divBdr>
        </w:div>
        <w:div w:id="1639412637">
          <w:marLeft w:val="547"/>
          <w:marRight w:val="0"/>
          <w:marTop w:val="0"/>
          <w:marBottom w:val="0"/>
          <w:divBdr>
            <w:top w:val="none" w:sz="0" w:space="0" w:color="auto"/>
            <w:left w:val="none" w:sz="0" w:space="0" w:color="auto"/>
            <w:bottom w:val="none" w:sz="0" w:space="0" w:color="auto"/>
            <w:right w:val="none" w:sz="0" w:space="0" w:color="auto"/>
          </w:divBdr>
        </w:div>
        <w:div w:id="378167921">
          <w:marLeft w:val="547"/>
          <w:marRight w:val="0"/>
          <w:marTop w:val="0"/>
          <w:marBottom w:val="0"/>
          <w:divBdr>
            <w:top w:val="none" w:sz="0" w:space="0" w:color="auto"/>
            <w:left w:val="none" w:sz="0" w:space="0" w:color="auto"/>
            <w:bottom w:val="none" w:sz="0" w:space="0" w:color="auto"/>
            <w:right w:val="none" w:sz="0" w:space="0" w:color="auto"/>
          </w:divBdr>
        </w:div>
        <w:div w:id="1067142318">
          <w:marLeft w:val="547"/>
          <w:marRight w:val="0"/>
          <w:marTop w:val="0"/>
          <w:marBottom w:val="0"/>
          <w:divBdr>
            <w:top w:val="none" w:sz="0" w:space="0" w:color="auto"/>
            <w:left w:val="none" w:sz="0" w:space="0" w:color="auto"/>
            <w:bottom w:val="none" w:sz="0" w:space="0" w:color="auto"/>
            <w:right w:val="none" w:sz="0" w:space="0" w:color="auto"/>
          </w:divBdr>
        </w:div>
      </w:divsChild>
    </w:div>
    <w:div w:id="1529370149">
      <w:bodyDiv w:val="1"/>
      <w:marLeft w:val="0"/>
      <w:marRight w:val="0"/>
      <w:marTop w:val="0"/>
      <w:marBottom w:val="0"/>
      <w:divBdr>
        <w:top w:val="none" w:sz="0" w:space="0" w:color="auto"/>
        <w:left w:val="none" w:sz="0" w:space="0" w:color="auto"/>
        <w:bottom w:val="none" w:sz="0" w:space="0" w:color="auto"/>
        <w:right w:val="none" w:sz="0" w:space="0" w:color="auto"/>
      </w:divBdr>
      <w:divsChild>
        <w:div w:id="1964578146">
          <w:marLeft w:val="547"/>
          <w:marRight w:val="0"/>
          <w:marTop w:val="0"/>
          <w:marBottom w:val="0"/>
          <w:divBdr>
            <w:top w:val="none" w:sz="0" w:space="0" w:color="auto"/>
            <w:left w:val="none" w:sz="0" w:space="0" w:color="auto"/>
            <w:bottom w:val="none" w:sz="0" w:space="0" w:color="auto"/>
            <w:right w:val="none" w:sz="0" w:space="0" w:color="auto"/>
          </w:divBdr>
        </w:div>
      </w:divsChild>
    </w:div>
    <w:div w:id="1542744914">
      <w:bodyDiv w:val="1"/>
      <w:marLeft w:val="0"/>
      <w:marRight w:val="0"/>
      <w:marTop w:val="0"/>
      <w:marBottom w:val="0"/>
      <w:divBdr>
        <w:top w:val="none" w:sz="0" w:space="0" w:color="auto"/>
        <w:left w:val="none" w:sz="0" w:space="0" w:color="auto"/>
        <w:bottom w:val="none" w:sz="0" w:space="0" w:color="auto"/>
        <w:right w:val="none" w:sz="0" w:space="0" w:color="auto"/>
      </w:divBdr>
    </w:div>
    <w:div w:id="1655068866">
      <w:bodyDiv w:val="1"/>
      <w:marLeft w:val="0"/>
      <w:marRight w:val="0"/>
      <w:marTop w:val="0"/>
      <w:marBottom w:val="0"/>
      <w:divBdr>
        <w:top w:val="none" w:sz="0" w:space="0" w:color="auto"/>
        <w:left w:val="none" w:sz="0" w:space="0" w:color="auto"/>
        <w:bottom w:val="none" w:sz="0" w:space="0" w:color="auto"/>
        <w:right w:val="none" w:sz="0" w:space="0" w:color="auto"/>
      </w:divBdr>
    </w:div>
    <w:div w:id="1660377100">
      <w:bodyDiv w:val="1"/>
      <w:marLeft w:val="0"/>
      <w:marRight w:val="0"/>
      <w:marTop w:val="0"/>
      <w:marBottom w:val="0"/>
      <w:divBdr>
        <w:top w:val="none" w:sz="0" w:space="0" w:color="auto"/>
        <w:left w:val="none" w:sz="0" w:space="0" w:color="auto"/>
        <w:bottom w:val="none" w:sz="0" w:space="0" w:color="auto"/>
        <w:right w:val="none" w:sz="0" w:space="0" w:color="auto"/>
      </w:divBdr>
      <w:divsChild>
        <w:div w:id="573127823">
          <w:marLeft w:val="547"/>
          <w:marRight w:val="0"/>
          <w:marTop w:val="0"/>
          <w:marBottom w:val="0"/>
          <w:divBdr>
            <w:top w:val="none" w:sz="0" w:space="0" w:color="auto"/>
            <w:left w:val="none" w:sz="0" w:space="0" w:color="auto"/>
            <w:bottom w:val="none" w:sz="0" w:space="0" w:color="auto"/>
            <w:right w:val="none" w:sz="0" w:space="0" w:color="auto"/>
          </w:divBdr>
        </w:div>
      </w:divsChild>
    </w:div>
    <w:div w:id="1670061781">
      <w:bodyDiv w:val="1"/>
      <w:marLeft w:val="0"/>
      <w:marRight w:val="0"/>
      <w:marTop w:val="0"/>
      <w:marBottom w:val="0"/>
      <w:divBdr>
        <w:top w:val="none" w:sz="0" w:space="0" w:color="auto"/>
        <w:left w:val="none" w:sz="0" w:space="0" w:color="auto"/>
        <w:bottom w:val="none" w:sz="0" w:space="0" w:color="auto"/>
        <w:right w:val="none" w:sz="0" w:space="0" w:color="auto"/>
      </w:divBdr>
    </w:div>
    <w:div w:id="1716612488">
      <w:bodyDiv w:val="1"/>
      <w:marLeft w:val="0"/>
      <w:marRight w:val="0"/>
      <w:marTop w:val="0"/>
      <w:marBottom w:val="0"/>
      <w:divBdr>
        <w:top w:val="none" w:sz="0" w:space="0" w:color="auto"/>
        <w:left w:val="none" w:sz="0" w:space="0" w:color="auto"/>
        <w:bottom w:val="none" w:sz="0" w:space="0" w:color="auto"/>
        <w:right w:val="none" w:sz="0" w:space="0" w:color="auto"/>
      </w:divBdr>
    </w:div>
    <w:div w:id="1720323879">
      <w:bodyDiv w:val="1"/>
      <w:marLeft w:val="0"/>
      <w:marRight w:val="0"/>
      <w:marTop w:val="0"/>
      <w:marBottom w:val="0"/>
      <w:divBdr>
        <w:top w:val="none" w:sz="0" w:space="0" w:color="auto"/>
        <w:left w:val="none" w:sz="0" w:space="0" w:color="auto"/>
        <w:bottom w:val="none" w:sz="0" w:space="0" w:color="auto"/>
        <w:right w:val="none" w:sz="0" w:space="0" w:color="auto"/>
      </w:divBdr>
    </w:div>
    <w:div w:id="1726835919">
      <w:bodyDiv w:val="1"/>
      <w:marLeft w:val="0"/>
      <w:marRight w:val="0"/>
      <w:marTop w:val="0"/>
      <w:marBottom w:val="0"/>
      <w:divBdr>
        <w:top w:val="none" w:sz="0" w:space="0" w:color="auto"/>
        <w:left w:val="none" w:sz="0" w:space="0" w:color="auto"/>
        <w:bottom w:val="none" w:sz="0" w:space="0" w:color="auto"/>
        <w:right w:val="none" w:sz="0" w:space="0" w:color="auto"/>
      </w:divBdr>
    </w:div>
    <w:div w:id="1741252698">
      <w:bodyDiv w:val="1"/>
      <w:marLeft w:val="0"/>
      <w:marRight w:val="0"/>
      <w:marTop w:val="0"/>
      <w:marBottom w:val="0"/>
      <w:divBdr>
        <w:top w:val="none" w:sz="0" w:space="0" w:color="auto"/>
        <w:left w:val="none" w:sz="0" w:space="0" w:color="auto"/>
        <w:bottom w:val="none" w:sz="0" w:space="0" w:color="auto"/>
        <w:right w:val="none" w:sz="0" w:space="0" w:color="auto"/>
      </w:divBdr>
    </w:div>
    <w:div w:id="1742169578">
      <w:bodyDiv w:val="1"/>
      <w:marLeft w:val="0"/>
      <w:marRight w:val="0"/>
      <w:marTop w:val="0"/>
      <w:marBottom w:val="0"/>
      <w:divBdr>
        <w:top w:val="none" w:sz="0" w:space="0" w:color="auto"/>
        <w:left w:val="none" w:sz="0" w:space="0" w:color="auto"/>
        <w:bottom w:val="none" w:sz="0" w:space="0" w:color="auto"/>
        <w:right w:val="none" w:sz="0" w:space="0" w:color="auto"/>
      </w:divBdr>
      <w:divsChild>
        <w:div w:id="784807873">
          <w:marLeft w:val="547"/>
          <w:marRight w:val="0"/>
          <w:marTop w:val="0"/>
          <w:marBottom w:val="0"/>
          <w:divBdr>
            <w:top w:val="none" w:sz="0" w:space="0" w:color="auto"/>
            <w:left w:val="none" w:sz="0" w:space="0" w:color="auto"/>
            <w:bottom w:val="none" w:sz="0" w:space="0" w:color="auto"/>
            <w:right w:val="none" w:sz="0" w:space="0" w:color="auto"/>
          </w:divBdr>
        </w:div>
        <w:div w:id="1462266220">
          <w:marLeft w:val="547"/>
          <w:marRight w:val="0"/>
          <w:marTop w:val="0"/>
          <w:marBottom w:val="0"/>
          <w:divBdr>
            <w:top w:val="none" w:sz="0" w:space="0" w:color="auto"/>
            <w:left w:val="none" w:sz="0" w:space="0" w:color="auto"/>
            <w:bottom w:val="none" w:sz="0" w:space="0" w:color="auto"/>
            <w:right w:val="none" w:sz="0" w:space="0" w:color="auto"/>
          </w:divBdr>
        </w:div>
        <w:div w:id="596718651">
          <w:marLeft w:val="547"/>
          <w:marRight w:val="0"/>
          <w:marTop w:val="0"/>
          <w:marBottom w:val="0"/>
          <w:divBdr>
            <w:top w:val="none" w:sz="0" w:space="0" w:color="auto"/>
            <w:left w:val="none" w:sz="0" w:space="0" w:color="auto"/>
            <w:bottom w:val="none" w:sz="0" w:space="0" w:color="auto"/>
            <w:right w:val="none" w:sz="0" w:space="0" w:color="auto"/>
          </w:divBdr>
        </w:div>
        <w:div w:id="1457019916">
          <w:marLeft w:val="547"/>
          <w:marRight w:val="0"/>
          <w:marTop w:val="0"/>
          <w:marBottom w:val="0"/>
          <w:divBdr>
            <w:top w:val="none" w:sz="0" w:space="0" w:color="auto"/>
            <w:left w:val="none" w:sz="0" w:space="0" w:color="auto"/>
            <w:bottom w:val="none" w:sz="0" w:space="0" w:color="auto"/>
            <w:right w:val="none" w:sz="0" w:space="0" w:color="auto"/>
          </w:divBdr>
        </w:div>
      </w:divsChild>
    </w:div>
    <w:div w:id="1756316935">
      <w:bodyDiv w:val="1"/>
      <w:marLeft w:val="0"/>
      <w:marRight w:val="0"/>
      <w:marTop w:val="0"/>
      <w:marBottom w:val="0"/>
      <w:divBdr>
        <w:top w:val="none" w:sz="0" w:space="0" w:color="auto"/>
        <w:left w:val="none" w:sz="0" w:space="0" w:color="auto"/>
        <w:bottom w:val="none" w:sz="0" w:space="0" w:color="auto"/>
        <w:right w:val="none" w:sz="0" w:space="0" w:color="auto"/>
      </w:divBdr>
      <w:divsChild>
        <w:div w:id="874387333">
          <w:marLeft w:val="547"/>
          <w:marRight w:val="0"/>
          <w:marTop w:val="0"/>
          <w:marBottom w:val="0"/>
          <w:divBdr>
            <w:top w:val="none" w:sz="0" w:space="0" w:color="auto"/>
            <w:left w:val="none" w:sz="0" w:space="0" w:color="auto"/>
            <w:bottom w:val="none" w:sz="0" w:space="0" w:color="auto"/>
            <w:right w:val="none" w:sz="0" w:space="0" w:color="auto"/>
          </w:divBdr>
        </w:div>
      </w:divsChild>
    </w:div>
    <w:div w:id="1806586167">
      <w:bodyDiv w:val="1"/>
      <w:marLeft w:val="0"/>
      <w:marRight w:val="0"/>
      <w:marTop w:val="0"/>
      <w:marBottom w:val="0"/>
      <w:divBdr>
        <w:top w:val="none" w:sz="0" w:space="0" w:color="auto"/>
        <w:left w:val="none" w:sz="0" w:space="0" w:color="auto"/>
        <w:bottom w:val="none" w:sz="0" w:space="0" w:color="auto"/>
        <w:right w:val="none" w:sz="0" w:space="0" w:color="auto"/>
      </w:divBdr>
      <w:divsChild>
        <w:div w:id="1248271184">
          <w:marLeft w:val="547"/>
          <w:marRight w:val="0"/>
          <w:marTop w:val="0"/>
          <w:marBottom w:val="0"/>
          <w:divBdr>
            <w:top w:val="none" w:sz="0" w:space="0" w:color="auto"/>
            <w:left w:val="none" w:sz="0" w:space="0" w:color="auto"/>
            <w:bottom w:val="none" w:sz="0" w:space="0" w:color="auto"/>
            <w:right w:val="none" w:sz="0" w:space="0" w:color="auto"/>
          </w:divBdr>
        </w:div>
      </w:divsChild>
    </w:div>
    <w:div w:id="1817988284">
      <w:bodyDiv w:val="1"/>
      <w:marLeft w:val="0"/>
      <w:marRight w:val="0"/>
      <w:marTop w:val="0"/>
      <w:marBottom w:val="0"/>
      <w:divBdr>
        <w:top w:val="none" w:sz="0" w:space="0" w:color="auto"/>
        <w:left w:val="none" w:sz="0" w:space="0" w:color="auto"/>
        <w:bottom w:val="none" w:sz="0" w:space="0" w:color="auto"/>
        <w:right w:val="none" w:sz="0" w:space="0" w:color="auto"/>
      </w:divBdr>
      <w:divsChild>
        <w:div w:id="1943561826">
          <w:marLeft w:val="547"/>
          <w:marRight w:val="0"/>
          <w:marTop w:val="0"/>
          <w:marBottom w:val="0"/>
          <w:divBdr>
            <w:top w:val="none" w:sz="0" w:space="0" w:color="auto"/>
            <w:left w:val="none" w:sz="0" w:space="0" w:color="auto"/>
            <w:bottom w:val="none" w:sz="0" w:space="0" w:color="auto"/>
            <w:right w:val="none" w:sz="0" w:space="0" w:color="auto"/>
          </w:divBdr>
        </w:div>
      </w:divsChild>
    </w:div>
    <w:div w:id="1823809314">
      <w:bodyDiv w:val="1"/>
      <w:marLeft w:val="0"/>
      <w:marRight w:val="0"/>
      <w:marTop w:val="0"/>
      <w:marBottom w:val="0"/>
      <w:divBdr>
        <w:top w:val="none" w:sz="0" w:space="0" w:color="auto"/>
        <w:left w:val="none" w:sz="0" w:space="0" w:color="auto"/>
        <w:bottom w:val="none" w:sz="0" w:space="0" w:color="auto"/>
        <w:right w:val="none" w:sz="0" w:space="0" w:color="auto"/>
      </w:divBdr>
      <w:divsChild>
        <w:div w:id="956763389">
          <w:marLeft w:val="547"/>
          <w:marRight w:val="0"/>
          <w:marTop w:val="0"/>
          <w:marBottom w:val="0"/>
          <w:divBdr>
            <w:top w:val="none" w:sz="0" w:space="0" w:color="auto"/>
            <w:left w:val="none" w:sz="0" w:space="0" w:color="auto"/>
            <w:bottom w:val="none" w:sz="0" w:space="0" w:color="auto"/>
            <w:right w:val="none" w:sz="0" w:space="0" w:color="auto"/>
          </w:divBdr>
        </w:div>
        <w:div w:id="250503887">
          <w:marLeft w:val="547"/>
          <w:marRight w:val="0"/>
          <w:marTop w:val="0"/>
          <w:marBottom w:val="0"/>
          <w:divBdr>
            <w:top w:val="none" w:sz="0" w:space="0" w:color="auto"/>
            <w:left w:val="none" w:sz="0" w:space="0" w:color="auto"/>
            <w:bottom w:val="none" w:sz="0" w:space="0" w:color="auto"/>
            <w:right w:val="none" w:sz="0" w:space="0" w:color="auto"/>
          </w:divBdr>
        </w:div>
        <w:div w:id="2009361351">
          <w:marLeft w:val="547"/>
          <w:marRight w:val="0"/>
          <w:marTop w:val="0"/>
          <w:marBottom w:val="0"/>
          <w:divBdr>
            <w:top w:val="none" w:sz="0" w:space="0" w:color="auto"/>
            <w:left w:val="none" w:sz="0" w:space="0" w:color="auto"/>
            <w:bottom w:val="none" w:sz="0" w:space="0" w:color="auto"/>
            <w:right w:val="none" w:sz="0" w:space="0" w:color="auto"/>
          </w:divBdr>
        </w:div>
        <w:div w:id="275721419">
          <w:marLeft w:val="547"/>
          <w:marRight w:val="0"/>
          <w:marTop w:val="0"/>
          <w:marBottom w:val="0"/>
          <w:divBdr>
            <w:top w:val="none" w:sz="0" w:space="0" w:color="auto"/>
            <w:left w:val="none" w:sz="0" w:space="0" w:color="auto"/>
            <w:bottom w:val="none" w:sz="0" w:space="0" w:color="auto"/>
            <w:right w:val="none" w:sz="0" w:space="0" w:color="auto"/>
          </w:divBdr>
        </w:div>
      </w:divsChild>
    </w:div>
    <w:div w:id="1826781723">
      <w:bodyDiv w:val="1"/>
      <w:marLeft w:val="0"/>
      <w:marRight w:val="0"/>
      <w:marTop w:val="0"/>
      <w:marBottom w:val="0"/>
      <w:divBdr>
        <w:top w:val="none" w:sz="0" w:space="0" w:color="auto"/>
        <w:left w:val="none" w:sz="0" w:space="0" w:color="auto"/>
        <w:bottom w:val="none" w:sz="0" w:space="0" w:color="auto"/>
        <w:right w:val="none" w:sz="0" w:space="0" w:color="auto"/>
      </w:divBdr>
      <w:divsChild>
        <w:div w:id="1255094422">
          <w:marLeft w:val="547"/>
          <w:marRight w:val="0"/>
          <w:marTop w:val="0"/>
          <w:marBottom w:val="0"/>
          <w:divBdr>
            <w:top w:val="none" w:sz="0" w:space="0" w:color="auto"/>
            <w:left w:val="none" w:sz="0" w:space="0" w:color="auto"/>
            <w:bottom w:val="none" w:sz="0" w:space="0" w:color="auto"/>
            <w:right w:val="none" w:sz="0" w:space="0" w:color="auto"/>
          </w:divBdr>
        </w:div>
      </w:divsChild>
    </w:div>
    <w:div w:id="1826894382">
      <w:bodyDiv w:val="1"/>
      <w:marLeft w:val="0"/>
      <w:marRight w:val="0"/>
      <w:marTop w:val="0"/>
      <w:marBottom w:val="0"/>
      <w:divBdr>
        <w:top w:val="none" w:sz="0" w:space="0" w:color="auto"/>
        <w:left w:val="none" w:sz="0" w:space="0" w:color="auto"/>
        <w:bottom w:val="none" w:sz="0" w:space="0" w:color="auto"/>
        <w:right w:val="none" w:sz="0" w:space="0" w:color="auto"/>
      </w:divBdr>
      <w:divsChild>
        <w:div w:id="1925675749">
          <w:marLeft w:val="547"/>
          <w:marRight w:val="0"/>
          <w:marTop w:val="0"/>
          <w:marBottom w:val="0"/>
          <w:divBdr>
            <w:top w:val="none" w:sz="0" w:space="0" w:color="auto"/>
            <w:left w:val="none" w:sz="0" w:space="0" w:color="auto"/>
            <w:bottom w:val="none" w:sz="0" w:space="0" w:color="auto"/>
            <w:right w:val="none" w:sz="0" w:space="0" w:color="auto"/>
          </w:divBdr>
        </w:div>
        <w:div w:id="603459683">
          <w:marLeft w:val="547"/>
          <w:marRight w:val="0"/>
          <w:marTop w:val="0"/>
          <w:marBottom w:val="0"/>
          <w:divBdr>
            <w:top w:val="none" w:sz="0" w:space="0" w:color="auto"/>
            <w:left w:val="none" w:sz="0" w:space="0" w:color="auto"/>
            <w:bottom w:val="none" w:sz="0" w:space="0" w:color="auto"/>
            <w:right w:val="none" w:sz="0" w:space="0" w:color="auto"/>
          </w:divBdr>
        </w:div>
        <w:div w:id="1193228917">
          <w:marLeft w:val="547"/>
          <w:marRight w:val="0"/>
          <w:marTop w:val="0"/>
          <w:marBottom w:val="0"/>
          <w:divBdr>
            <w:top w:val="none" w:sz="0" w:space="0" w:color="auto"/>
            <w:left w:val="none" w:sz="0" w:space="0" w:color="auto"/>
            <w:bottom w:val="none" w:sz="0" w:space="0" w:color="auto"/>
            <w:right w:val="none" w:sz="0" w:space="0" w:color="auto"/>
          </w:divBdr>
        </w:div>
        <w:div w:id="885987162">
          <w:marLeft w:val="547"/>
          <w:marRight w:val="0"/>
          <w:marTop w:val="0"/>
          <w:marBottom w:val="0"/>
          <w:divBdr>
            <w:top w:val="none" w:sz="0" w:space="0" w:color="auto"/>
            <w:left w:val="none" w:sz="0" w:space="0" w:color="auto"/>
            <w:bottom w:val="none" w:sz="0" w:space="0" w:color="auto"/>
            <w:right w:val="none" w:sz="0" w:space="0" w:color="auto"/>
          </w:divBdr>
        </w:div>
      </w:divsChild>
    </w:div>
    <w:div w:id="1867139809">
      <w:bodyDiv w:val="1"/>
      <w:marLeft w:val="0"/>
      <w:marRight w:val="0"/>
      <w:marTop w:val="0"/>
      <w:marBottom w:val="0"/>
      <w:divBdr>
        <w:top w:val="none" w:sz="0" w:space="0" w:color="auto"/>
        <w:left w:val="none" w:sz="0" w:space="0" w:color="auto"/>
        <w:bottom w:val="none" w:sz="0" w:space="0" w:color="auto"/>
        <w:right w:val="none" w:sz="0" w:space="0" w:color="auto"/>
      </w:divBdr>
      <w:divsChild>
        <w:div w:id="1556162951">
          <w:marLeft w:val="547"/>
          <w:marRight w:val="0"/>
          <w:marTop w:val="0"/>
          <w:marBottom w:val="0"/>
          <w:divBdr>
            <w:top w:val="none" w:sz="0" w:space="0" w:color="auto"/>
            <w:left w:val="none" w:sz="0" w:space="0" w:color="auto"/>
            <w:bottom w:val="none" w:sz="0" w:space="0" w:color="auto"/>
            <w:right w:val="none" w:sz="0" w:space="0" w:color="auto"/>
          </w:divBdr>
        </w:div>
        <w:div w:id="603729301">
          <w:marLeft w:val="547"/>
          <w:marRight w:val="0"/>
          <w:marTop w:val="0"/>
          <w:marBottom w:val="0"/>
          <w:divBdr>
            <w:top w:val="none" w:sz="0" w:space="0" w:color="auto"/>
            <w:left w:val="none" w:sz="0" w:space="0" w:color="auto"/>
            <w:bottom w:val="none" w:sz="0" w:space="0" w:color="auto"/>
            <w:right w:val="none" w:sz="0" w:space="0" w:color="auto"/>
          </w:divBdr>
        </w:div>
        <w:div w:id="454520143">
          <w:marLeft w:val="547"/>
          <w:marRight w:val="0"/>
          <w:marTop w:val="0"/>
          <w:marBottom w:val="0"/>
          <w:divBdr>
            <w:top w:val="none" w:sz="0" w:space="0" w:color="auto"/>
            <w:left w:val="none" w:sz="0" w:space="0" w:color="auto"/>
            <w:bottom w:val="none" w:sz="0" w:space="0" w:color="auto"/>
            <w:right w:val="none" w:sz="0" w:space="0" w:color="auto"/>
          </w:divBdr>
        </w:div>
        <w:div w:id="267851436">
          <w:marLeft w:val="547"/>
          <w:marRight w:val="0"/>
          <w:marTop w:val="0"/>
          <w:marBottom w:val="0"/>
          <w:divBdr>
            <w:top w:val="none" w:sz="0" w:space="0" w:color="auto"/>
            <w:left w:val="none" w:sz="0" w:space="0" w:color="auto"/>
            <w:bottom w:val="none" w:sz="0" w:space="0" w:color="auto"/>
            <w:right w:val="none" w:sz="0" w:space="0" w:color="auto"/>
          </w:divBdr>
        </w:div>
        <w:div w:id="64381922">
          <w:marLeft w:val="547"/>
          <w:marRight w:val="0"/>
          <w:marTop w:val="0"/>
          <w:marBottom w:val="0"/>
          <w:divBdr>
            <w:top w:val="none" w:sz="0" w:space="0" w:color="auto"/>
            <w:left w:val="none" w:sz="0" w:space="0" w:color="auto"/>
            <w:bottom w:val="none" w:sz="0" w:space="0" w:color="auto"/>
            <w:right w:val="none" w:sz="0" w:space="0" w:color="auto"/>
          </w:divBdr>
        </w:div>
        <w:div w:id="637799914">
          <w:marLeft w:val="547"/>
          <w:marRight w:val="0"/>
          <w:marTop w:val="0"/>
          <w:marBottom w:val="0"/>
          <w:divBdr>
            <w:top w:val="none" w:sz="0" w:space="0" w:color="auto"/>
            <w:left w:val="none" w:sz="0" w:space="0" w:color="auto"/>
            <w:bottom w:val="none" w:sz="0" w:space="0" w:color="auto"/>
            <w:right w:val="none" w:sz="0" w:space="0" w:color="auto"/>
          </w:divBdr>
        </w:div>
        <w:div w:id="944000031">
          <w:marLeft w:val="547"/>
          <w:marRight w:val="0"/>
          <w:marTop w:val="0"/>
          <w:marBottom w:val="0"/>
          <w:divBdr>
            <w:top w:val="none" w:sz="0" w:space="0" w:color="auto"/>
            <w:left w:val="none" w:sz="0" w:space="0" w:color="auto"/>
            <w:bottom w:val="none" w:sz="0" w:space="0" w:color="auto"/>
            <w:right w:val="none" w:sz="0" w:space="0" w:color="auto"/>
          </w:divBdr>
        </w:div>
      </w:divsChild>
    </w:div>
    <w:div w:id="1871992173">
      <w:bodyDiv w:val="1"/>
      <w:marLeft w:val="0"/>
      <w:marRight w:val="0"/>
      <w:marTop w:val="0"/>
      <w:marBottom w:val="0"/>
      <w:divBdr>
        <w:top w:val="none" w:sz="0" w:space="0" w:color="auto"/>
        <w:left w:val="none" w:sz="0" w:space="0" w:color="auto"/>
        <w:bottom w:val="none" w:sz="0" w:space="0" w:color="auto"/>
        <w:right w:val="none" w:sz="0" w:space="0" w:color="auto"/>
      </w:divBdr>
    </w:div>
    <w:div w:id="1957831440">
      <w:bodyDiv w:val="1"/>
      <w:marLeft w:val="0"/>
      <w:marRight w:val="0"/>
      <w:marTop w:val="0"/>
      <w:marBottom w:val="0"/>
      <w:divBdr>
        <w:top w:val="none" w:sz="0" w:space="0" w:color="auto"/>
        <w:left w:val="none" w:sz="0" w:space="0" w:color="auto"/>
        <w:bottom w:val="none" w:sz="0" w:space="0" w:color="auto"/>
        <w:right w:val="none" w:sz="0" w:space="0" w:color="auto"/>
      </w:divBdr>
      <w:divsChild>
        <w:div w:id="2045714667">
          <w:marLeft w:val="547"/>
          <w:marRight w:val="0"/>
          <w:marTop w:val="0"/>
          <w:marBottom w:val="0"/>
          <w:divBdr>
            <w:top w:val="none" w:sz="0" w:space="0" w:color="auto"/>
            <w:left w:val="none" w:sz="0" w:space="0" w:color="auto"/>
            <w:bottom w:val="none" w:sz="0" w:space="0" w:color="auto"/>
            <w:right w:val="none" w:sz="0" w:space="0" w:color="auto"/>
          </w:divBdr>
        </w:div>
      </w:divsChild>
    </w:div>
    <w:div w:id="1979451433">
      <w:bodyDiv w:val="1"/>
      <w:marLeft w:val="0"/>
      <w:marRight w:val="0"/>
      <w:marTop w:val="0"/>
      <w:marBottom w:val="0"/>
      <w:divBdr>
        <w:top w:val="none" w:sz="0" w:space="0" w:color="auto"/>
        <w:left w:val="none" w:sz="0" w:space="0" w:color="auto"/>
        <w:bottom w:val="none" w:sz="0" w:space="0" w:color="auto"/>
        <w:right w:val="none" w:sz="0" w:space="0" w:color="auto"/>
      </w:divBdr>
      <w:divsChild>
        <w:div w:id="765731118">
          <w:marLeft w:val="547"/>
          <w:marRight w:val="0"/>
          <w:marTop w:val="0"/>
          <w:marBottom w:val="0"/>
          <w:divBdr>
            <w:top w:val="none" w:sz="0" w:space="0" w:color="auto"/>
            <w:left w:val="none" w:sz="0" w:space="0" w:color="auto"/>
            <w:bottom w:val="none" w:sz="0" w:space="0" w:color="auto"/>
            <w:right w:val="none" w:sz="0" w:space="0" w:color="auto"/>
          </w:divBdr>
        </w:div>
      </w:divsChild>
    </w:div>
    <w:div w:id="2035646272">
      <w:bodyDiv w:val="1"/>
      <w:marLeft w:val="0"/>
      <w:marRight w:val="0"/>
      <w:marTop w:val="0"/>
      <w:marBottom w:val="0"/>
      <w:divBdr>
        <w:top w:val="none" w:sz="0" w:space="0" w:color="auto"/>
        <w:left w:val="none" w:sz="0" w:space="0" w:color="auto"/>
        <w:bottom w:val="none" w:sz="0" w:space="0" w:color="auto"/>
        <w:right w:val="none" w:sz="0" w:space="0" w:color="auto"/>
      </w:divBdr>
      <w:divsChild>
        <w:div w:id="363790427">
          <w:marLeft w:val="547"/>
          <w:marRight w:val="0"/>
          <w:marTop w:val="0"/>
          <w:marBottom w:val="0"/>
          <w:divBdr>
            <w:top w:val="none" w:sz="0" w:space="0" w:color="auto"/>
            <w:left w:val="none" w:sz="0" w:space="0" w:color="auto"/>
            <w:bottom w:val="none" w:sz="0" w:space="0" w:color="auto"/>
            <w:right w:val="none" w:sz="0" w:space="0" w:color="auto"/>
          </w:divBdr>
        </w:div>
        <w:div w:id="1247618694">
          <w:marLeft w:val="547"/>
          <w:marRight w:val="0"/>
          <w:marTop w:val="0"/>
          <w:marBottom w:val="0"/>
          <w:divBdr>
            <w:top w:val="none" w:sz="0" w:space="0" w:color="auto"/>
            <w:left w:val="none" w:sz="0" w:space="0" w:color="auto"/>
            <w:bottom w:val="none" w:sz="0" w:space="0" w:color="auto"/>
            <w:right w:val="none" w:sz="0" w:space="0" w:color="auto"/>
          </w:divBdr>
        </w:div>
      </w:divsChild>
    </w:div>
    <w:div w:id="2105103464">
      <w:bodyDiv w:val="1"/>
      <w:marLeft w:val="0"/>
      <w:marRight w:val="0"/>
      <w:marTop w:val="0"/>
      <w:marBottom w:val="0"/>
      <w:divBdr>
        <w:top w:val="none" w:sz="0" w:space="0" w:color="auto"/>
        <w:left w:val="none" w:sz="0" w:space="0" w:color="auto"/>
        <w:bottom w:val="none" w:sz="0" w:space="0" w:color="auto"/>
        <w:right w:val="none" w:sz="0" w:space="0" w:color="auto"/>
      </w:divBdr>
      <w:divsChild>
        <w:div w:id="991907725">
          <w:marLeft w:val="547"/>
          <w:marRight w:val="0"/>
          <w:marTop w:val="0"/>
          <w:marBottom w:val="0"/>
          <w:divBdr>
            <w:top w:val="none" w:sz="0" w:space="0" w:color="auto"/>
            <w:left w:val="none" w:sz="0" w:space="0" w:color="auto"/>
            <w:bottom w:val="none" w:sz="0" w:space="0" w:color="auto"/>
            <w:right w:val="none" w:sz="0" w:space="0" w:color="auto"/>
          </w:divBdr>
        </w:div>
      </w:divsChild>
    </w:div>
    <w:div w:id="2139183302">
      <w:bodyDiv w:val="1"/>
      <w:marLeft w:val="0"/>
      <w:marRight w:val="0"/>
      <w:marTop w:val="0"/>
      <w:marBottom w:val="0"/>
      <w:divBdr>
        <w:top w:val="none" w:sz="0" w:space="0" w:color="auto"/>
        <w:left w:val="none" w:sz="0" w:space="0" w:color="auto"/>
        <w:bottom w:val="none" w:sz="0" w:space="0" w:color="auto"/>
        <w:right w:val="none" w:sz="0" w:space="0" w:color="auto"/>
      </w:divBdr>
      <w:divsChild>
        <w:div w:id="1097946535">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AppData\Roaming\Microsoft\Templates\ComputingTutorTemplate20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4">
    <wetp:webextensionref xmlns:r="http://schemas.openxmlformats.org/officeDocument/2006/relationships" r:id="rId1"/>
  </wetp:taskpane>
  <wetp:taskpane dockstate="right" visibility="0" width="438" row="3">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D08C113A-6CC3-43FB-8BC0-513317E7E0BC}">
  <we:reference id="wa200005669" version="2.0.0.0" store="en-GB" storeType="OMEX"/>
  <we:alternateReferences>
    <we:reference id="WA200005669" version="2.0.0.0" store=""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63989043-75F6-45F3-BE3C-17C33AC8B776}">
  <we:reference id="wa200005502" version="1.0.0.12" store="en-US" storeType="OMEX"/>
  <we:alternateReferences>
    <we:reference id="wa200005502" version="1.0.0.12" store="" storeType="OMEX"/>
  </we:alternateReferences>
  <we:properties>
    <we:property name="docId" value="&quot;bCbPz0HmRgH4Izf_I4ZPD&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146dcfa8-baec-4e85-aa5a-a4d7dd462da9"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030FD946E8F1242A4CD0FE0A0A89CDB" ma:contentTypeVersion="13" ma:contentTypeDescription="Create a new document." ma:contentTypeScope="" ma:versionID="a186df57cf7a960ee43e27513efdc7c8">
  <xsd:schema xmlns:xsd="http://www.w3.org/2001/XMLSchema" xmlns:xs="http://www.w3.org/2001/XMLSchema" xmlns:p="http://schemas.microsoft.com/office/2006/metadata/properties" xmlns:ns3="146dcfa8-baec-4e85-aa5a-a4d7dd462da9" targetNamespace="http://schemas.microsoft.com/office/2006/metadata/properties" ma:root="true" ma:fieldsID="10210f9d06393701e770a3094f8a7afb" ns3:_="">
    <xsd:import namespace="146dcfa8-baec-4e85-aa5a-a4d7dd462da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Location" minOccurs="0"/>
                <xsd:element ref="ns3:MediaServiceGenerationTime" minOccurs="0"/>
                <xsd:element ref="ns3:MediaServiceEventHashCode" minOccurs="0"/>
                <xsd:element ref="ns3:MediaServiceOCR" minOccurs="0"/>
                <xsd:element ref="ns3:MediaServiceObjectDetectorVersions" minOccurs="0"/>
                <xsd:element ref="ns3:_activity"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6dcfa8-baec-4e85-aa5a-a4d7dd462d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ObjectDetectorVersions" ma:index="17" nillable="true" ma:displayName="MediaServiceObjectDetectorVersions" ma:description="" ma:hidden="true" ma:indexed="true" ma:internalName="MediaServiceObjectDetectorVersions"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SystemTags" ma:index="20"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538A87-417E-4170-BBDA-8CF296321A38}">
  <ds:schemaRefs>
    <ds:schemaRef ds:uri="http://schemas.microsoft.com/sharepoint/v3/contenttype/forms"/>
  </ds:schemaRefs>
</ds:datastoreItem>
</file>

<file path=customXml/itemProps2.xml><?xml version="1.0" encoding="utf-8"?>
<ds:datastoreItem xmlns:ds="http://schemas.openxmlformats.org/officeDocument/2006/customXml" ds:itemID="{35B361B8-C2F2-45AB-A1B3-2930C82CA29C}">
  <ds:schemaRefs>
    <ds:schemaRef ds:uri="http://schemas.microsoft.com/office/2006/metadata/properties"/>
    <ds:schemaRef ds:uri="http://schemas.microsoft.com/office/infopath/2007/PartnerControls"/>
    <ds:schemaRef ds:uri="146dcfa8-baec-4e85-aa5a-a4d7dd462da9"/>
  </ds:schemaRefs>
</ds:datastoreItem>
</file>

<file path=customXml/itemProps3.xml><?xml version="1.0" encoding="utf-8"?>
<ds:datastoreItem xmlns:ds="http://schemas.openxmlformats.org/officeDocument/2006/customXml" ds:itemID="{2CDF9582-D163-467D-96CE-05618450FC8F}">
  <ds:schemaRefs>
    <ds:schemaRef ds:uri="http://schemas.openxmlformats.org/officeDocument/2006/bibliography"/>
  </ds:schemaRefs>
</ds:datastoreItem>
</file>

<file path=customXml/itemProps4.xml><?xml version="1.0" encoding="utf-8"?>
<ds:datastoreItem xmlns:ds="http://schemas.openxmlformats.org/officeDocument/2006/customXml" ds:itemID="{D0EB41DB-B672-4246-BF13-DAFCD97736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6dcfa8-baec-4e85-aa5a-a4d7dd462d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ComputingTutorTemplate2023.dotx</Template>
  <TotalTime>0</TotalTime>
  <Pages>13</Pages>
  <Words>565</Words>
  <Characters>3226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TheComputingTutor</dc:creator>
  <cp:keywords/>
  <dc:description/>
  <cp:lastModifiedBy>paul meaney</cp:lastModifiedBy>
  <cp:revision>16</cp:revision>
  <cp:lastPrinted>2025-06-09T15:07:00Z</cp:lastPrinted>
  <dcterms:created xsi:type="dcterms:W3CDTF">2025-06-11T15:48:00Z</dcterms:created>
  <dcterms:modified xsi:type="dcterms:W3CDTF">2025-06-14T16:29:00Z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0x010100E030FD946E8F1242A4CD0FE0A0A89CDB</vt:lpwstr>
  </property>
</Properties>
</file>